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1AC2" w:rsidRPr="001A40E2" w:rsidRDefault="00FD3BFD" w:rsidP="00201AC2">
      <w:pPr>
        <w:spacing w:after="180"/>
        <w:rPr>
          <w:b/>
          <w:sz w:val="44"/>
          <w:szCs w:val="44"/>
        </w:rPr>
      </w:pPr>
      <w:r>
        <w:rPr>
          <w:b/>
          <w:sz w:val="44"/>
          <w:szCs w:val="44"/>
        </w:rPr>
        <w:t>Energy transfers circus</w:t>
      </w:r>
    </w:p>
    <w:p w:rsidR="00201AC2" w:rsidRDefault="00201AC2" w:rsidP="00201AC2">
      <w:pPr>
        <w:spacing w:after="180"/>
      </w:pPr>
    </w:p>
    <w:p w:rsidR="00C200DB" w:rsidRPr="00C200DB" w:rsidRDefault="00C200DB" w:rsidP="00C200DB">
      <w:pPr>
        <w:spacing w:after="180"/>
      </w:pPr>
      <w:r w:rsidRPr="00C200DB">
        <w:t>Energy can be transferred from place to place in different ways.</w:t>
      </w:r>
    </w:p>
    <w:p w:rsidR="00C200DB" w:rsidRPr="00C200DB" w:rsidRDefault="00C200DB" w:rsidP="00C200DB">
      <w:pPr>
        <w:spacing w:after="180"/>
      </w:pPr>
      <w:r w:rsidRPr="00C200DB">
        <w:t xml:space="preserve">Can you spot </w:t>
      </w:r>
      <w:r w:rsidRPr="00C200DB">
        <w:rPr>
          <w:i/>
          <w:iCs/>
        </w:rPr>
        <w:t>all</w:t>
      </w:r>
      <w:r w:rsidRPr="00C200DB">
        <w:t xml:space="preserve"> of the energy transfers and </w:t>
      </w:r>
      <w:r w:rsidRPr="00C200DB">
        <w:rPr>
          <w:i/>
          <w:iCs/>
        </w:rPr>
        <w:t>describe them clearly</w:t>
      </w:r>
      <w:r w:rsidRPr="00C200DB">
        <w:t>?</w:t>
      </w:r>
    </w:p>
    <w:p w:rsidR="00B23B31" w:rsidRDefault="00B23B31" w:rsidP="00201AC2">
      <w:pPr>
        <w:spacing w:after="180"/>
      </w:pPr>
    </w:p>
    <w:p w:rsidR="00B26756" w:rsidRPr="00E172C6" w:rsidRDefault="00B26756" w:rsidP="00B26756">
      <w:pPr>
        <w:spacing w:after="180"/>
        <w:rPr>
          <w:b/>
        </w:rPr>
      </w:pPr>
      <w:r>
        <w:rPr>
          <w:b/>
        </w:rPr>
        <w:t>Safety</w:t>
      </w:r>
    </w:p>
    <w:p w:rsidR="00116913" w:rsidRDefault="00116913" w:rsidP="00116913">
      <w:pPr>
        <w:spacing w:after="180"/>
        <w:sectPr w:rsidR="00116913" w:rsidSect="00642ECD">
          <w:headerReference w:type="default" r:id="rId7"/>
          <w:footerReference w:type="default" r:id="rId8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116913" w:rsidRDefault="00116913" w:rsidP="00116913">
      <w:pPr>
        <w:pStyle w:val="ListParagraph"/>
        <w:numPr>
          <w:ilvl w:val="0"/>
          <w:numId w:val="4"/>
        </w:numPr>
        <w:spacing w:after="180"/>
        <w:ind w:left="426" w:hanging="426"/>
        <w:contextualSpacing w:val="0"/>
      </w:pPr>
      <w:r>
        <w:t>Hot water can burn.</w:t>
      </w:r>
      <w:r w:rsidR="00186794">
        <w:t xml:space="preserve"> </w:t>
      </w:r>
      <w:r>
        <w:tab/>
      </w:r>
      <w:r>
        <w:tab/>
      </w:r>
    </w:p>
    <w:p w:rsidR="00116913" w:rsidRDefault="00116913" w:rsidP="00116913">
      <w:pPr>
        <w:pStyle w:val="ListParagraph"/>
        <w:numPr>
          <w:ilvl w:val="0"/>
          <w:numId w:val="4"/>
        </w:numPr>
        <w:spacing w:after="180"/>
        <w:ind w:left="426" w:hanging="426"/>
        <w:contextualSpacing w:val="0"/>
      </w:pPr>
      <w:r>
        <w:t>Spilt water can make the floor slippery.</w:t>
      </w:r>
      <w:r w:rsidR="00186794">
        <w:t xml:space="preserve"> </w:t>
      </w:r>
    </w:p>
    <w:p w:rsidR="00116913" w:rsidRDefault="00116913" w:rsidP="00116913">
      <w:pPr>
        <w:pStyle w:val="ListParagraph"/>
        <w:numPr>
          <w:ilvl w:val="0"/>
          <w:numId w:val="4"/>
        </w:numPr>
        <w:spacing w:after="180"/>
        <w:ind w:left="426" w:hanging="426"/>
        <w:contextualSpacing w:val="0"/>
      </w:pPr>
      <w:r>
        <w:t>Pushing and pulling objects can make people move in unexpected ways.</w:t>
      </w:r>
      <w:r w:rsidR="00186794">
        <w:t xml:space="preserve"> </w:t>
      </w:r>
    </w:p>
    <w:p w:rsidR="00116913" w:rsidRDefault="00116913" w:rsidP="00116913">
      <w:pPr>
        <w:pStyle w:val="ListParagraph"/>
        <w:numPr>
          <w:ilvl w:val="0"/>
          <w:numId w:val="5"/>
        </w:numPr>
        <w:spacing w:after="180"/>
        <w:ind w:left="284" w:hanging="710"/>
        <w:contextualSpacing w:val="0"/>
      </w:pPr>
      <w:r>
        <w:t>Keep beakers in the middle of a clear table.</w:t>
      </w:r>
      <w:r w:rsidRPr="00116913">
        <w:t xml:space="preserve"> </w:t>
      </w:r>
    </w:p>
    <w:p w:rsidR="00116913" w:rsidRDefault="00116913" w:rsidP="00116913">
      <w:pPr>
        <w:pStyle w:val="ListParagraph"/>
        <w:numPr>
          <w:ilvl w:val="0"/>
          <w:numId w:val="5"/>
        </w:numPr>
        <w:spacing w:after="180"/>
        <w:ind w:left="284" w:hanging="710"/>
        <w:contextualSpacing w:val="0"/>
      </w:pPr>
      <w:r>
        <w:t>Wipe up spilt water straight away.</w:t>
      </w:r>
    </w:p>
    <w:p w:rsidR="00116913" w:rsidRPr="00116913" w:rsidRDefault="00116913" w:rsidP="00116913">
      <w:pPr>
        <w:pStyle w:val="ListParagraph"/>
        <w:numPr>
          <w:ilvl w:val="0"/>
          <w:numId w:val="5"/>
        </w:numPr>
        <w:spacing w:after="180"/>
        <w:ind w:left="284" w:hanging="710"/>
        <w:contextualSpacing w:val="0"/>
        <w:rPr>
          <w:b/>
        </w:rPr>
      </w:pPr>
      <w:r>
        <w:t>Check nobody is too close and move with care.</w:t>
      </w:r>
    </w:p>
    <w:p w:rsidR="00116913" w:rsidRDefault="00116913" w:rsidP="00B26756">
      <w:pPr>
        <w:spacing w:after="180"/>
        <w:rPr>
          <w:b/>
        </w:rPr>
        <w:sectPr w:rsidR="00116913" w:rsidSect="00116913">
          <w:type w:val="continuous"/>
          <w:pgSz w:w="11906" w:h="16838" w:code="9"/>
          <w:pgMar w:top="1440" w:right="1440" w:bottom="1440" w:left="1440" w:header="709" w:footer="567" w:gutter="0"/>
          <w:cols w:num="2" w:space="708"/>
          <w:docGrid w:linePitch="360"/>
        </w:sectPr>
      </w:pPr>
    </w:p>
    <w:p w:rsidR="00116913" w:rsidRDefault="00116913" w:rsidP="00B26756">
      <w:pPr>
        <w:spacing w:after="180"/>
        <w:rPr>
          <w:b/>
        </w:rPr>
      </w:pPr>
    </w:p>
    <w:p w:rsidR="00B26756" w:rsidRPr="00E172C6" w:rsidRDefault="00B26756" w:rsidP="00B26756">
      <w:pPr>
        <w:spacing w:after="180"/>
        <w:rPr>
          <w:b/>
        </w:rPr>
      </w:pPr>
      <w:r>
        <w:rPr>
          <w:b/>
        </w:rPr>
        <w:t>Apparatus and materials</w:t>
      </w:r>
    </w:p>
    <w:p w:rsidR="00A15505" w:rsidRDefault="00A15505" w:rsidP="00A15505">
      <w:pPr>
        <w:pStyle w:val="ListParagraph"/>
        <w:numPr>
          <w:ilvl w:val="0"/>
          <w:numId w:val="1"/>
        </w:numPr>
        <w:spacing w:after="180"/>
      </w:pPr>
      <w:r>
        <w:t>Different work-stations are set up around the room</w:t>
      </w:r>
    </w:p>
    <w:p w:rsidR="007627B3" w:rsidRDefault="007627B3" w:rsidP="00B26756">
      <w:pPr>
        <w:spacing w:after="180"/>
        <w:rPr>
          <w:b/>
        </w:rPr>
      </w:pPr>
    </w:p>
    <w:p w:rsidR="00B26756" w:rsidRPr="00E172C6" w:rsidRDefault="00B26756" w:rsidP="00B26756">
      <w:pPr>
        <w:spacing w:after="180"/>
        <w:rPr>
          <w:b/>
        </w:rPr>
      </w:pPr>
      <w:r>
        <w:rPr>
          <w:b/>
        </w:rPr>
        <w:t>Procedure</w:t>
      </w:r>
    </w:p>
    <w:p w:rsidR="00B26756" w:rsidRDefault="00A15505" w:rsidP="00A15505">
      <w:pPr>
        <w:spacing w:after="180"/>
      </w:pPr>
      <w:r>
        <w:t>At each work-station:</w:t>
      </w:r>
    </w:p>
    <w:p w:rsidR="007627B3" w:rsidRDefault="00D12BEA" w:rsidP="007627B3">
      <w:pPr>
        <w:pStyle w:val="ListParagraph"/>
        <w:numPr>
          <w:ilvl w:val="0"/>
          <w:numId w:val="6"/>
        </w:numPr>
        <w:spacing w:after="180"/>
        <w:ind w:left="714" w:hanging="357"/>
        <w:contextualSpacing w:val="0"/>
      </w:pPr>
      <w:r>
        <w:t>Read the information</w:t>
      </w:r>
      <w:r w:rsidR="007627B3">
        <w:t xml:space="preserve"> card</w:t>
      </w:r>
    </w:p>
    <w:p w:rsidR="00260AD2" w:rsidRPr="00C200DB" w:rsidRDefault="004B126D" w:rsidP="00C200DB">
      <w:pPr>
        <w:numPr>
          <w:ilvl w:val="0"/>
          <w:numId w:val="6"/>
        </w:numPr>
        <w:spacing w:after="200" w:line="276" w:lineRule="auto"/>
      </w:pPr>
      <w:r w:rsidRPr="00C200DB">
        <w:t xml:space="preserve">Carry out the investigation </w:t>
      </w:r>
    </w:p>
    <w:p w:rsidR="00C200DB" w:rsidRDefault="004B126D" w:rsidP="00C200DB">
      <w:pPr>
        <w:numPr>
          <w:ilvl w:val="0"/>
          <w:numId w:val="6"/>
        </w:numPr>
        <w:spacing w:line="276" w:lineRule="auto"/>
        <w:ind w:left="714" w:hanging="357"/>
      </w:pPr>
      <w:r w:rsidRPr="00C200DB">
        <w:t>For each energy transfer describe how the energy is transferred.</w:t>
      </w:r>
      <w:r w:rsidR="00186794">
        <w:t xml:space="preserve"> </w:t>
      </w:r>
    </w:p>
    <w:p w:rsidR="00260AD2" w:rsidRPr="00C200DB" w:rsidRDefault="004B126D" w:rsidP="00C200DB">
      <w:pPr>
        <w:spacing w:after="200" w:line="276" w:lineRule="auto"/>
        <w:ind w:left="360" w:firstLine="360"/>
      </w:pPr>
      <w:r w:rsidRPr="00C200DB">
        <w:rPr>
          <w:i/>
          <w:iCs/>
        </w:rPr>
        <w:t>(The best answers are clear and short, but with lots of detail.)</w:t>
      </w:r>
    </w:p>
    <w:p w:rsidR="00260AD2" w:rsidRPr="00C200DB" w:rsidRDefault="004B126D" w:rsidP="00C200DB">
      <w:pPr>
        <w:numPr>
          <w:ilvl w:val="0"/>
          <w:numId w:val="6"/>
        </w:numPr>
        <w:spacing w:after="200" w:line="276" w:lineRule="auto"/>
      </w:pPr>
      <w:r w:rsidRPr="00C200DB">
        <w:t>Can you spot any energy transfers that are not shown on the information cards?</w:t>
      </w:r>
    </w:p>
    <w:p w:rsidR="007627B3" w:rsidRDefault="00C200DB" w:rsidP="00C200DB">
      <w:pPr>
        <w:spacing w:after="200" w:line="276" w:lineRule="auto"/>
        <w:rPr>
          <w:b/>
          <w:highlight w:val="yellow"/>
        </w:rPr>
      </w:pPr>
      <w:r w:rsidRPr="00C200DB">
        <w:rPr>
          <w:b/>
        </w:rPr>
        <w:t xml:space="preserve"> </w:t>
      </w:r>
      <w:r w:rsidR="007627B3">
        <w:rPr>
          <w:b/>
          <w:highlight w:val="yellow"/>
        </w:rPr>
        <w:br w:type="page"/>
      </w:r>
    </w:p>
    <w:p w:rsidR="00D12BEA" w:rsidRPr="007627B3" w:rsidRDefault="00C200DB" w:rsidP="00D12BEA">
      <w:pPr>
        <w:spacing w:after="180"/>
        <w:rPr>
          <w:b/>
        </w:rPr>
      </w:pPr>
      <w:r w:rsidRPr="00C200DB">
        <w:rPr>
          <w:b/>
        </w:rPr>
        <w:lastRenderedPageBreak/>
        <w:t xml:space="preserve"> </w:t>
      </w:r>
      <w:r w:rsidRPr="000F2762">
        <w:rPr>
          <w:noProof/>
          <w:szCs w:val="18"/>
          <w:lang w:eastAsia="en-GB"/>
        </w:rPr>
        <mc:AlternateContent>
          <mc:Choice Requires="wps">
            <w:drawing>
              <wp:anchor distT="45720" distB="45720" distL="114300" distR="114300" simplePos="0" relativeHeight="25165414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504190</wp:posOffset>
                </wp:positionV>
                <wp:extent cx="5760000" cy="3600000"/>
                <wp:effectExtent l="0" t="0" r="12700" b="1968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00" cy="360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2762" w:rsidRPr="00D12BEA" w:rsidRDefault="000F2762" w:rsidP="00D12BEA">
                            <w:pPr>
                              <w:spacing w:after="240"/>
                              <w:ind w:firstLine="720"/>
                              <w:rPr>
                                <w:sz w:val="28"/>
                                <w:szCs w:val="28"/>
                              </w:rPr>
                            </w:pPr>
                            <w:r w:rsidRPr="000F2762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Wind-up toy</w:t>
                            </w:r>
                            <w:r w:rsidR="00186794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D12BEA" w:rsidRPr="00D12BEA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0F2762" w:rsidRPr="000F2762" w:rsidRDefault="000F276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F2762" w:rsidRPr="000F2762" w:rsidRDefault="000F276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F2762" w:rsidRPr="000F2762" w:rsidRDefault="000F276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F2762" w:rsidRPr="000F2762" w:rsidRDefault="000F276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F2762" w:rsidRDefault="000F2762" w:rsidP="00112072">
                            <w:pPr>
                              <w:spacing w:after="180"/>
                              <w:ind w:left="720" w:firstLine="720"/>
                              <w:rPr>
                                <w:sz w:val="28"/>
                                <w:szCs w:val="28"/>
                              </w:rPr>
                            </w:pPr>
                            <w:r w:rsidRPr="000F2762">
                              <w:rPr>
                                <w:sz w:val="28"/>
                                <w:szCs w:val="28"/>
                              </w:rPr>
                              <w:t>Start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  <w:t>End</w:t>
                            </w:r>
                          </w:p>
                          <w:p w:rsidR="00434C78" w:rsidRDefault="00434C78" w:rsidP="00434C78">
                            <w:pPr>
                              <w:spacing w:after="18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434C78" w:rsidRPr="00D12BEA" w:rsidRDefault="00434C78" w:rsidP="00434C78">
                            <w:pPr>
                              <w:spacing w:after="240"/>
                              <w:ind w:firstLine="720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434C78" w:rsidRDefault="00434C78" w:rsidP="00434C78"/>
                          <w:p w:rsidR="00434C78" w:rsidRDefault="00434C78" w:rsidP="00434C78"/>
                          <w:p w:rsidR="00434C78" w:rsidRDefault="00434C78" w:rsidP="00434C78"/>
                          <w:p w:rsidR="00434C78" w:rsidRDefault="00434C78" w:rsidP="00434C78"/>
                          <w:p w:rsidR="00434C78" w:rsidRDefault="00434C78" w:rsidP="00434C78"/>
                          <w:p w:rsidR="00434C78" w:rsidRDefault="00434C78" w:rsidP="00434C78"/>
                          <w:p w:rsidR="00434C78" w:rsidRDefault="00434C78" w:rsidP="00434C78">
                            <w:pPr>
                              <w:jc w:val="center"/>
                            </w:pPr>
                            <w:r>
                              <w:t>Energy transfer diagram</w:t>
                            </w:r>
                          </w:p>
                          <w:p w:rsidR="00434C78" w:rsidRDefault="00434C78" w:rsidP="00112072">
                            <w:pPr>
                              <w:spacing w:after="180"/>
                              <w:ind w:left="720" w:firstLine="72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F2762" w:rsidRDefault="000F2762" w:rsidP="000F276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0F2762" w:rsidRDefault="000F2762" w:rsidP="000F2762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pt;margin-top:39.7pt;width:453.55pt;height:283.45pt;z-index: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">
                <v:textbox>
                  <w:txbxContent>
                    <w:p w:rsidR="000F2762" w:rsidRPr="00D12BEA" w:rsidRDefault="000F2762" w:rsidP="00D12BEA">
                      <w:pPr>
                        <w:spacing w:after="240"/>
                        <w:ind w:firstLine="720"/>
                        <w:rPr>
                          <w:sz w:val="28"/>
                          <w:szCs w:val="28"/>
                        </w:rPr>
                      </w:pPr>
                      <w:r w:rsidRPr="000F2762">
                        <w:rPr>
                          <w:b/>
                          <w:sz w:val="28"/>
                          <w:szCs w:val="28"/>
                          <w:u w:val="single"/>
                        </w:rPr>
                        <w:t>Wind-up toy</w:t>
                      </w:r>
                      <w:r w:rsidR="00186794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="00D12BEA" w:rsidRPr="00D12BEA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0F2762" w:rsidRPr="000F2762" w:rsidRDefault="000F2762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0F2762" w:rsidRPr="000F2762" w:rsidRDefault="000F2762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0F2762" w:rsidRPr="000F2762" w:rsidRDefault="000F2762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0F2762" w:rsidRPr="000F2762" w:rsidRDefault="000F2762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0F2762" w:rsidRDefault="000F2762" w:rsidP="00112072">
                      <w:pPr>
                        <w:spacing w:after="180"/>
                        <w:ind w:left="720" w:firstLine="720"/>
                        <w:rPr>
                          <w:sz w:val="28"/>
                          <w:szCs w:val="28"/>
                        </w:rPr>
                      </w:pPr>
                      <w:r w:rsidRPr="000F2762">
                        <w:rPr>
                          <w:sz w:val="28"/>
                          <w:szCs w:val="28"/>
                        </w:rPr>
                        <w:t>Start</w:t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  <w:t>End</w:t>
                      </w:r>
                    </w:p>
                    <w:p w:rsidR="00434C78" w:rsidRDefault="00434C78" w:rsidP="00434C78">
                      <w:pPr>
                        <w:spacing w:after="180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434C78" w:rsidRPr="00D12BEA" w:rsidRDefault="00434C78" w:rsidP="00434C78">
                      <w:pPr>
                        <w:spacing w:after="240"/>
                        <w:ind w:firstLine="720"/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:rsidR="00434C78" w:rsidRDefault="00434C78" w:rsidP="00434C78"/>
                    <w:p w:rsidR="00434C78" w:rsidRDefault="00434C78" w:rsidP="00434C78"/>
                    <w:p w:rsidR="00434C78" w:rsidRDefault="00434C78" w:rsidP="00434C78"/>
                    <w:p w:rsidR="00434C78" w:rsidRDefault="00434C78" w:rsidP="00434C78"/>
                    <w:p w:rsidR="00434C78" w:rsidRDefault="00434C78" w:rsidP="00434C78"/>
                    <w:p w:rsidR="00434C78" w:rsidRDefault="00434C78" w:rsidP="00434C78"/>
                    <w:p w:rsidR="00434C78" w:rsidRDefault="00434C78" w:rsidP="00434C78">
                      <w:pPr>
                        <w:jc w:val="center"/>
                      </w:pPr>
                      <w:r>
                        <w:t>Energy transfer diagram</w:t>
                      </w:r>
                    </w:p>
                    <w:p w:rsidR="00434C78" w:rsidRDefault="00434C78" w:rsidP="00112072">
                      <w:pPr>
                        <w:spacing w:after="180"/>
                        <w:ind w:left="720" w:firstLine="720"/>
                        <w:rPr>
                          <w:sz w:val="28"/>
                          <w:szCs w:val="28"/>
                        </w:rPr>
                      </w:pPr>
                    </w:p>
                    <w:p w:rsidR="000F2762" w:rsidRDefault="000F2762" w:rsidP="000F2762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0F2762" w:rsidRDefault="000F2762" w:rsidP="000F2762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D12BEA" w:rsidRPr="00D12BEA">
        <w:rPr>
          <w:b/>
        </w:rPr>
        <w:t xml:space="preserve"> </w:t>
      </w:r>
      <w:r w:rsidR="0096467F">
        <w:rPr>
          <w:b/>
        </w:rPr>
        <w:t>Energy transfer diagrams</w:t>
      </w:r>
    </w:p>
    <w:p w:rsidR="00201AC2" w:rsidRDefault="00C200DB" w:rsidP="006F3279">
      <w:pPr>
        <w:spacing w:after="240"/>
        <w:rPr>
          <w:szCs w:val="18"/>
        </w:rPr>
      </w:pPr>
      <w:r w:rsidRPr="00C200DB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0F21F20B" wp14:editId="244F3949">
                <wp:simplePos x="0" y="0"/>
                <wp:positionH relativeFrom="column">
                  <wp:posOffset>3488055</wp:posOffset>
                </wp:positionH>
                <wp:positionV relativeFrom="paragraph">
                  <wp:posOffset>2995295</wp:posOffset>
                </wp:positionV>
                <wp:extent cx="2130725" cy="785004"/>
                <wp:effectExtent l="0" t="0" r="0" b="0"/>
                <wp:wrapNone/>
                <wp:docPr id="24" name="Text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0725" cy="78500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200DB" w:rsidRPr="00C200DB" w:rsidRDefault="00C200DB" w:rsidP="00C200D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C200DB">
                              <w:rPr>
                                <w:rFonts w:asciiTheme="minorHAnsi" w:eastAsia="Verdana" w:hAnsiTheme="minorHAnsi" w:cs="Verdan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Surroundings</w:t>
                            </w:r>
                          </w:p>
                          <w:p w:rsidR="00C200DB" w:rsidRPr="00C200DB" w:rsidRDefault="00C200DB" w:rsidP="00C200D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C200DB">
                              <w:rPr>
                                <w:rFonts w:asciiTheme="minorHAnsi" w:eastAsia="Verdana" w:hAnsiTheme="minorHAnsi" w:cs="Verdana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Heat store</w:t>
                            </w:r>
                          </w:p>
                        </w:txbxContent>
                      </wps:txbx>
                      <wps:bodyPr wrap="square" rtlCol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F21F20B" id="TextBox 7" o:spid="_x0000_s1027" type="#_x0000_t202" style="position:absolute;margin-left:274.65pt;margin-top:235.85pt;width:167.75pt;height:61.8pt;z-index:251797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" filled="f" stroked="f">
                <v:textbox>
                  <w:txbxContent>
                    <w:p w:rsidR="00C200DB" w:rsidRPr="00C200DB" w:rsidRDefault="00C200DB" w:rsidP="00C200D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/>
                        </w:rPr>
                      </w:pPr>
                      <w:r w:rsidRPr="00C200DB">
                        <w:rPr>
                          <w:rFonts w:asciiTheme="minorHAnsi" w:eastAsia="Verdana" w:hAnsiTheme="minorHAnsi" w:cs="Verdana"/>
                          <w:color w:val="000000" w:themeColor="text1"/>
                          <w:kern w:val="24"/>
                          <w:sz w:val="36"/>
                          <w:szCs w:val="36"/>
                        </w:rPr>
                        <w:t>Surroundings</w:t>
                      </w:r>
                    </w:p>
                    <w:p w:rsidR="00C200DB" w:rsidRPr="00C200DB" w:rsidRDefault="00C200DB" w:rsidP="00C200D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/>
                        </w:rPr>
                      </w:pPr>
                      <w:r w:rsidRPr="00C200DB">
                        <w:rPr>
                          <w:rFonts w:asciiTheme="minorHAnsi" w:eastAsia="Verdana" w:hAnsiTheme="minorHAnsi" w:cs="Verdana"/>
                          <w:color w:val="000000" w:themeColor="text1"/>
                          <w:kern w:val="24"/>
                          <w:sz w:val="28"/>
                          <w:szCs w:val="28"/>
                        </w:rPr>
                        <w:t>Heat store</w:t>
                      </w:r>
                    </w:p>
                  </w:txbxContent>
                </v:textbox>
              </v:shape>
            </w:pict>
          </mc:Fallback>
        </mc:AlternateContent>
      </w:r>
      <w:r w:rsidRPr="00C200DB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7BBF9ABF" wp14:editId="00A07964">
                <wp:simplePos x="0" y="0"/>
                <wp:positionH relativeFrom="column">
                  <wp:posOffset>3469005</wp:posOffset>
                </wp:positionH>
                <wp:positionV relativeFrom="paragraph">
                  <wp:posOffset>2345690</wp:posOffset>
                </wp:positionV>
                <wp:extent cx="2130725" cy="785004"/>
                <wp:effectExtent l="0" t="0" r="0" b="0"/>
                <wp:wrapNone/>
                <wp:docPr id="25" name="Text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0725" cy="78500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200DB" w:rsidRPr="00C200DB" w:rsidRDefault="00C200DB" w:rsidP="00C200D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C200DB">
                              <w:rPr>
                                <w:rFonts w:asciiTheme="minorHAnsi" w:eastAsia="Verdana" w:hAnsiTheme="minorHAnsi" w:cs="Verdan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Car</w:t>
                            </w:r>
                          </w:p>
                          <w:p w:rsidR="00C200DB" w:rsidRPr="00C200DB" w:rsidRDefault="00C200DB" w:rsidP="00C200D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C200DB">
                              <w:rPr>
                                <w:rFonts w:asciiTheme="minorHAnsi" w:eastAsia="Verdana" w:hAnsiTheme="minorHAnsi" w:cs="Verdana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Heat store</w:t>
                            </w:r>
                          </w:p>
                        </w:txbxContent>
                      </wps:txbx>
                      <wps:bodyPr wrap="square" rtlCol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BF9ABF" id="TextBox 8" o:spid="_x0000_s1028" type="#_x0000_t202" style="position:absolute;margin-left:273.15pt;margin-top:184.7pt;width:167.75pt;height:61.8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" filled="f" stroked="f">
                <v:textbox>
                  <w:txbxContent>
                    <w:p w:rsidR="00C200DB" w:rsidRPr="00C200DB" w:rsidRDefault="00C200DB" w:rsidP="00C200D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/>
                        </w:rPr>
                      </w:pPr>
                      <w:r w:rsidRPr="00C200DB">
                        <w:rPr>
                          <w:rFonts w:asciiTheme="minorHAnsi" w:eastAsia="Verdana" w:hAnsiTheme="minorHAnsi" w:cs="Verdana"/>
                          <w:color w:val="000000" w:themeColor="text1"/>
                          <w:kern w:val="24"/>
                          <w:sz w:val="36"/>
                          <w:szCs w:val="36"/>
                        </w:rPr>
                        <w:t>Car</w:t>
                      </w:r>
                    </w:p>
                    <w:p w:rsidR="00C200DB" w:rsidRPr="00C200DB" w:rsidRDefault="00C200DB" w:rsidP="00C200D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/>
                        </w:rPr>
                      </w:pPr>
                      <w:r w:rsidRPr="00C200DB">
                        <w:rPr>
                          <w:rFonts w:asciiTheme="minorHAnsi" w:eastAsia="Verdana" w:hAnsiTheme="minorHAnsi" w:cs="Verdana"/>
                          <w:color w:val="000000" w:themeColor="text1"/>
                          <w:kern w:val="24"/>
                          <w:sz w:val="28"/>
                          <w:szCs w:val="28"/>
                        </w:rPr>
                        <w:t>Heat store</w:t>
                      </w:r>
                    </w:p>
                  </w:txbxContent>
                </v:textbox>
              </v:shape>
            </w:pict>
          </mc:Fallback>
        </mc:AlternateContent>
      </w:r>
      <w:r w:rsidRPr="00C200DB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7B4894BD" wp14:editId="2A7F08A1">
                <wp:simplePos x="0" y="0"/>
                <wp:positionH relativeFrom="column">
                  <wp:posOffset>3478530</wp:posOffset>
                </wp:positionH>
                <wp:positionV relativeFrom="paragraph">
                  <wp:posOffset>1781810</wp:posOffset>
                </wp:positionV>
                <wp:extent cx="2130725" cy="785004"/>
                <wp:effectExtent l="0" t="0" r="0" b="0"/>
                <wp:wrapNone/>
                <wp:docPr id="6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0725" cy="78500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200DB" w:rsidRPr="00C200DB" w:rsidRDefault="00C200DB" w:rsidP="00C200D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C200DB">
                              <w:rPr>
                                <w:rFonts w:asciiTheme="minorHAnsi" w:eastAsia="Verdana" w:hAnsiTheme="minorHAnsi" w:cs="Verdan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Car</w:t>
                            </w:r>
                          </w:p>
                          <w:p w:rsidR="00C200DB" w:rsidRPr="00C200DB" w:rsidRDefault="00C200DB" w:rsidP="00C200D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C200DB">
                              <w:rPr>
                                <w:rFonts w:asciiTheme="minorHAnsi" w:eastAsia="Verdana" w:hAnsiTheme="minorHAnsi" w:cs="Verdana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Kinetic store</w:t>
                            </w:r>
                          </w:p>
                        </w:txbxContent>
                      </wps:txbx>
                      <wps:bodyPr wrap="square" rtlCol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4894BD" id="TextBox 5" o:spid="_x0000_s1029" type="#_x0000_t202" style="position:absolute;margin-left:273.9pt;margin-top:140.3pt;width:167.75pt;height:61.8pt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" filled="f" stroked="f">
                <v:textbox>
                  <w:txbxContent>
                    <w:p w:rsidR="00C200DB" w:rsidRPr="00C200DB" w:rsidRDefault="00C200DB" w:rsidP="00C200D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/>
                        </w:rPr>
                      </w:pPr>
                      <w:r w:rsidRPr="00C200DB">
                        <w:rPr>
                          <w:rFonts w:asciiTheme="minorHAnsi" w:eastAsia="Verdana" w:hAnsiTheme="minorHAnsi" w:cs="Verdana"/>
                          <w:color w:val="000000" w:themeColor="text1"/>
                          <w:kern w:val="24"/>
                          <w:sz w:val="36"/>
                          <w:szCs w:val="36"/>
                        </w:rPr>
                        <w:t>Car</w:t>
                      </w:r>
                    </w:p>
                    <w:p w:rsidR="00C200DB" w:rsidRPr="00C200DB" w:rsidRDefault="00C200DB" w:rsidP="00C200D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/>
                        </w:rPr>
                      </w:pPr>
                      <w:r w:rsidRPr="00C200DB">
                        <w:rPr>
                          <w:rFonts w:asciiTheme="minorHAnsi" w:eastAsia="Verdana" w:hAnsiTheme="minorHAnsi" w:cs="Verdana"/>
                          <w:color w:val="000000" w:themeColor="text1"/>
                          <w:kern w:val="24"/>
                          <w:sz w:val="28"/>
                          <w:szCs w:val="28"/>
                        </w:rPr>
                        <w:t>Kinetic store</w:t>
                      </w:r>
                    </w:p>
                  </w:txbxContent>
                </v:textbox>
              </v:shape>
            </w:pict>
          </mc:Fallback>
        </mc:AlternateContent>
      </w:r>
      <w:r w:rsidRPr="00C200DB">
        <w:rPr>
          <w:b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7719CE30" wp14:editId="340808C4">
                <wp:simplePos x="0" y="0"/>
                <wp:positionH relativeFrom="column">
                  <wp:posOffset>123825</wp:posOffset>
                </wp:positionH>
                <wp:positionV relativeFrom="paragraph">
                  <wp:posOffset>2355850</wp:posOffset>
                </wp:positionV>
                <wp:extent cx="2130725" cy="785004"/>
                <wp:effectExtent l="0" t="0" r="0" b="0"/>
                <wp:wrapNone/>
                <wp:docPr id="7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0725" cy="78500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200DB" w:rsidRPr="00C200DB" w:rsidRDefault="00C200DB" w:rsidP="00C200D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C200DB">
                              <w:rPr>
                                <w:rFonts w:asciiTheme="minorHAnsi" w:eastAsia="Verdana" w:hAnsiTheme="minorHAnsi" w:cs="Verdan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Car</w:t>
                            </w:r>
                          </w:p>
                          <w:p w:rsidR="00C200DB" w:rsidRPr="00C200DB" w:rsidRDefault="00C200DB" w:rsidP="00C200D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C200DB">
                              <w:rPr>
                                <w:rFonts w:asciiTheme="minorHAnsi" w:eastAsia="Verdana" w:hAnsiTheme="minorHAnsi" w:cs="Verdana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Elastic store</w:t>
                            </w:r>
                          </w:p>
                        </w:txbxContent>
                      </wps:txbx>
                      <wps:bodyPr wrap="square" rtlCol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19CE30" id="TextBox 4" o:spid="_x0000_s1030" type="#_x0000_t202" style="position:absolute;margin-left:9.75pt;margin-top:185.5pt;width:167.75pt;height:61.8pt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" filled="f" stroked="f">
                <v:textbox>
                  <w:txbxContent>
                    <w:p w:rsidR="00C200DB" w:rsidRPr="00C200DB" w:rsidRDefault="00C200DB" w:rsidP="00C200D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/>
                        </w:rPr>
                      </w:pPr>
                      <w:r w:rsidRPr="00C200DB">
                        <w:rPr>
                          <w:rFonts w:asciiTheme="minorHAnsi" w:eastAsia="Verdana" w:hAnsiTheme="minorHAnsi" w:cs="Verdana"/>
                          <w:color w:val="000000" w:themeColor="text1"/>
                          <w:kern w:val="24"/>
                          <w:sz w:val="36"/>
                          <w:szCs w:val="36"/>
                        </w:rPr>
                        <w:t>Car</w:t>
                      </w:r>
                    </w:p>
                    <w:p w:rsidR="00C200DB" w:rsidRPr="00C200DB" w:rsidRDefault="00C200DB" w:rsidP="00C200D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/>
                        </w:rPr>
                      </w:pPr>
                      <w:r w:rsidRPr="00C200DB">
                        <w:rPr>
                          <w:rFonts w:asciiTheme="minorHAnsi" w:eastAsia="Verdana" w:hAnsiTheme="minorHAnsi" w:cs="Verdana"/>
                          <w:color w:val="000000" w:themeColor="text1"/>
                          <w:kern w:val="24"/>
                          <w:sz w:val="28"/>
                          <w:szCs w:val="28"/>
                        </w:rPr>
                        <w:t>Elastic store</w:t>
                      </w:r>
                    </w:p>
                  </w:txbxContent>
                </v:textbox>
              </v:shape>
            </w:pict>
          </mc:Fallback>
        </mc:AlternateContent>
      </w:r>
      <w:r w:rsidR="00434C78" w:rsidRPr="002629A0">
        <w:rPr>
          <w:noProof/>
          <w:lang w:eastAsia="en-GB"/>
        </w:rPr>
        <w:drawing>
          <wp:anchor distT="0" distB="0" distL="114300" distR="114300" simplePos="0" relativeHeight="251698176" behindDoc="0" locked="0" layoutInCell="1" allowOverlap="1" wp14:anchorId="133A910B" wp14:editId="48DB1AEE">
            <wp:simplePos x="0" y="0"/>
            <wp:positionH relativeFrom="column">
              <wp:posOffset>489763</wp:posOffset>
            </wp:positionH>
            <wp:positionV relativeFrom="paragraph">
              <wp:posOffset>1916201</wp:posOffset>
            </wp:positionV>
            <wp:extent cx="4806086" cy="1771401"/>
            <wp:effectExtent l="0" t="0" r="0" b="635"/>
            <wp:wrapNone/>
            <wp:docPr id="218" name="Picture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6086" cy="1771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2EF0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F87ED27" wp14:editId="6CA1A444">
                <wp:simplePos x="0" y="0"/>
                <wp:positionH relativeFrom="column">
                  <wp:posOffset>3781832</wp:posOffset>
                </wp:positionH>
                <wp:positionV relativeFrom="paragraph">
                  <wp:posOffset>373101</wp:posOffset>
                </wp:positionV>
                <wp:extent cx="1324051" cy="453390"/>
                <wp:effectExtent l="0" t="0" r="0" b="3810"/>
                <wp:wrapNone/>
                <wp:docPr id="200" name="Text Box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4051" cy="453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C92EF0" w:rsidRDefault="00C92EF0" w:rsidP="00C92EF0">
                            <w:pPr>
                              <w:jc w:val="center"/>
                            </w:pPr>
                            <w:r>
                              <w:t>The spring has wound-down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87ED27" id="Text Box 200" o:spid="_x0000_s1031" type="#_x0000_t202" style="position:absolute;margin-left:297.8pt;margin-top:29.4pt;width:104.25pt;height:35.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" filled="f" stroked="f" strokeweight=".5pt">
                <v:textbox>
                  <w:txbxContent>
                    <w:p w:rsidR="00C92EF0" w:rsidRDefault="00C92EF0" w:rsidP="00C92EF0">
                      <w:pPr>
                        <w:jc w:val="center"/>
                      </w:pPr>
                      <w:r>
                        <w:t>The spring has wound-down</w:t>
                      </w:r>
                    </w:p>
                  </w:txbxContent>
                </v:textbox>
              </v:shape>
            </w:pict>
          </mc:Fallback>
        </mc:AlternateContent>
      </w:r>
      <w:r w:rsidR="004507DA">
        <w:rPr>
          <w:b/>
          <w:noProof/>
          <w:lang w:eastAsia="en-GB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3378683</wp:posOffset>
            </wp:positionH>
            <wp:positionV relativeFrom="paragraph">
              <wp:posOffset>811810</wp:posOffset>
            </wp:positionV>
            <wp:extent cx="1820418" cy="620334"/>
            <wp:effectExtent l="0" t="0" r="0" b="8890"/>
            <wp:wrapNone/>
            <wp:docPr id="199" name="Picture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4F0E512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0418" cy="62033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507DA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53AB854" wp14:editId="48BE46A2">
                <wp:simplePos x="0" y="0"/>
                <wp:positionH relativeFrom="column">
                  <wp:posOffset>1287120</wp:posOffset>
                </wp:positionH>
                <wp:positionV relativeFrom="paragraph">
                  <wp:posOffset>738505</wp:posOffset>
                </wp:positionV>
                <wp:extent cx="1236268" cy="453390"/>
                <wp:effectExtent l="0" t="0" r="0" b="3810"/>
                <wp:wrapNone/>
                <wp:docPr id="198" name="Text Box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6268" cy="453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507DA" w:rsidRDefault="004507DA" w:rsidP="004507DA">
                            <w:pPr>
                              <w:jc w:val="center"/>
                            </w:pPr>
                            <w:r>
                              <w:t>Toy is wound</w:t>
                            </w:r>
                            <w:r w:rsidR="00C92EF0">
                              <w:t>-</w:t>
                            </w:r>
                            <w:r>
                              <w:t>up ready to 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AB854" id="Text Box 198" o:spid="_x0000_s1032" type="#_x0000_t202" style="position:absolute;margin-left:101.35pt;margin-top:58.15pt;width:97.35pt;height:35.7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" filled="f" stroked="f" strokeweight=".5pt">
                <v:textbox>
                  <w:txbxContent>
                    <w:p w:rsidR="004507DA" w:rsidRDefault="004507DA" w:rsidP="004507DA">
                      <w:pPr>
                        <w:jc w:val="center"/>
                      </w:pPr>
                      <w:r>
                        <w:t>Toy is wound</w:t>
                      </w:r>
                      <w:r w:rsidR="00C92EF0">
                        <w:t>-</w:t>
                      </w:r>
                      <w:r>
                        <w:t>up ready to go</w:t>
                      </w:r>
                    </w:p>
                  </w:txbxContent>
                </v:textbox>
              </v:shape>
            </w:pict>
          </mc:Fallback>
        </mc:AlternateContent>
      </w:r>
      <w:r w:rsidR="004507DA">
        <w:rPr>
          <w:noProof/>
          <w:szCs w:val="18"/>
          <w:lang w:eastAsia="en-GB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329184</wp:posOffset>
            </wp:positionH>
            <wp:positionV relativeFrom="paragraph">
              <wp:posOffset>804850</wp:posOffset>
            </wp:positionV>
            <wp:extent cx="1199693" cy="659547"/>
            <wp:effectExtent l="0" t="0" r="635" b="7620"/>
            <wp:wrapNone/>
            <wp:docPr id="196" name="Picture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4F06CD8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9693" cy="6595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F2762" w:rsidRDefault="000F2762" w:rsidP="006F3279">
      <w:pPr>
        <w:spacing w:after="240"/>
        <w:rPr>
          <w:szCs w:val="18"/>
        </w:rPr>
      </w:pPr>
    </w:p>
    <w:p w:rsidR="000F2762" w:rsidRDefault="00C200DB" w:rsidP="006F3279">
      <w:pPr>
        <w:spacing w:after="240"/>
        <w:rPr>
          <w:szCs w:val="18"/>
        </w:rPr>
      </w:pPr>
      <w:r w:rsidRPr="00C200DB">
        <w:rPr>
          <w:szCs w:val="18"/>
        </w:rPr>
        <w:t xml:space="preserve"> </w:t>
      </w:r>
      <w:r w:rsidRPr="00C200DB">
        <w:rPr>
          <w:noProof/>
          <w:szCs w:val="18"/>
          <w:lang w:eastAsia="en-GB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327419D3" wp14:editId="2B0F9390">
                <wp:simplePos x="0" y="0"/>
                <wp:positionH relativeFrom="column">
                  <wp:posOffset>3463290</wp:posOffset>
                </wp:positionH>
                <wp:positionV relativeFrom="paragraph">
                  <wp:posOffset>3037205</wp:posOffset>
                </wp:positionV>
                <wp:extent cx="2130725" cy="785004"/>
                <wp:effectExtent l="0" t="0" r="0" b="0"/>
                <wp:wrapNone/>
                <wp:docPr id="29" name="Text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0725" cy="78500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200DB" w:rsidRPr="00C200DB" w:rsidRDefault="00C200DB" w:rsidP="00C200D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C200DB">
                              <w:rPr>
                                <w:rFonts w:asciiTheme="minorHAnsi" w:eastAsia="Verdana" w:hAnsiTheme="minorHAnsi" w:cs="Verdan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Surroundings</w:t>
                            </w:r>
                          </w:p>
                          <w:p w:rsidR="00C200DB" w:rsidRPr="00C200DB" w:rsidRDefault="00C200DB" w:rsidP="00C200D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C200DB">
                              <w:rPr>
                                <w:rFonts w:asciiTheme="minorHAnsi" w:eastAsia="Verdana" w:hAnsiTheme="minorHAnsi" w:cs="Verdana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Heat store</w:t>
                            </w:r>
                          </w:p>
                        </w:txbxContent>
                      </wps:txbx>
                      <wps:bodyPr wrap="square" rtlCol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7419D3" id="_x0000_s1033" type="#_x0000_t202" style="position:absolute;margin-left:272.7pt;margin-top:239.15pt;width:167.75pt;height:61.8pt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" filled="f" stroked="f">
                <v:textbox>
                  <w:txbxContent>
                    <w:p w:rsidR="00C200DB" w:rsidRPr="00C200DB" w:rsidRDefault="00C200DB" w:rsidP="00C200D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/>
                        </w:rPr>
                      </w:pPr>
                      <w:r w:rsidRPr="00C200DB">
                        <w:rPr>
                          <w:rFonts w:asciiTheme="minorHAnsi" w:eastAsia="Verdana" w:hAnsiTheme="minorHAnsi" w:cs="Verdana"/>
                          <w:color w:val="000000" w:themeColor="text1"/>
                          <w:kern w:val="24"/>
                          <w:sz w:val="36"/>
                          <w:szCs w:val="36"/>
                        </w:rPr>
                        <w:t>Surroundings</w:t>
                      </w:r>
                    </w:p>
                    <w:p w:rsidR="00C200DB" w:rsidRPr="00C200DB" w:rsidRDefault="00C200DB" w:rsidP="00C200D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/>
                        </w:rPr>
                      </w:pPr>
                      <w:r w:rsidRPr="00C200DB">
                        <w:rPr>
                          <w:rFonts w:asciiTheme="minorHAnsi" w:eastAsia="Verdana" w:hAnsiTheme="minorHAnsi" w:cs="Verdana"/>
                          <w:color w:val="000000" w:themeColor="text1"/>
                          <w:kern w:val="24"/>
                          <w:sz w:val="28"/>
                          <w:szCs w:val="28"/>
                        </w:rPr>
                        <w:t>Heat store</w:t>
                      </w:r>
                    </w:p>
                  </w:txbxContent>
                </v:textbox>
              </v:shape>
            </w:pict>
          </mc:Fallback>
        </mc:AlternateContent>
      </w:r>
      <w:r w:rsidRPr="00C200DB">
        <w:rPr>
          <w:noProof/>
          <w:szCs w:val="18"/>
          <w:lang w:eastAsia="en-GB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0BCA2BF3" wp14:editId="6604CF7C">
                <wp:simplePos x="0" y="0"/>
                <wp:positionH relativeFrom="column">
                  <wp:posOffset>3472815</wp:posOffset>
                </wp:positionH>
                <wp:positionV relativeFrom="paragraph">
                  <wp:posOffset>2442210</wp:posOffset>
                </wp:positionV>
                <wp:extent cx="2130725" cy="785004"/>
                <wp:effectExtent l="0" t="0" r="0" b="0"/>
                <wp:wrapNone/>
                <wp:docPr id="31" name="Text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0725" cy="78500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200DB" w:rsidRPr="00C200DB" w:rsidRDefault="00C200DB" w:rsidP="00C200D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C200DB">
                              <w:rPr>
                                <w:rFonts w:asciiTheme="minorHAnsi" w:eastAsia="Verdana" w:hAnsiTheme="minorHAnsi" w:cs="Verdan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Ball</w:t>
                            </w:r>
                          </w:p>
                          <w:p w:rsidR="00C200DB" w:rsidRPr="00C200DB" w:rsidRDefault="00C200DB" w:rsidP="00C200D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C200DB">
                              <w:rPr>
                                <w:rFonts w:asciiTheme="minorHAnsi" w:eastAsia="Verdana" w:hAnsiTheme="minorHAnsi" w:cs="Verdana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Heat store</w:t>
                            </w:r>
                          </w:p>
                        </w:txbxContent>
                      </wps:txbx>
                      <wps:bodyPr wrap="square" rtlCol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BCA2BF3" id="_x0000_s1034" type="#_x0000_t202" style="position:absolute;margin-left:273.45pt;margin-top:192.3pt;width:167.75pt;height:61.8pt;z-index:25180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" filled="f" stroked="f">
                <v:textbox>
                  <w:txbxContent>
                    <w:p w:rsidR="00C200DB" w:rsidRPr="00C200DB" w:rsidRDefault="00C200DB" w:rsidP="00C200D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/>
                        </w:rPr>
                      </w:pPr>
                      <w:r w:rsidRPr="00C200DB">
                        <w:rPr>
                          <w:rFonts w:asciiTheme="minorHAnsi" w:eastAsia="Verdana" w:hAnsiTheme="minorHAnsi" w:cs="Verdana"/>
                          <w:color w:val="000000" w:themeColor="text1"/>
                          <w:kern w:val="24"/>
                          <w:sz w:val="36"/>
                          <w:szCs w:val="36"/>
                        </w:rPr>
                        <w:t>Ball</w:t>
                      </w:r>
                    </w:p>
                    <w:p w:rsidR="00C200DB" w:rsidRPr="00C200DB" w:rsidRDefault="00C200DB" w:rsidP="00C200D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/>
                        </w:rPr>
                      </w:pPr>
                      <w:r w:rsidRPr="00C200DB">
                        <w:rPr>
                          <w:rFonts w:asciiTheme="minorHAnsi" w:eastAsia="Verdana" w:hAnsiTheme="minorHAnsi" w:cs="Verdana"/>
                          <w:color w:val="000000" w:themeColor="text1"/>
                          <w:kern w:val="24"/>
                          <w:sz w:val="28"/>
                          <w:szCs w:val="28"/>
                        </w:rPr>
                        <w:t>Heat store</w:t>
                      </w:r>
                    </w:p>
                  </w:txbxContent>
                </v:textbox>
              </v:shape>
            </w:pict>
          </mc:Fallback>
        </mc:AlternateContent>
      </w:r>
      <w:r w:rsidRPr="00C200DB">
        <w:rPr>
          <w:noProof/>
          <w:szCs w:val="18"/>
          <w:lang w:eastAsia="en-GB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4A319814" wp14:editId="6BA41AEB">
                <wp:simplePos x="0" y="0"/>
                <wp:positionH relativeFrom="column">
                  <wp:posOffset>3510915</wp:posOffset>
                </wp:positionH>
                <wp:positionV relativeFrom="paragraph">
                  <wp:posOffset>1809750</wp:posOffset>
                </wp:positionV>
                <wp:extent cx="2130725" cy="785004"/>
                <wp:effectExtent l="0" t="0" r="0" b="0"/>
                <wp:wrapNone/>
                <wp:docPr id="28" name="Text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0725" cy="78500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200DB" w:rsidRPr="00C200DB" w:rsidRDefault="00C200DB" w:rsidP="00C200D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C200DB">
                              <w:rPr>
                                <w:rFonts w:asciiTheme="minorHAnsi" w:eastAsia="Verdana" w:hAnsiTheme="minorHAnsi" w:cs="Verdan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Ball</w:t>
                            </w:r>
                          </w:p>
                          <w:p w:rsidR="00C200DB" w:rsidRPr="00C200DB" w:rsidRDefault="00C200DB" w:rsidP="00C200D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C200DB">
                              <w:rPr>
                                <w:rFonts w:asciiTheme="minorHAnsi" w:eastAsia="Verdana" w:hAnsiTheme="minorHAnsi" w:cs="Verdana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Kinetic store</w:t>
                            </w:r>
                          </w:p>
                        </w:txbxContent>
                      </wps:txbx>
                      <wps:bodyPr wrap="square" rtlCol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319814" id="TextBox 6" o:spid="_x0000_s1035" type="#_x0000_t202" style="position:absolute;margin-left:276.45pt;margin-top:142.5pt;width:167.75pt;height:61.8pt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" filled="f" stroked="f">
                <v:textbox>
                  <w:txbxContent>
                    <w:p w:rsidR="00C200DB" w:rsidRPr="00C200DB" w:rsidRDefault="00C200DB" w:rsidP="00C200D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/>
                        </w:rPr>
                      </w:pPr>
                      <w:r w:rsidRPr="00C200DB">
                        <w:rPr>
                          <w:rFonts w:asciiTheme="minorHAnsi" w:eastAsia="Verdana" w:hAnsiTheme="minorHAnsi" w:cs="Verdana"/>
                          <w:color w:val="000000" w:themeColor="text1"/>
                          <w:kern w:val="24"/>
                          <w:sz w:val="36"/>
                          <w:szCs w:val="36"/>
                        </w:rPr>
                        <w:t>Ball</w:t>
                      </w:r>
                    </w:p>
                    <w:p w:rsidR="00C200DB" w:rsidRPr="00C200DB" w:rsidRDefault="00C200DB" w:rsidP="00C200D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/>
                        </w:rPr>
                      </w:pPr>
                      <w:r w:rsidRPr="00C200DB">
                        <w:rPr>
                          <w:rFonts w:asciiTheme="minorHAnsi" w:eastAsia="Verdana" w:hAnsiTheme="minorHAnsi" w:cs="Verdana"/>
                          <w:color w:val="000000" w:themeColor="text1"/>
                          <w:kern w:val="24"/>
                          <w:sz w:val="28"/>
                          <w:szCs w:val="28"/>
                        </w:rPr>
                        <w:t>Kinetic store</w:t>
                      </w:r>
                    </w:p>
                  </w:txbxContent>
                </v:textbox>
              </v:shape>
            </w:pict>
          </mc:Fallback>
        </mc:AlternateContent>
      </w:r>
      <w:r w:rsidRPr="00C200DB">
        <w:rPr>
          <w:noProof/>
          <w:szCs w:val="18"/>
          <w:lang w:eastAsia="en-GB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6B38E8FA" wp14:editId="014EBA02">
                <wp:simplePos x="0" y="0"/>
                <wp:positionH relativeFrom="column">
                  <wp:posOffset>152400</wp:posOffset>
                </wp:positionH>
                <wp:positionV relativeFrom="paragraph">
                  <wp:posOffset>2416175</wp:posOffset>
                </wp:positionV>
                <wp:extent cx="2130725" cy="785004"/>
                <wp:effectExtent l="0" t="0" r="0" b="0"/>
                <wp:wrapNone/>
                <wp:docPr id="27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0725" cy="78500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200DB" w:rsidRPr="00C200DB" w:rsidRDefault="00C200DB" w:rsidP="00C200D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C200DB">
                              <w:rPr>
                                <w:rFonts w:asciiTheme="minorHAnsi" w:eastAsia="Verdana" w:hAnsiTheme="minorHAnsi" w:cs="Verdana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Ball</w:t>
                            </w:r>
                          </w:p>
                          <w:p w:rsidR="00C200DB" w:rsidRPr="00C200DB" w:rsidRDefault="00C200DB" w:rsidP="00C200DB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/>
                              </w:rPr>
                            </w:pPr>
                            <w:r w:rsidRPr="00C200DB">
                              <w:rPr>
                                <w:rFonts w:asciiTheme="minorHAnsi" w:eastAsia="Verdana" w:hAnsiTheme="minorHAnsi" w:cs="Verdana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Gravitational store</w:t>
                            </w:r>
                          </w:p>
                        </w:txbxContent>
                      </wps:txbx>
                      <wps:bodyPr wrap="square" rtlCol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B38E8FA" id="_x0000_s1036" type="#_x0000_t202" style="position:absolute;margin-left:12pt;margin-top:190.25pt;width:167.75pt;height:61.8pt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" filled="f" stroked="f">
                <v:textbox>
                  <w:txbxContent>
                    <w:p w:rsidR="00C200DB" w:rsidRPr="00C200DB" w:rsidRDefault="00C200DB" w:rsidP="00C200D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/>
                        </w:rPr>
                      </w:pPr>
                      <w:r w:rsidRPr="00C200DB">
                        <w:rPr>
                          <w:rFonts w:asciiTheme="minorHAnsi" w:eastAsia="Verdana" w:hAnsiTheme="minorHAnsi" w:cs="Verdana"/>
                          <w:color w:val="000000" w:themeColor="text1"/>
                          <w:kern w:val="24"/>
                          <w:sz w:val="36"/>
                          <w:szCs w:val="36"/>
                        </w:rPr>
                        <w:t>Ball</w:t>
                      </w:r>
                    </w:p>
                    <w:p w:rsidR="00C200DB" w:rsidRPr="00C200DB" w:rsidRDefault="00C200DB" w:rsidP="00C200DB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/>
                        </w:rPr>
                      </w:pPr>
                      <w:r w:rsidRPr="00C200DB">
                        <w:rPr>
                          <w:rFonts w:asciiTheme="minorHAnsi" w:eastAsia="Verdana" w:hAnsiTheme="minorHAnsi" w:cs="Verdana"/>
                          <w:color w:val="000000" w:themeColor="text1"/>
                          <w:kern w:val="24"/>
                          <w:sz w:val="28"/>
                          <w:szCs w:val="28"/>
                        </w:rPr>
                        <w:t>Gravitational store</w:t>
                      </w:r>
                    </w:p>
                  </w:txbxContent>
                </v:textbox>
              </v:shape>
            </w:pict>
          </mc:Fallback>
        </mc:AlternateContent>
      </w:r>
      <w:r w:rsidRPr="00C200DB">
        <w:rPr>
          <w:szCs w:val="18"/>
        </w:rPr>
        <w:t xml:space="preserve"> </w:t>
      </w:r>
      <w:r w:rsidR="00112072" w:rsidRPr="002629A0">
        <w:rPr>
          <w:noProof/>
          <w:lang w:eastAsia="en-GB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488925</wp:posOffset>
            </wp:positionH>
            <wp:positionV relativeFrom="paragraph">
              <wp:posOffset>1958340</wp:posOffset>
            </wp:positionV>
            <wp:extent cx="4806086" cy="1771401"/>
            <wp:effectExtent l="0" t="0" r="0" b="635"/>
            <wp:wrapNone/>
            <wp:docPr id="195" name="Picture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6086" cy="1771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1207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BE6CFBE" wp14:editId="00BC650C">
                <wp:simplePos x="0" y="0"/>
                <wp:positionH relativeFrom="column">
                  <wp:posOffset>3445104</wp:posOffset>
                </wp:positionH>
                <wp:positionV relativeFrom="paragraph">
                  <wp:posOffset>415798</wp:posOffset>
                </wp:positionV>
                <wp:extent cx="1543507" cy="453542"/>
                <wp:effectExtent l="0" t="0" r="0" b="3810"/>
                <wp:wrapNone/>
                <wp:docPr id="194" name="Text Box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507" cy="4535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629A0" w:rsidRDefault="002629A0" w:rsidP="00112072">
                            <w:pPr>
                              <w:jc w:val="center"/>
                            </w:pPr>
                            <w:r>
                              <w:t xml:space="preserve">Ball is rolling </w:t>
                            </w:r>
                            <w:r w:rsidR="00112072">
                              <w:t xml:space="preserve">along </w:t>
                            </w:r>
                            <w:r>
                              <w:t>at the bottom of the slope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E6CFBE" id="Text Box 194" o:spid="_x0000_s1037" type="#_x0000_t202" style="position:absolute;margin-left:271.25pt;margin-top:32.75pt;width:121.55pt;height:35.7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" filled="f" stroked="f" strokeweight=".5pt">
                <v:textbox>
                  <w:txbxContent>
                    <w:p w:rsidR="002629A0" w:rsidRDefault="002629A0" w:rsidP="00112072">
                      <w:pPr>
                        <w:jc w:val="center"/>
                      </w:pPr>
                      <w:r>
                        <w:t xml:space="preserve">Ball is rolling </w:t>
                      </w:r>
                      <w:r w:rsidR="00112072">
                        <w:t xml:space="preserve">along </w:t>
                      </w:r>
                      <w:r>
                        <w:t>at the bottom of the slope</w:t>
                      </w:r>
                    </w:p>
                  </w:txbxContent>
                </v:textbox>
              </v:shape>
            </w:pict>
          </mc:Fallback>
        </mc:AlternateContent>
      </w:r>
      <w:r w:rsidR="00112072"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3779672</wp:posOffset>
                </wp:positionH>
                <wp:positionV relativeFrom="paragraph">
                  <wp:posOffset>851027</wp:posOffset>
                </wp:positionV>
                <wp:extent cx="1044248" cy="617509"/>
                <wp:effectExtent l="57150" t="0" r="22860" b="11430"/>
                <wp:wrapNone/>
                <wp:docPr id="192" name="Group 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4248" cy="617509"/>
                          <a:chOff x="0" y="0"/>
                          <a:chExt cx="1044248" cy="617509"/>
                        </a:xfrm>
                      </wpg:grpSpPr>
                      <wpg:grpSp>
                        <wpg:cNvPr id="15" name="Group 23"/>
                        <wpg:cNvGrpSpPr>
                          <a:grpSpLocks noChangeAspect="1"/>
                        </wpg:cNvGrpSpPr>
                        <wpg:grpSpPr>
                          <a:xfrm rot="1058722">
                            <a:off x="0" y="0"/>
                            <a:ext cx="658239" cy="617509"/>
                            <a:chOff x="0" y="0"/>
                            <a:chExt cx="1392381" cy="1308634"/>
                          </a:xfrm>
                        </wpg:grpSpPr>
                        <wps:wsp>
                          <wps:cNvPr id="16" name="Rectangle 16"/>
                          <wps:cNvSpPr/>
                          <wps:spPr>
                            <a:xfrm>
                              <a:off x="53107" y="1103910"/>
                              <a:ext cx="1176824" cy="45775"/>
                            </a:xfrm>
                            <a:prstGeom prst="rect">
                              <a:avLst/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 w="9525">
                              <a:solidFill>
                                <a:schemeClr val="bg2">
                                  <a:lumMod val="1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7" name="Oval 17"/>
                          <wps:cNvSpPr/>
                          <wps:spPr>
                            <a:xfrm>
                              <a:off x="246191" y="204317"/>
                              <a:ext cx="900000" cy="900000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solidFill>
                                <a:srgbClr val="008A3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18" name="Arc 18"/>
                          <wps:cNvSpPr/>
                          <wps:spPr>
                            <a:xfrm>
                              <a:off x="101539" y="97614"/>
                              <a:ext cx="1189304" cy="1162054"/>
                            </a:xfrm>
                            <a:prstGeom prst="arc">
                              <a:avLst>
                                <a:gd name="adj1" fmla="val 14188742"/>
                                <a:gd name="adj2" fmla="val 19295597"/>
                              </a:avLst>
                            </a:prstGeom>
                            <a:ln>
                              <a:solidFill>
                                <a:srgbClr val="008A3E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tlCol="0" anchor="ctr"/>
                        </wps:wsp>
                        <wps:wsp>
                          <wps:cNvPr id="19" name="Arc 19"/>
                          <wps:cNvSpPr/>
                          <wps:spPr>
                            <a:xfrm>
                              <a:off x="0" y="0"/>
                              <a:ext cx="1392381" cy="1308634"/>
                            </a:xfrm>
                            <a:prstGeom prst="arc">
                              <a:avLst>
                                <a:gd name="adj1" fmla="val 17433814"/>
                                <a:gd name="adj2" fmla="val 21489266"/>
                              </a:avLst>
                            </a:prstGeom>
                            <a:ln>
                              <a:solidFill>
                                <a:srgbClr val="008A3E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30" name="Rectangle 30"/>
                        <wps:cNvSpPr/>
                        <wps:spPr>
                          <a:xfrm>
                            <a:off x="488232" y="583396"/>
                            <a:ext cx="556016" cy="2159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25000"/>
                            </a:schemeClr>
                          </a:solidFill>
                          <a:ln w="9525">
                            <a:solidFill>
                              <a:schemeClr val="bg2">
                                <a:lumMod val="1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C68C0B" id="Group 192" o:spid="_x0000_s1026" style="position:absolute;margin-left:297.6pt;margin-top:67pt;width:82.2pt;height:48.6pt;z-index:251676672" coordsize="10442,6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">
                <v:group id="Group 23" o:spid="_x0000_s1027" style="position:absolute;width:6582;height:6175;rotation:1156407fd" coordsize="13923,13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">
                  <o:lock v:ext="edit" aspectratio="t"/>
                  <v:rect id="Rectangle 16" o:spid="_x0000_s1028" style="position:absolute;left:531;top:11039;width:11768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" fillcolor="#484329 [814]" strokecolor="#1c1a10 [334]"/>
                  <v:oval id="Oval 17" o:spid="_x0000_s1029" style="position:absolute;left:2461;top:2043;width:90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" fillcolor="#00b050" strokecolor="#008a3e"/>
                  <v:shape id="Arc 18" o:spid="_x0000_s1030" style="position:absolute;left:1015;top:976;width:11893;height:11620;visibility:visible;mso-wrap-style:square;v-text-anchor:middle" coordsize="1189304,1162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" path="m271545,93253nsc526576,-68030,865019,-15557,1056425,214942l594652,581027,271545,93253xem271545,93253nfc526576,-68030,865019,-15557,1056425,214942e" filled="f" strokecolor="#008a3e">
                    <v:path arrowok="t" o:connecttype="custom" o:connectlocs="271545,93253;1056425,214942" o:connectangles="0,0"/>
                  </v:shape>
                  <v:shape id="Arc 19" o:spid="_x0000_s1031" style="position:absolute;width:13923;height:13086;visibility:visible;mso-wrap-style:square;v-text-anchor:middle" coordsize="1392381,1308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" path="m927689,37234nsc1197904,126778,1382155,362770,1391972,631898l696191,654317,927689,37234xem927689,37234nfc1197904,126778,1382155,362770,1391972,631898e" filled="f" strokecolor="#008a3e">
                    <v:path arrowok="t" o:connecttype="custom" o:connectlocs="927689,37234;1391972,631898" o:connectangles="0,0"/>
                  </v:shape>
                </v:group>
                <v:rect id="Rectangle 30" o:spid="_x0000_s1032" style="position:absolute;left:4882;top:5833;width:5560;height: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" fillcolor="#484329 [814]" strokecolor="#1c1a10 [334]"/>
              </v:group>
            </w:pict>
          </mc:Fallback>
        </mc:AlternateContent>
      </w:r>
      <w:r w:rsidR="00112072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1309421</wp:posOffset>
                </wp:positionH>
                <wp:positionV relativeFrom="paragraph">
                  <wp:posOffset>701167</wp:posOffset>
                </wp:positionV>
                <wp:extent cx="1426464" cy="453390"/>
                <wp:effectExtent l="0" t="0" r="0" b="3810"/>
                <wp:wrapNone/>
                <wp:docPr id="193" name="Text Box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6464" cy="453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629A0" w:rsidRDefault="002629A0" w:rsidP="00112072">
                            <w:pPr>
                              <w:jc w:val="center"/>
                            </w:pPr>
                            <w:r>
                              <w:t xml:space="preserve">Ball is </w:t>
                            </w:r>
                            <w:r w:rsidR="00112072">
                              <w:t>not moving</w:t>
                            </w:r>
                            <w:r>
                              <w:t xml:space="preserve"> at the top of </w:t>
                            </w:r>
                            <w:r w:rsidR="00112072">
                              <w:t>the</w:t>
                            </w:r>
                            <w:r>
                              <w:t xml:space="preserve"> slope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3" o:spid="_x0000_s1038" type="#_x0000_t202" style="position:absolute;margin-left:103.1pt;margin-top:55.2pt;width:112.3pt;height:35.7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" filled="f" stroked="f" strokeweight=".5pt">
                <v:textbox>
                  <w:txbxContent>
                    <w:p w:rsidR="002629A0" w:rsidRDefault="002629A0" w:rsidP="00112072">
                      <w:pPr>
                        <w:jc w:val="center"/>
                      </w:pPr>
                      <w:r>
                        <w:t xml:space="preserve">Ball is </w:t>
                      </w:r>
                      <w:r w:rsidR="00112072">
                        <w:t>not moving</w:t>
                      </w:r>
                      <w:r>
                        <w:t xml:space="preserve"> at the top of </w:t>
                      </w:r>
                      <w:r w:rsidR="00112072">
                        <w:t>the</w:t>
                      </w:r>
                      <w:r>
                        <w:t xml:space="preserve"> slope</w:t>
                      </w:r>
                    </w:p>
                  </w:txbxContent>
                </v:textbox>
              </v:shape>
            </w:pict>
          </mc:Fallback>
        </mc:AlternateContent>
      </w:r>
      <w:r w:rsidR="00112072"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02F75A01" wp14:editId="664498BA">
                <wp:simplePos x="0" y="0"/>
                <wp:positionH relativeFrom="column">
                  <wp:posOffset>739699</wp:posOffset>
                </wp:positionH>
                <wp:positionV relativeFrom="paragraph">
                  <wp:posOffset>810768</wp:posOffset>
                </wp:positionV>
                <wp:extent cx="917463" cy="446259"/>
                <wp:effectExtent l="57150" t="76200" r="0" b="144780"/>
                <wp:wrapNone/>
                <wp:docPr id="20" name="Group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 rot="1116190">
                          <a:off x="0" y="0"/>
                          <a:ext cx="917463" cy="446259"/>
                          <a:chOff x="53224" y="204317"/>
                          <a:chExt cx="1940719" cy="945719"/>
                        </a:xfrm>
                      </wpg:grpSpPr>
                      <wps:wsp>
                        <wps:cNvPr id="21" name="Rectangle 21"/>
                        <wps:cNvSpPr/>
                        <wps:spPr>
                          <a:xfrm>
                            <a:off x="53224" y="1104317"/>
                            <a:ext cx="1940719" cy="45719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25000"/>
                            </a:schemeClr>
                          </a:solidFill>
                          <a:ln w="9525">
                            <a:solidFill>
                              <a:schemeClr val="bg2">
                                <a:lumMod val="1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2" name="Oval 22"/>
                        <wps:cNvSpPr/>
                        <wps:spPr>
                          <a:xfrm>
                            <a:off x="246191" y="204317"/>
                            <a:ext cx="900000" cy="900000"/>
                          </a:xfrm>
                          <a:prstGeom prst="ellipse">
                            <a:avLst/>
                          </a:prstGeom>
                          <a:solidFill>
                            <a:srgbClr val="00B050"/>
                          </a:solidFill>
                          <a:ln w="9525">
                            <a:solidFill>
                              <a:srgbClr val="008A3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EECA6ED" id="Group 23" o:spid="_x0000_s1026" style="position:absolute;margin-left:58.25pt;margin-top:63.85pt;width:72.25pt;height:35.15pt;rotation:1219177fd;z-index:251673600;mso-width-relative:margin;mso-height-relative:margin" coordorigin="532,2043" coordsize="19407,9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">
                <o:lock v:ext="edit" aspectratio="t"/>
                <v:rect id="Rectangle 21" o:spid="_x0000_s1027" style="position:absolute;left:532;top:11043;width:1940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" fillcolor="#484329 [814]" strokecolor="#1c1a10 [334]"/>
                <v:oval id="Oval 22" o:spid="_x0000_s1028" style="position:absolute;left:2461;top:2043;width:90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" fillcolor="#00b050" strokecolor="#008a3e"/>
              </v:group>
            </w:pict>
          </mc:Fallback>
        </mc:AlternateContent>
      </w:r>
      <w:r w:rsidR="000F2762" w:rsidRPr="000F2762">
        <w:rPr>
          <w:noProof/>
          <w:szCs w:val="18"/>
          <w:lang w:eastAsia="en-GB"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7D15BA1C" wp14:editId="4591B7C9">
                <wp:simplePos x="0" y="0"/>
                <wp:positionH relativeFrom="column">
                  <wp:posOffset>-38100</wp:posOffset>
                </wp:positionH>
                <wp:positionV relativeFrom="paragraph">
                  <wp:posOffset>260350</wp:posOffset>
                </wp:positionV>
                <wp:extent cx="5760000" cy="3600000"/>
                <wp:effectExtent l="0" t="0" r="12700" b="19685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00" cy="360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12BEA" w:rsidRDefault="00D12BEA" w:rsidP="00D12BEA">
                            <w:pPr>
                              <w:spacing w:after="240"/>
                              <w:ind w:firstLine="720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12BEA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Ball rolling down a slope</w:t>
                            </w:r>
                          </w:p>
                          <w:p w:rsidR="002629A0" w:rsidRPr="000F2762" w:rsidRDefault="002629A0" w:rsidP="002629A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2629A0" w:rsidRPr="000F2762" w:rsidRDefault="002629A0" w:rsidP="002629A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2629A0" w:rsidRPr="000F2762" w:rsidRDefault="002629A0" w:rsidP="002629A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2629A0" w:rsidRPr="000F2762" w:rsidRDefault="002629A0" w:rsidP="002629A0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112072" w:rsidRDefault="002629A0" w:rsidP="00112072">
                            <w:pPr>
                              <w:spacing w:after="180"/>
                              <w:ind w:left="720" w:firstLine="720"/>
                              <w:rPr>
                                <w:sz w:val="28"/>
                                <w:szCs w:val="28"/>
                              </w:rPr>
                            </w:pPr>
                            <w:r w:rsidRPr="000F2762">
                              <w:rPr>
                                <w:sz w:val="28"/>
                                <w:szCs w:val="28"/>
                              </w:rPr>
                              <w:t>Start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  <w:t>End</w:t>
                            </w:r>
                          </w:p>
                          <w:p w:rsidR="002629A0" w:rsidRDefault="002629A0" w:rsidP="00112072">
                            <w:pPr>
                              <w:spacing w:after="18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2629A0" w:rsidRPr="00D12BEA" w:rsidRDefault="002629A0" w:rsidP="00D12BEA">
                            <w:pPr>
                              <w:spacing w:after="240"/>
                              <w:ind w:firstLine="720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0F2762" w:rsidRDefault="000F2762" w:rsidP="000F2762"/>
                          <w:p w:rsidR="00112072" w:rsidRDefault="00112072" w:rsidP="000F2762"/>
                          <w:p w:rsidR="00112072" w:rsidRDefault="00112072" w:rsidP="000F2762"/>
                          <w:p w:rsidR="00112072" w:rsidRDefault="00112072" w:rsidP="000F2762"/>
                          <w:p w:rsidR="00112072" w:rsidRDefault="00112072" w:rsidP="000F2762"/>
                          <w:p w:rsidR="00112072" w:rsidRDefault="00112072" w:rsidP="000F2762"/>
                          <w:p w:rsidR="00112072" w:rsidRDefault="00112072" w:rsidP="00112072">
                            <w:pPr>
                              <w:jc w:val="center"/>
                            </w:pPr>
                            <w:r>
                              <w:t>Energy transfer diagram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15BA1C" id="_x0000_s1039" type="#_x0000_t202" style="position:absolute;margin-left:-3pt;margin-top:20.5pt;width:453.55pt;height:283.45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">
                <v:textbox>
                  <w:txbxContent>
                    <w:p w:rsidR="00D12BEA" w:rsidRDefault="00D12BEA" w:rsidP="00D12BEA">
                      <w:pPr>
                        <w:spacing w:after="240"/>
                        <w:ind w:firstLine="720"/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  <w:r w:rsidRPr="00D12BEA">
                        <w:rPr>
                          <w:b/>
                          <w:sz w:val="28"/>
                          <w:szCs w:val="28"/>
                          <w:u w:val="single"/>
                        </w:rPr>
                        <w:t>Ball rolling down a slope</w:t>
                      </w:r>
                    </w:p>
                    <w:p w:rsidR="002629A0" w:rsidRPr="000F2762" w:rsidRDefault="002629A0" w:rsidP="002629A0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2629A0" w:rsidRPr="000F2762" w:rsidRDefault="002629A0" w:rsidP="002629A0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2629A0" w:rsidRPr="000F2762" w:rsidRDefault="002629A0" w:rsidP="002629A0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2629A0" w:rsidRPr="000F2762" w:rsidRDefault="002629A0" w:rsidP="002629A0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112072" w:rsidRDefault="002629A0" w:rsidP="00112072">
                      <w:pPr>
                        <w:spacing w:after="180"/>
                        <w:ind w:left="720" w:firstLine="720"/>
                        <w:rPr>
                          <w:sz w:val="28"/>
                          <w:szCs w:val="28"/>
                        </w:rPr>
                      </w:pPr>
                      <w:r w:rsidRPr="000F2762">
                        <w:rPr>
                          <w:sz w:val="28"/>
                          <w:szCs w:val="28"/>
                        </w:rPr>
                        <w:t>Start</w:t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  <w:t>End</w:t>
                      </w:r>
                    </w:p>
                    <w:p w:rsidR="002629A0" w:rsidRDefault="002629A0" w:rsidP="00112072">
                      <w:pPr>
                        <w:spacing w:after="180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2629A0" w:rsidRPr="00D12BEA" w:rsidRDefault="002629A0" w:rsidP="00D12BEA">
                      <w:pPr>
                        <w:spacing w:after="240"/>
                        <w:ind w:firstLine="720"/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:rsidR="000F2762" w:rsidRDefault="000F2762" w:rsidP="000F2762"/>
                    <w:p w:rsidR="00112072" w:rsidRDefault="00112072" w:rsidP="000F2762"/>
                    <w:p w:rsidR="00112072" w:rsidRDefault="00112072" w:rsidP="000F2762"/>
                    <w:p w:rsidR="00112072" w:rsidRDefault="00112072" w:rsidP="000F2762"/>
                    <w:p w:rsidR="00112072" w:rsidRDefault="00112072" w:rsidP="000F2762"/>
                    <w:p w:rsidR="00112072" w:rsidRDefault="00112072" w:rsidP="000F2762"/>
                    <w:p w:rsidR="00112072" w:rsidRDefault="00112072" w:rsidP="00112072">
                      <w:pPr>
                        <w:jc w:val="center"/>
                      </w:pPr>
                      <w:r>
                        <w:t>Energy transfer diagram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F2762" w:rsidRDefault="000F2762" w:rsidP="006F3279">
      <w:pPr>
        <w:spacing w:after="240"/>
        <w:rPr>
          <w:szCs w:val="18"/>
        </w:rPr>
      </w:pPr>
    </w:p>
    <w:p w:rsidR="00434C78" w:rsidRDefault="007D28A2" w:rsidP="00434C78">
      <w:pPr>
        <w:spacing w:after="240"/>
        <w:rPr>
          <w:szCs w:val="18"/>
        </w:rPr>
      </w:pPr>
      <w:r w:rsidRPr="007D28A2">
        <w:rPr>
          <w:noProof/>
          <w:szCs w:val="18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043684B2" wp14:editId="3A8D5EEE">
                <wp:simplePos x="0" y="0"/>
                <wp:positionH relativeFrom="column">
                  <wp:posOffset>114300</wp:posOffset>
                </wp:positionH>
                <wp:positionV relativeFrom="paragraph">
                  <wp:posOffset>2352675</wp:posOffset>
                </wp:positionV>
                <wp:extent cx="2130425" cy="784860"/>
                <wp:effectExtent l="0" t="0" r="0" b="0"/>
                <wp:wrapNone/>
                <wp:docPr id="240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0425" cy="784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D28A2" w:rsidRPr="007D28A2" w:rsidRDefault="007D28A2" w:rsidP="007D28A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7D28A2">
                              <w:rPr>
                                <w:rFonts w:asciiTheme="minorHAnsi" w:eastAsia="Verdana" w:hAnsiTheme="minorHAnsi" w:cstheme="minorHAns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Arm</w:t>
                            </w:r>
                          </w:p>
                          <w:p w:rsidR="007D28A2" w:rsidRPr="007D28A2" w:rsidRDefault="007D28A2" w:rsidP="007D28A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7D28A2">
                              <w:rPr>
                                <w:rFonts w:asciiTheme="minorHAnsi" w:eastAsia="Verdana" w:hAnsiTheme="minorHAnsi" w:cstheme="minorHAns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Chemical store</w:t>
                            </w:r>
                          </w:p>
                        </w:txbxContent>
                      </wps:txbx>
                      <wps:bodyPr wrap="square" rtlCol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43684B2" id="_x0000_s1040" type="#_x0000_t202" style="position:absolute;margin-left:9pt;margin-top:185.25pt;width:167.75pt;height:61.8pt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" filled="f" stroked="f">
                <v:textbox>
                  <w:txbxContent>
                    <w:p w:rsidR="007D28A2" w:rsidRPr="007D28A2" w:rsidRDefault="007D28A2" w:rsidP="007D28A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7D28A2">
                        <w:rPr>
                          <w:rFonts w:asciiTheme="minorHAnsi" w:eastAsia="Verdana" w:hAnsiTheme="minorHAnsi" w:cstheme="minorHAnsi"/>
                          <w:color w:val="000000" w:themeColor="text1"/>
                          <w:kern w:val="24"/>
                          <w:sz w:val="36"/>
                          <w:szCs w:val="36"/>
                        </w:rPr>
                        <w:t>Arm</w:t>
                      </w:r>
                    </w:p>
                    <w:p w:rsidR="007D28A2" w:rsidRPr="007D28A2" w:rsidRDefault="007D28A2" w:rsidP="007D28A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7D28A2">
                        <w:rPr>
                          <w:rFonts w:asciiTheme="minorHAnsi" w:eastAsia="Verdana" w:hAnsiTheme="minorHAnsi" w:cstheme="minorHAnsi"/>
                          <w:color w:val="000000" w:themeColor="text1"/>
                          <w:kern w:val="24"/>
                          <w:sz w:val="28"/>
                          <w:szCs w:val="28"/>
                        </w:rPr>
                        <w:t>Chemical store</w:t>
                      </w:r>
                    </w:p>
                  </w:txbxContent>
                </v:textbox>
              </v:shape>
            </w:pict>
          </mc:Fallback>
        </mc:AlternateContent>
      </w:r>
      <w:r w:rsidRPr="007D28A2">
        <w:rPr>
          <w:noProof/>
          <w:szCs w:val="18"/>
          <w:lang w:eastAsia="en-GB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2861C166" wp14:editId="49451D80">
                <wp:simplePos x="0" y="0"/>
                <wp:positionH relativeFrom="column">
                  <wp:posOffset>3448050</wp:posOffset>
                </wp:positionH>
                <wp:positionV relativeFrom="paragraph">
                  <wp:posOffset>2790825</wp:posOffset>
                </wp:positionV>
                <wp:extent cx="2130425" cy="784860"/>
                <wp:effectExtent l="0" t="0" r="0" b="0"/>
                <wp:wrapNone/>
                <wp:docPr id="242" name="Text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0425" cy="784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D28A2" w:rsidRPr="007D28A2" w:rsidRDefault="007D28A2" w:rsidP="007D28A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7D28A2">
                              <w:rPr>
                                <w:rFonts w:asciiTheme="minorHAnsi" w:eastAsia="Verdana" w:hAnsiTheme="minorHAnsi" w:cstheme="minorHAns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Surroundings</w:t>
                            </w:r>
                          </w:p>
                          <w:p w:rsidR="007D28A2" w:rsidRPr="007D28A2" w:rsidRDefault="007D28A2" w:rsidP="007D28A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7D28A2">
                              <w:rPr>
                                <w:rFonts w:asciiTheme="minorHAnsi" w:eastAsia="Verdana" w:hAnsiTheme="minorHAnsi" w:cstheme="minorHAns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Heat store</w:t>
                            </w:r>
                          </w:p>
                        </w:txbxContent>
                      </wps:txbx>
                      <wps:bodyPr wrap="square" rtlCol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61C166" id="_x0000_s1041" type="#_x0000_t202" style="position:absolute;margin-left:271.5pt;margin-top:219.75pt;width:167.75pt;height:61.8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" filled="f" stroked="f">
                <v:textbox>
                  <w:txbxContent>
                    <w:p w:rsidR="007D28A2" w:rsidRPr="007D28A2" w:rsidRDefault="007D28A2" w:rsidP="007D28A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7D28A2">
                        <w:rPr>
                          <w:rFonts w:asciiTheme="minorHAnsi" w:eastAsia="Verdana" w:hAnsiTheme="minorHAnsi" w:cstheme="minorHAnsi"/>
                          <w:color w:val="000000" w:themeColor="text1"/>
                          <w:kern w:val="24"/>
                          <w:sz w:val="36"/>
                          <w:szCs w:val="36"/>
                        </w:rPr>
                        <w:t>Surroundings</w:t>
                      </w:r>
                    </w:p>
                    <w:p w:rsidR="007D28A2" w:rsidRPr="007D28A2" w:rsidRDefault="007D28A2" w:rsidP="007D28A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7D28A2">
                        <w:rPr>
                          <w:rFonts w:asciiTheme="minorHAnsi" w:eastAsia="Verdana" w:hAnsiTheme="minorHAnsi" w:cstheme="minorHAnsi"/>
                          <w:color w:val="000000" w:themeColor="text1"/>
                          <w:kern w:val="24"/>
                          <w:sz w:val="28"/>
                          <w:szCs w:val="28"/>
                        </w:rPr>
                        <w:t>Heat store</w:t>
                      </w:r>
                    </w:p>
                  </w:txbxContent>
                </v:textbox>
              </v:shape>
            </w:pict>
          </mc:Fallback>
        </mc:AlternateContent>
      </w:r>
      <w:r w:rsidRPr="007D28A2">
        <w:rPr>
          <w:noProof/>
          <w:szCs w:val="18"/>
          <w:lang w:eastAsia="en-GB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69FAECDC" wp14:editId="5A5D9627">
                <wp:simplePos x="0" y="0"/>
                <wp:positionH relativeFrom="column">
                  <wp:posOffset>3276600</wp:posOffset>
                </wp:positionH>
                <wp:positionV relativeFrom="paragraph">
                  <wp:posOffset>1877695</wp:posOffset>
                </wp:positionV>
                <wp:extent cx="2423795" cy="784860"/>
                <wp:effectExtent l="0" t="0" r="0" b="0"/>
                <wp:wrapNone/>
                <wp:docPr id="243" name="Text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3795" cy="784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D28A2" w:rsidRPr="007D28A2" w:rsidRDefault="007D28A2" w:rsidP="007D28A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7D28A2">
                              <w:rPr>
                                <w:rFonts w:asciiTheme="minorHAnsi" w:eastAsia="Verdana" w:hAnsiTheme="minorHAnsi" w:cstheme="minorHAns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Magnets</w:t>
                            </w:r>
                          </w:p>
                          <w:p w:rsidR="007D28A2" w:rsidRPr="007D28A2" w:rsidRDefault="007D28A2" w:rsidP="007D28A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7D28A2">
                              <w:rPr>
                                <w:rFonts w:asciiTheme="minorHAnsi" w:eastAsia="Verdana" w:hAnsiTheme="minorHAnsi" w:cstheme="minorHAnsi"/>
                                <w:color w:val="000000" w:themeColor="text1"/>
                                <w:kern w:val="24"/>
                              </w:rPr>
                              <w:t>Electromagnetic store</w:t>
                            </w:r>
                          </w:p>
                        </w:txbxContent>
                      </wps:txbx>
                      <wps:bodyPr wrap="square" rtlCol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FAECDC" id="_x0000_s1042" type="#_x0000_t202" style="position:absolute;margin-left:258pt;margin-top:147.85pt;width:190.85pt;height:61.8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" filled="f" stroked="f">
                <v:textbox>
                  <w:txbxContent>
                    <w:p w:rsidR="007D28A2" w:rsidRPr="007D28A2" w:rsidRDefault="007D28A2" w:rsidP="007D28A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7D28A2">
                        <w:rPr>
                          <w:rFonts w:asciiTheme="minorHAnsi" w:eastAsia="Verdana" w:hAnsiTheme="minorHAnsi" w:cstheme="minorHAnsi"/>
                          <w:color w:val="000000" w:themeColor="text1"/>
                          <w:kern w:val="24"/>
                          <w:sz w:val="36"/>
                          <w:szCs w:val="36"/>
                        </w:rPr>
                        <w:t>Magnets</w:t>
                      </w:r>
                    </w:p>
                    <w:p w:rsidR="007D28A2" w:rsidRPr="007D28A2" w:rsidRDefault="007D28A2" w:rsidP="007D28A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7D28A2">
                        <w:rPr>
                          <w:rFonts w:asciiTheme="minorHAnsi" w:eastAsia="Verdana" w:hAnsiTheme="minorHAnsi" w:cstheme="minorHAnsi"/>
                          <w:color w:val="000000" w:themeColor="text1"/>
                          <w:kern w:val="24"/>
                        </w:rPr>
                        <w:t>Electromagnetic store</w:t>
                      </w:r>
                    </w:p>
                  </w:txbxContent>
                </v:textbox>
              </v:shape>
            </w:pict>
          </mc:Fallback>
        </mc:AlternateContent>
      </w:r>
      <w:r w:rsidR="00190937">
        <w:rPr>
          <w:noProof/>
          <w:szCs w:val="18"/>
          <w:lang w:eastAsia="en-GB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451262</wp:posOffset>
                </wp:positionH>
                <wp:positionV relativeFrom="paragraph">
                  <wp:posOffset>2018805</wp:posOffset>
                </wp:positionV>
                <wp:extent cx="4800831" cy="1443545"/>
                <wp:effectExtent l="0" t="0" r="19050" b="23495"/>
                <wp:wrapNone/>
                <wp:docPr id="8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00831" cy="1443545"/>
                          <a:chOff x="0" y="0"/>
                          <a:chExt cx="4800831" cy="1443545"/>
                        </a:xfrm>
                      </wpg:grpSpPr>
                      <wps:wsp>
                        <wps:cNvPr id="235" name="Rounded Rectangle 235"/>
                        <wps:cNvSpPr/>
                        <wps:spPr>
                          <a:xfrm>
                            <a:off x="0" y="498764"/>
                            <a:ext cx="1475740" cy="541020"/>
                          </a:xfrm>
                          <a:prstGeom prst="roundRect">
                            <a:avLst>
                              <a:gd name="adj" fmla="val 18019"/>
                            </a:avLst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6" name="Rounded Rectangle 236"/>
                        <wps:cNvSpPr/>
                        <wps:spPr>
                          <a:xfrm>
                            <a:off x="3313216" y="0"/>
                            <a:ext cx="1475740" cy="541020"/>
                          </a:xfrm>
                          <a:prstGeom prst="roundRect">
                            <a:avLst>
                              <a:gd name="adj" fmla="val 18019"/>
                            </a:avLst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7" name="Straight Arrow Connector 237"/>
                        <wps:cNvCnPr/>
                        <wps:spPr>
                          <a:xfrm flipV="1">
                            <a:off x="1638795" y="285008"/>
                            <a:ext cx="1521562" cy="402336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8" name="Rounded Rectangle 238"/>
                        <wps:cNvSpPr/>
                        <wps:spPr>
                          <a:xfrm>
                            <a:off x="3325091" y="902525"/>
                            <a:ext cx="1475740" cy="541020"/>
                          </a:xfrm>
                          <a:prstGeom prst="roundRect">
                            <a:avLst>
                              <a:gd name="adj" fmla="val 18019"/>
                            </a:avLst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" name="Straight Arrow Connector 239"/>
                        <wps:cNvCnPr/>
                        <wps:spPr>
                          <a:xfrm>
                            <a:off x="1638795" y="866899"/>
                            <a:ext cx="1499616" cy="27835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430751" id="Group 8" o:spid="_x0000_s1026" style="position:absolute;margin-left:35.55pt;margin-top:158.95pt;width:378pt;height:113.65pt;z-index:251726848" coordsize="48008,14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">
                <v:roundrect id="Rounded Rectangle 235" o:spid="_x0000_s1027" style="position:absolute;top:4987;width:14757;height:5410;visibility:visible;mso-wrap-style:square;v-text-anchor:middle" arcsize="118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" filled="f" strokecolor="black [3213]" strokeweight="1pt"/>
                <v:roundrect id="Rounded Rectangle 236" o:spid="_x0000_s1028" style="position:absolute;left:33132;width:14757;height:5410;visibility:visible;mso-wrap-style:square;v-text-anchor:middle" arcsize="118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" filled="f" strokecolor="black [3213]" strokeweight="1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37" o:spid="_x0000_s1029" type="#_x0000_t32" style="position:absolute;left:16387;top:2850;width:15216;height:402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" strokecolor="black [3213]">
                  <v:stroke endarrow="block"/>
                </v:shape>
                <v:roundrect id="Rounded Rectangle 238" o:spid="_x0000_s1030" style="position:absolute;left:33250;top:9025;width:14758;height:5410;visibility:visible;mso-wrap-style:square;v-text-anchor:middle" arcsize="118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" filled="f" strokecolor="black [3213]" strokeweight="1pt"/>
                <v:shape id="Straight Arrow Connector 239" o:spid="_x0000_s1031" type="#_x0000_t32" style="position:absolute;left:16387;top:8668;width:14997;height:27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" strokecolor="black [3213]">
                  <v:stroke endarrow="block"/>
                </v:shape>
              </v:group>
            </w:pict>
          </mc:Fallback>
        </mc:AlternateContent>
      </w:r>
      <w:r w:rsidR="00E02ED5" w:rsidRPr="00E02ED5">
        <w:rPr>
          <w:noProof/>
          <w:szCs w:val="18"/>
          <w:lang w:eastAsia="en-GB"/>
        </w:rPr>
        <w:drawing>
          <wp:anchor distT="0" distB="0" distL="114300" distR="114300" simplePos="0" relativeHeight="251731968" behindDoc="0" locked="0" layoutInCell="1" allowOverlap="1">
            <wp:simplePos x="0" y="0"/>
            <wp:positionH relativeFrom="column">
              <wp:posOffset>3451860</wp:posOffset>
            </wp:positionH>
            <wp:positionV relativeFrom="paragraph">
              <wp:posOffset>1002107</wp:posOffset>
            </wp:positionV>
            <wp:extent cx="1711757" cy="544650"/>
            <wp:effectExtent l="0" t="0" r="3175" b="8255"/>
            <wp:wrapNone/>
            <wp:docPr id="250" name="Picture 8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Screen Clipping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1757" cy="544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02ED5" w:rsidRPr="00E02ED5">
        <w:rPr>
          <w:noProof/>
          <w:szCs w:val="18"/>
          <w:lang w:eastAsia="en-GB"/>
        </w:rPr>
        <w:drawing>
          <wp:anchor distT="0" distB="0" distL="114300" distR="114300" simplePos="0" relativeHeight="251734016" behindDoc="0" locked="0" layoutInCell="1" allowOverlap="1" wp14:anchorId="24FC3946" wp14:editId="7B2DE66D">
            <wp:simplePos x="0" y="0"/>
            <wp:positionH relativeFrom="column">
              <wp:posOffset>1579118</wp:posOffset>
            </wp:positionH>
            <wp:positionV relativeFrom="paragraph">
              <wp:posOffset>994105</wp:posOffset>
            </wp:positionV>
            <wp:extent cx="847133" cy="544195"/>
            <wp:effectExtent l="0" t="0" r="0" b="8255"/>
            <wp:wrapNone/>
            <wp:docPr id="251" name="Picture 8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Screen Clipping"/>
                    <pic:cNvPicPr>
                      <a:picLocks noChangeAspect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470"/>
                    <a:stretch/>
                  </pic:blipFill>
                  <pic:spPr bwMode="auto">
                    <a:xfrm>
                      <a:off x="0" y="0"/>
                      <a:ext cx="847133" cy="5441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02ED5" w:rsidRPr="00E02ED5">
        <w:rPr>
          <w:noProof/>
          <w:szCs w:val="18"/>
          <w:lang w:eastAsia="en-GB"/>
        </w:rPr>
        <w:drawing>
          <wp:anchor distT="0" distB="0" distL="114300" distR="114300" simplePos="0" relativeHeight="251736064" behindDoc="0" locked="0" layoutInCell="1" allowOverlap="1" wp14:anchorId="0F010A6D" wp14:editId="35F9A694">
            <wp:simplePos x="0" y="0"/>
            <wp:positionH relativeFrom="column">
              <wp:posOffset>14274</wp:posOffset>
            </wp:positionH>
            <wp:positionV relativeFrom="paragraph">
              <wp:posOffset>1001421</wp:posOffset>
            </wp:positionV>
            <wp:extent cx="870509" cy="544195"/>
            <wp:effectExtent l="0" t="0" r="6350" b="8255"/>
            <wp:wrapNone/>
            <wp:docPr id="252" name="Picture 8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Screen Clipping"/>
                    <pic:cNvPicPr>
                      <a:picLocks noChangeAspect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9103"/>
                    <a:stretch/>
                  </pic:blipFill>
                  <pic:spPr bwMode="auto">
                    <a:xfrm>
                      <a:off x="0" y="0"/>
                      <a:ext cx="870509" cy="5441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81D4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8426C4F" wp14:editId="1741CBB9">
                <wp:simplePos x="0" y="0"/>
                <wp:positionH relativeFrom="column">
                  <wp:posOffset>3174416</wp:posOffset>
                </wp:positionH>
                <wp:positionV relativeFrom="paragraph">
                  <wp:posOffset>650570</wp:posOffset>
                </wp:positionV>
                <wp:extent cx="2223820" cy="453542"/>
                <wp:effectExtent l="0" t="0" r="0" b="3810"/>
                <wp:wrapNone/>
                <wp:docPr id="201" name="Text Box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3820" cy="4535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34C78" w:rsidRDefault="00681D4B" w:rsidP="00434C78">
                            <w:pPr>
                              <w:jc w:val="center"/>
                            </w:pPr>
                            <w:r>
                              <w:t>Magnets are pushed close together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426C4F" id="Text Box 201" o:spid="_x0000_s1043" type="#_x0000_t202" style="position:absolute;margin-left:249.95pt;margin-top:51.25pt;width:175.1pt;height:35.7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" filled="f" stroked="f" strokeweight=".5pt">
                <v:textbox>
                  <w:txbxContent>
                    <w:p w:rsidR="00434C78" w:rsidRDefault="00681D4B" w:rsidP="00434C78">
                      <w:pPr>
                        <w:jc w:val="center"/>
                      </w:pPr>
                      <w:r>
                        <w:t>Magnets are pushed close together</w:t>
                      </w:r>
                    </w:p>
                  </w:txbxContent>
                </v:textbox>
              </v:shape>
            </w:pict>
          </mc:Fallback>
        </mc:AlternateContent>
      </w:r>
      <w:r w:rsidR="00681D4B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146F717D" wp14:editId="126175BF">
                <wp:simplePos x="0" y="0"/>
                <wp:positionH relativeFrom="column">
                  <wp:posOffset>343814</wp:posOffset>
                </wp:positionH>
                <wp:positionV relativeFrom="paragraph">
                  <wp:posOffset>651053</wp:posOffset>
                </wp:positionV>
                <wp:extent cx="1602029" cy="285293"/>
                <wp:effectExtent l="0" t="0" r="0" b="635"/>
                <wp:wrapNone/>
                <wp:docPr id="209" name="Text Box 2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2029" cy="2852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434C78" w:rsidRDefault="00681D4B" w:rsidP="00434C78">
                            <w:pPr>
                              <w:jc w:val="center"/>
                            </w:pPr>
                            <w:r>
                              <w:t>Magnets are far apart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6F717D" id="Text Box 209" o:spid="_x0000_s1044" type="#_x0000_t202" style="position:absolute;margin-left:27.05pt;margin-top:51.25pt;width:126.15pt;height:22.4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" filled="f" stroked="f" strokeweight=".5pt">
                <v:textbox>
                  <w:txbxContent>
                    <w:p w:rsidR="00434C78" w:rsidRDefault="00681D4B" w:rsidP="00434C78">
                      <w:pPr>
                        <w:jc w:val="center"/>
                      </w:pPr>
                      <w:r>
                        <w:t>Magnets are far apart</w:t>
                      </w:r>
                    </w:p>
                  </w:txbxContent>
                </v:textbox>
              </v:shape>
            </w:pict>
          </mc:Fallback>
        </mc:AlternateContent>
      </w:r>
      <w:r w:rsidR="00434C78" w:rsidRPr="000F2762">
        <w:rPr>
          <w:noProof/>
          <w:szCs w:val="18"/>
          <w:lang w:eastAsia="en-GB"/>
        </w:rPr>
        <mc:AlternateContent>
          <mc:Choice Requires="wps">
            <w:drawing>
              <wp:anchor distT="45720" distB="45720" distL="114300" distR="114300" simplePos="0" relativeHeight="251688960" behindDoc="0" locked="0" layoutInCell="1" allowOverlap="1" wp14:anchorId="0C854E69" wp14:editId="711DCBC3">
                <wp:simplePos x="0" y="0"/>
                <wp:positionH relativeFrom="column">
                  <wp:posOffset>-38100</wp:posOffset>
                </wp:positionH>
                <wp:positionV relativeFrom="paragraph">
                  <wp:posOffset>260350</wp:posOffset>
                </wp:positionV>
                <wp:extent cx="5760000" cy="3600000"/>
                <wp:effectExtent l="0" t="0" r="12700" b="19685"/>
                <wp:wrapSquare wrapText="bothSides"/>
                <wp:docPr id="213" name="Text Box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00" cy="360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4C78" w:rsidRPr="000F2762" w:rsidRDefault="00FE67C1" w:rsidP="00FE67C1">
                            <w:pPr>
                              <w:ind w:firstLine="720"/>
                              <w:rPr>
                                <w:sz w:val="28"/>
                                <w:szCs w:val="28"/>
                              </w:rPr>
                            </w:pPr>
                            <w:r w:rsidRPr="00FE67C1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Pushing magnets together</w:t>
                            </w:r>
                          </w:p>
                          <w:p w:rsidR="00434C78" w:rsidRDefault="00434C78" w:rsidP="00434C7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E67C1" w:rsidRDefault="00FE67C1" w:rsidP="00434C7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E67C1" w:rsidRPr="000F2762" w:rsidRDefault="00FE67C1" w:rsidP="00434C7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434C78" w:rsidRPr="000F2762" w:rsidRDefault="00434C78" w:rsidP="00434C7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434C78" w:rsidRPr="000F2762" w:rsidRDefault="00434C78" w:rsidP="00434C78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434C78" w:rsidRPr="00FE67C1" w:rsidRDefault="00434C78" w:rsidP="00434C78">
                            <w:pPr>
                              <w:spacing w:after="180"/>
                              <w:ind w:left="720" w:firstLine="72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E67C1">
                              <w:rPr>
                                <w:b/>
                                <w:sz w:val="28"/>
                                <w:szCs w:val="28"/>
                              </w:rPr>
                              <w:t>Start</w:t>
                            </w:r>
                            <w:r w:rsidRPr="00FE67C1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FE67C1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FE67C1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FE67C1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FE67C1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FE67C1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FE67C1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  <w:t>End</w:t>
                            </w:r>
                          </w:p>
                          <w:p w:rsidR="00434C78" w:rsidRDefault="00434C78" w:rsidP="00434C78">
                            <w:pPr>
                              <w:spacing w:after="18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434C78" w:rsidRPr="00D12BEA" w:rsidRDefault="00434C78" w:rsidP="00434C78">
                            <w:pPr>
                              <w:spacing w:after="240"/>
                              <w:ind w:firstLine="720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434C78" w:rsidRDefault="00434C78" w:rsidP="00434C78"/>
                          <w:p w:rsidR="00434C78" w:rsidRDefault="00434C78" w:rsidP="00434C78"/>
                          <w:p w:rsidR="00434C78" w:rsidRDefault="00434C78" w:rsidP="00434C78"/>
                          <w:p w:rsidR="00434C78" w:rsidRDefault="00434C78" w:rsidP="00434C78"/>
                          <w:p w:rsidR="00434C78" w:rsidRDefault="00434C78" w:rsidP="00434C78"/>
                          <w:p w:rsidR="00434C78" w:rsidRDefault="00434C78" w:rsidP="00434C78">
                            <w:pPr>
                              <w:jc w:val="center"/>
                            </w:pPr>
                            <w:r>
                              <w:t>Energy transfer diagram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854E69" id="Text Box 213" o:spid="_x0000_s1045" type="#_x0000_t202" style="position:absolute;margin-left:-3pt;margin-top:20.5pt;width:453.55pt;height:283.45pt;z-index:2516889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">
                <v:textbox>
                  <w:txbxContent>
                    <w:p w:rsidR="00434C78" w:rsidRPr="000F2762" w:rsidRDefault="00FE67C1" w:rsidP="00FE67C1">
                      <w:pPr>
                        <w:ind w:firstLine="720"/>
                        <w:rPr>
                          <w:sz w:val="28"/>
                          <w:szCs w:val="28"/>
                        </w:rPr>
                      </w:pPr>
                      <w:r w:rsidRPr="00FE67C1">
                        <w:rPr>
                          <w:b/>
                          <w:sz w:val="28"/>
                          <w:szCs w:val="28"/>
                          <w:u w:val="single"/>
                        </w:rPr>
                        <w:t>Pushing magnets together</w:t>
                      </w:r>
                    </w:p>
                    <w:p w:rsidR="00434C78" w:rsidRDefault="00434C78" w:rsidP="00434C78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E67C1" w:rsidRDefault="00FE67C1" w:rsidP="00434C78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E67C1" w:rsidRPr="000F2762" w:rsidRDefault="00FE67C1" w:rsidP="00434C78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434C78" w:rsidRPr="000F2762" w:rsidRDefault="00434C78" w:rsidP="00434C78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434C78" w:rsidRPr="000F2762" w:rsidRDefault="00434C78" w:rsidP="00434C78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434C78" w:rsidRPr="00FE67C1" w:rsidRDefault="00434C78" w:rsidP="00434C78">
                      <w:pPr>
                        <w:spacing w:after="180"/>
                        <w:ind w:left="720" w:firstLine="720"/>
                        <w:rPr>
                          <w:b/>
                          <w:sz w:val="28"/>
                          <w:szCs w:val="28"/>
                        </w:rPr>
                      </w:pPr>
                      <w:r w:rsidRPr="00FE67C1">
                        <w:rPr>
                          <w:b/>
                          <w:sz w:val="28"/>
                          <w:szCs w:val="28"/>
                        </w:rPr>
                        <w:t>Start</w:t>
                      </w:r>
                      <w:r w:rsidRPr="00FE67C1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 w:rsidRPr="00FE67C1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 w:rsidRPr="00FE67C1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 w:rsidRPr="00FE67C1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 w:rsidRPr="00FE67C1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 w:rsidRPr="00FE67C1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 w:rsidRPr="00FE67C1">
                        <w:rPr>
                          <w:b/>
                          <w:sz w:val="28"/>
                          <w:szCs w:val="28"/>
                        </w:rPr>
                        <w:tab/>
                        <w:t>End</w:t>
                      </w:r>
                    </w:p>
                    <w:p w:rsidR="00434C78" w:rsidRDefault="00434C78" w:rsidP="00434C78">
                      <w:pPr>
                        <w:spacing w:after="180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434C78" w:rsidRPr="00D12BEA" w:rsidRDefault="00434C78" w:rsidP="00434C78">
                      <w:pPr>
                        <w:spacing w:after="240"/>
                        <w:ind w:firstLine="720"/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:rsidR="00434C78" w:rsidRDefault="00434C78" w:rsidP="00434C78"/>
                    <w:p w:rsidR="00434C78" w:rsidRDefault="00434C78" w:rsidP="00434C78"/>
                    <w:p w:rsidR="00434C78" w:rsidRDefault="00434C78" w:rsidP="00434C78"/>
                    <w:p w:rsidR="00434C78" w:rsidRDefault="00434C78" w:rsidP="00434C78"/>
                    <w:p w:rsidR="00434C78" w:rsidRDefault="00434C78" w:rsidP="00434C78"/>
                    <w:p w:rsidR="00434C78" w:rsidRDefault="00434C78" w:rsidP="00434C78">
                      <w:pPr>
                        <w:jc w:val="center"/>
                      </w:pPr>
                      <w:r>
                        <w:t>Energy transfer diagram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34C78" w:rsidRDefault="00434C78" w:rsidP="00434C78">
      <w:pPr>
        <w:spacing w:after="240"/>
        <w:rPr>
          <w:szCs w:val="18"/>
        </w:rPr>
      </w:pPr>
    </w:p>
    <w:p w:rsidR="00FE67C1" w:rsidRDefault="007D28A2" w:rsidP="00FE67C1">
      <w:pPr>
        <w:spacing w:after="240"/>
        <w:rPr>
          <w:szCs w:val="18"/>
        </w:rPr>
      </w:pPr>
      <w:r w:rsidRPr="007D28A2">
        <w:rPr>
          <w:noProof/>
          <w:szCs w:val="18"/>
          <w:lang w:eastAsia="en-GB"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1F229ECA" wp14:editId="0E326CF3">
                <wp:simplePos x="0" y="0"/>
                <wp:positionH relativeFrom="column">
                  <wp:posOffset>3440430</wp:posOffset>
                </wp:positionH>
                <wp:positionV relativeFrom="paragraph">
                  <wp:posOffset>2388235</wp:posOffset>
                </wp:positionV>
                <wp:extent cx="2130425" cy="784860"/>
                <wp:effectExtent l="0" t="0" r="0" b="0"/>
                <wp:wrapNone/>
                <wp:docPr id="246" name="Text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0425" cy="784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D28A2" w:rsidRPr="007D28A2" w:rsidRDefault="007D28A2" w:rsidP="007D28A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7D28A2">
                              <w:rPr>
                                <w:rFonts w:asciiTheme="minorHAnsi" w:eastAsia="Verdana" w:hAnsiTheme="minorHAnsi" w:cstheme="minorHAns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Fan</w:t>
                            </w:r>
                          </w:p>
                          <w:p w:rsidR="007D28A2" w:rsidRPr="007D28A2" w:rsidRDefault="007D28A2" w:rsidP="007D28A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7D28A2">
                              <w:rPr>
                                <w:rFonts w:asciiTheme="minorHAnsi" w:eastAsia="Verdana" w:hAnsiTheme="minorHAnsi" w:cstheme="minorHAns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Heat store</w:t>
                            </w:r>
                          </w:p>
                        </w:txbxContent>
                      </wps:txbx>
                      <wps:bodyPr wrap="square" rtlCol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F229ECA" id="_x0000_s1046" type="#_x0000_t202" style="position:absolute;margin-left:270.9pt;margin-top:188.05pt;width:167.75pt;height:61.8pt;z-index:251811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" filled="f" stroked="f">
                <v:textbox>
                  <w:txbxContent>
                    <w:p w:rsidR="007D28A2" w:rsidRPr="007D28A2" w:rsidRDefault="007D28A2" w:rsidP="007D28A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7D28A2">
                        <w:rPr>
                          <w:rFonts w:asciiTheme="minorHAnsi" w:eastAsia="Verdana" w:hAnsiTheme="minorHAnsi" w:cstheme="minorHAnsi"/>
                          <w:color w:val="000000" w:themeColor="text1"/>
                          <w:kern w:val="24"/>
                          <w:sz w:val="36"/>
                          <w:szCs w:val="36"/>
                        </w:rPr>
                        <w:t>Fan</w:t>
                      </w:r>
                    </w:p>
                    <w:p w:rsidR="007D28A2" w:rsidRPr="007D28A2" w:rsidRDefault="007D28A2" w:rsidP="007D28A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7D28A2">
                        <w:rPr>
                          <w:rFonts w:asciiTheme="minorHAnsi" w:eastAsia="Verdana" w:hAnsiTheme="minorHAnsi" w:cstheme="minorHAnsi"/>
                          <w:color w:val="000000" w:themeColor="text1"/>
                          <w:kern w:val="24"/>
                          <w:sz w:val="28"/>
                          <w:szCs w:val="28"/>
                        </w:rPr>
                        <w:t>Heat store</w:t>
                      </w:r>
                    </w:p>
                  </w:txbxContent>
                </v:textbox>
              </v:shape>
            </w:pict>
          </mc:Fallback>
        </mc:AlternateContent>
      </w:r>
      <w:r w:rsidRPr="007D28A2">
        <w:rPr>
          <w:noProof/>
          <w:szCs w:val="18"/>
          <w:lang w:eastAsia="en-GB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3943370E" wp14:editId="62A3DC04">
                <wp:simplePos x="0" y="0"/>
                <wp:positionH relativeFrom="column">
                  <wp:posOffset>3430905</wp:posOffset>
                </wp:positionH>
                <wp:positionV relativeFrom="paragraph">
                  <wp:posOffset>3013710</wp:posOffset>
                </wp:positionV>
                <wp:extent cx="2130725" cy="785004"/>
                <wp:effectExtent l="0" t="0" r="0" b="0"/>
                <wp:wrapNone/>
                <wp:docPr id="248" name="Text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0725" cy="78500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D28A2" w:rsidRPr="007D28A2" w:rsidRDefault="007D28A2" w:rsidP="007D28A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7D28A2">
                              <w:rPr>
                                <w:rFonts w:asciiTheme="minorHAnsi" w:eastAsia="Verdana" w:hAnsiTheme="minorHAnsi" w:cstheme="minorHAns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Surroundings</w:t>
                            </w:r>
                          </w:p>
                          <w:p w:rsidR="007D28A2" w:rsidRPr="007D28A2" w:rsidRDefault="007D28A2" w:rsidP="007D28A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7D28A2">
                              <w:rPr>
                                <w:rFonts w:asciiTheme="minorHAnsi" w:eastAsia="Verdana" w:hAnsiTheme="minorHAnsi" w:cstheme="minorHAns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Heat store</w:t>
                            </w:r>
                          </w:p>
                        </w:txbxContent>
                      </wps:txbx>
                      <wps:bodyPr wrap="square" rtlCol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43370E" id="_x0000_s1047" type="#_x0000_t202" style="position:absolute;margin-left:270.15pt;margin-top:237.3pt;width:167.75pt;height:61.8pt;z-index:251812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" filled="f" stroked="f">
                <v:textbox>
                  <w:txbxContent>
                    <w:p w:rsidR="007D28A2" w:rsidRPr="007D28A2" w:rsidRDefault="007D28A2" w:rsidP="007D28A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7D28A2">
                        <w:rPr>
                          <w:rFonts w:asciiTheme="minorHAnsi" w:eastAsia="Verdana" w:hAnsiTheme="minorHAnsi" w:cstheme="minorHAnsi"/>
                          <w:color w:val="000000" w:themeColor="text1"/>
                          <w:kern w:val="24"/>
                          <w:sz w:val="36"/>
                          <w:szCs w:val="36"/>
                        </w:rPr>
                        <w:t>Surroundings</w:t>
                      </w:r>
                    </w:p>
                    <w:p w:rsidR="007D28A2" w:rsidRPr="007D28A2" w:rsidRDefault="007D28A2" w:rsidP="007D28A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7D28A2">
                        <w:rPr>
                          <w:rFonts w:asciiTheme="minorHAnsi" w:eastAsia="Verdana" w:hAnsiTheme="minorHAnsi" w:cstheme="minorHAnsi"/>
                          <w:color w:val="000000" w:themeColor="text1"/>
                          <w:kern w:val="24"/>
                          <w:sz w:val="28"/>
                          <w:szCs w:val="28"/>
                        </w:rPr>
                        <w:t>Heat store</w:t>
                      </w:r>
                    </w:p>
                  </w:txbxContent>
                </v:textbox>
              </v:shape>
            </w:pict>
          </mc:Fallback>
        </mc:AlternateContent>
      </w:r>
      <w:r w:rsidRPr="007D28A2">
        <w:rPr>
          <w:noProof/>
          <w:szCs w:val="18"/>
          <w:lang w:eastAsia="en-GB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57319447" wp14:editId="24123F16">
                <wp:simplePos x="0" y="0"/>
                <wp:positionH relativeFrom="column">
                  <wp:posOffset>3451225</wp:posOffset>
                </wp:positionH>
                <wp:positionV relativeFrom="paragraph">
                  <wp:posOffset>1781810</wp:posOffset>
                </wp:positionV>
                <wp:extent cx="2130425" cy="784860"/>
                <wp:effectExtent l="0" t="0" r="0" b="0"/>
                <wp:wrapNone/>
                <wp:docPr id="245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0425" cy="784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D28A2" w:rsidRPr="007D28A2" w:rsidRDefault="007D28A2" w:rsidP="007D28A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7D28A2">
                              <w:rPr>
                                <w:rFonts w:asciiTheme="minorHAnsi" w:eastAsia="Verdana" w:hAnsiTheme="minorHAnsi" w:cstheme="minorHAns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Fan</w:t>
                            </w:r>
                          </w:p>
                          <w:p w:rsidR="007D28A2" w:rsidRPr="007D28A2" w:rsidRDefault="007D28A2" w:rsidP="007D28A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7D28A2">
                              <w:rPr>
                                <w:rFonts w:asciiTheme="minorHAnsi" w:eastAsia="Verdana" w:hAnsiTheme="minorHAnsi" w:cstheme="minorHAns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Kinetic store</w:t>
                            </w:r>
                          </w:p>
                        </w:txbxContent>
                      </wps:txbx>
                      <wps:bodyPr wrap="square" rtlCol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7319447" id="_x0000_s1048" type="#_x0000_t202" style="position:absolute;margin-left:271.75pt;margin-top:140.3pt;width:167.75pt;height:61.8pt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" filled="f" stroked="f">
                <v:textbox>
                  <w:txbxContent>
                    <w:p w:rsidR="007D28A2" w:rsidRPr="007D28A2" w:rsidRDefault="007D28A2" w:rsidP="007D28A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7D28A2">
                        <w:rPr>
                          <w:rFonts w:asciiTheme="minorHAnsi" w:eastAsia="Verdana" w:hAnsiTheme="minorHAnsi" w:cstheme="minorHAnsi"/>
                          <w:color w:val="000000" w:themeColor="text1"/>
                          <w:kern w:val="24"/>
                          <w:sz w:val="36"/>
                          <w:szCs w:val="36"/>
                        </w:rPr>
                        <w:t>Fan</w:t>
                      </w:r>
                    </w:p>
                    <w:p w:rsidR="007D28A2" w:rsidRPr="007D28A2" w:rsidRDefault="007D28A2" w:rsidP="007D28A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7D28A2">
                        <w:rPr>
                          <w:rFonts w:asciiTheme="minorHAnsi" w:eastAsia="Verdana" w:hAnsiTheme="minorHAnsi" w:cstheme="minorHAnsi"/>
                          <w:color w:val="000000" w:themeColor="text1"/>
                          <w:kern w:val="24"/>
                          <w:sz w:val="28"/>
                          <w:szCs w:val="28"/>
                        </w:rPr>
                        <w:t>Kinetic store</w:t>
                      </w:r>
                    </w:p>
                  </w:txbxContent>
                </v:textbox>
              </v:shape>
            </w:pict>
          </mc:Fallback>
        </mc:AlternateContent>
      </w:r>
      <w:r w:rsidRPr="007D28A2">
        <w:rPr>
          <w:noProof/>
          <w:szCs w:val="18"/>
          <w:lang w:eastAsia="en-GB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158C3EBB" wp14:editId="404F5091">
                <wp:simplePos x="0" y="0"/>
                <wp:positionH relativeFrom="column">
                  <wp:posOffset>104775</wp:posOffset>
                </wp:positionH>
                <wp:positionV relativeFrom="paragraph">
                  <wp:posOffset>2396490</wp:posOffset>
                </wp:positionV>
                <wp:extent cx="2130425" cy="784860"/>
                <wp:effectExtent l="0" t="0" r="0" b="0"/>
                <wp:wrapNone/>
                <wp:docPr id="244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0425" cy="784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D28A2" w:rsidRPr="007D28A2" w:rsidRDefault="007D28A2" w:rsidP="007D28A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7D28A2">
                              <w:rPr>
                                <w:rFonts w:asciiTheme="minorHAnsi" w:eastAsia="Verdana" w:hAnsiTheme="minorHAnsi" w:cstheme="minorHAns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Battery</w:t>
                            </w:r>
                          </w:p>
                          <w:p w:rsidR="007D28A2" w:rsidRPr="007D28A2" w:rsidRDefault="007D28A2" w:rsidP="007D28A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7D28A2">
                              <w:rPr>
                                <w:rFonts w:asciiTheme="minorHAnsi" w:eastAsia="Verdana" w:hAnsiTheme="minorHAnsi" w:cstheme="minorHAns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Chemical store</w:t>
                            </w:r>
                          </w:p>
                        </w:txbxContent>
                      </wps:txbx>
                      <wps:bodyPr wrap="square" rtlCol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8C3EBB" id="_x0000_s1049" type="#_x0000_t202" style="position:absolute;margin-left:8.25pt;margin-top:188.7pt;width:167.75pt;height:61.8pt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" filled="f" stroked="f">
                <v:textbox>
                  <w:txbxContent>
                    <w:p w:rsidR="007D28A2" w:rsidRPr="007D28A2" w:rsidRDefault="007D28A2" w:rsidP="007D28A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7D28A2">
                        <w:rPr>
                          <w:rFonts w:asciiTheme="minorHAnsi" w:eastAsia="Verdana" w:hAnsiTheme="minorHAnsi" w:cstheme="minorHAnsi"/>
                          <w:color w:val="000000" w:themeColor="text1"/>
                          <w:kern w:val="24"/>
                          <w:sz w:val="36"/>
                          <w:szCs w:val="36"/>
                        </w:rPr>
                        <w:t>Battery</w:t>
                      </w:r>
                    </w:p>
                    <w:p w:rsidR="007D28A2" w:rsidRPr="007D28A2" w:rsidRDefault="007D28A2" w:rsidP="007D28A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7D28A2">
                        <w:rPr>
                          <w:rFonts w:asciiTheme="minorHAnsi" w:eastAsia="Verdana" w:hAnsiTheme="minorHAnsi" w:cstheme="minorHAnsi"/>
                          <w:color w:val="000000" w:themeColor="text1"/>
                          <w:kern w:val="24"/>
                          <w:sz w:val="28"/>
                          <w:szCs w:val="28"/>
                        </w:rPr>
                        <w:t>Chemical store</w:t>
                      </w:r>
                    </w:p>
                  </w:txbxContent>
                </v:textbox>
              </v:shape>
            </w:pict>
          </mc:Fallback>
        </mc:AlternateContent>
      </w:r>
      <w:r w:rsidR="00FC693A" w:rsidRPr="00FC693A">
        <w:rPr>
          <w:noProof/>
          <w:szCs w:val="18"/>
          <w:lang w:eastAsia="en-GB"/>
        </w:rPr>
        <w:drawing>
          <wp:anchor distT="0" distB="0" distL="114300" distR="114300" simplePos="0" relativeHeight="251738112" behindDoc="0" locked="0" layoutInCell="1" allowOverlap="1">
            <wp:simplePos x="0" y="0"/>
            <wp:positionH relativeFrom="column">
              <wp:posOffset>3917950</wp:posOffset>
            </wp:positionH>
            <wp:positionV relativeFrom="paragraph">
              <wp:posOffset>784225</wp:posOffset>
            </wp:positionV>
            <wp:extent cx="793750" cy="814637"/>
            <wp:effectExtent l="0" t="0" r="6350" b="5080"/>
            <wp:wrapNone/>
            <wp:docPr id="276" name="Picture 4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Screen Clipping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750" cy="81463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693A" w:rsidRPr="00FC693A">
        <w:rPr>
          <w:noProof/>
          <w:szCs w:val="18"/>
          <w:lang w:eastAsia="en-GB"/>
        </w:rPr>
        <w:drawing>
          <wp:anchor distT="0" distB="0" distL="114300" distR="114300" simplePos="0" relativeHeight="251737088" behindDoc="0" locked="0" layoutInCell="1" allowOverlap="1">
            <wp:simplePos x="0" y="0"/>
            <wp:positionH relativeFrom="column">
              <wp:posOffset>806450</wp:posOffset>
            </wp:positionH>
            <wp:positionV relativeFrom="paragraph">
              <wp:posOffset>815340</wp:posOffset>
            </wp:positionV>
            <wp:extent cx="774700" cy="802872"/>
            <wp:effectExtent l="0" t="0" r="6350" b="0"/>
            <wp:wrapNone/>
            <wp:docPr id="275" name="Picture 3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Screen Clipping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8028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E260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34F08DEA" wp14:editId="0B811ADC">
                <wp:simplePos x="0" y="0"/>
                <wp:positionH relativeFrom="column">
                  <wp:posOffset>3574364</wp:posOffset>
                </wp:positionH>
                <wp:positionV relativeFrom="paragraph">
                  <wp:posOffset>568960</wp:posOffset>
                </wp:positionV>
                <wp:extent cx="1426210" cy="329184"/>
                <wp:effectExtent l="0" t="0" r="0" b="0"/>
                <wp:wrapNone/>
                <wp:docPr id="241" name="Text Box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6210" cy="3291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0E2604" w:rsidRDefault="000E2604" w:rsidP="000E2604">
                            <w:pPr>
                              <w:jc w:val="center"/>
                            </w:pPr>
                            <w:r>
                              <w:t>Fan is turned 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08DEA" id="Text Box 241" o:spid="_x0000_s1050" type="#_x0000_t202" style="position:absolute;margin-left:281.45pt;margin-top:44.8pt;width:112.3pt;height:25.9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" filled="f" stroked="f" strokeweight=".5pt">
                <v:textbox>
                  <w:txbxContent>
                    <w:p w:rsidR="000E2604" w:rsidRDefault="000E2604" w:rsidP="000E2604">
                      <w:pPr>
                        <w:jc w:val="center"/>
                      </w:pPr>
                      <w:r>
                        <w:t>Fan is turned on</w:t>
                      </w:r>
                    </w:p>
                  </w:txbxContent>
                </v:textbox>
              </v:shape>
            </w:pict>
          </mc:Fallback>
        </mc:AlternateContent>
      </w:r>
      <w:r w:rsidR="000E2604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3168341" wp14:editId="71B6381E">
                <wp:simplePos x="0" y="0"/>
                <wp:positionH relativeFrom="column">
                  <wp:posOffset>482752</wp:posOffset>
                </wp:positionH>
                <wp:positionV relativeFrom="paragraph">
                  <wp:posOffset>571907</wp:posOffset>
                </wp:positionV>
                <wp:extent cx="1426210" cy="329184"/>
                <wp:effectExtent l="0" t="0" r="0" b="0"/>
                <wp:wrapNone/>
                <wp:docPr id="221" name="Text Box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6210" cy="3291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E67C1" w:rsidRDefault="000E2604" w:rsidP="00FE67C1">
                            <w:pPr>
                              <w:jc w:val="center"/>
                            </w:pPr>
                            <w:r>
                              <w:t>Fan is turned 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168341" id="Text Box 221" o:spid="_x0000_s1051" type="#_x0000_t202" style="position:absolute;margin-left:38pt;margin-top:45.05pt;width:112.3pt;height:25.9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" filled="f" stroked="f" strokeweight=".5pt">
                <v:textbox>
                  <w:txbxContent>
                    <w:p w:rsidR="00FE67C1" w:rsidRDefault="000E2604" w:rsidP="00FE67C1">
                      <w:pPr>
                        <w:jc w:val="center"/>
                      </w:pPr>
                      <w:r>
                        <w:t>Fan is turned off</w:t>
                      </w:r>
                    </w:p>
                  </w:txbxContent>
                </v:textbox>
              </v:shape>
            </w:pict>
          </mc:Fallback>
        </mc:AlternateContent>
      </w:r>
      <w:r w:rsidR="00FE67C1" w:rsidRPr="002629A0">
        <w:rPr>
          <w:noProof/>
          <w:lang w:eastAsia="en-GB"/>
        </w:rPr>
        <w:drawing>
          <wp:anchor distT="0" distB="0" distL="114300" distR="114300" simplePos="0" relativeHeight="251705344" behindDoc="0" locked="0" layoutInCell="1" allowOverlap="1" wp14:anchorId="7B1605F8" wp14:editId="16EFF514">
            <wp:simplePos x="0" y="0"/>
            <wp:positionH relativeFrom="column">
              <wp:posOffset>460858</wp:posOffset>
            </wp:positionH>
            <wp:positionV relativeFrom="paragraph">
              <wp:posOffset>1937436</wp:posOffset>
            </wp:positionV>
            <wp:extent cx="4806086" cy="1771401"/>
            <wp:effectExtent l="0" t="0" r="0" b="635"/>
            <wp:wrapNone/>
            <wp:docPr id="223" name="Picture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42149" cy="1784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C693A" w:rsidRPr="000F2762">
        <w:rPr>
          <w:noProof/>
          <w:szCs w:val="18"/>
          <w:lang w:eastAsia="en-GB"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 wp14:anchorId="7693B920" wp14:editId="1C3205ED">
                <wp:simplePos x="0" y="0"/>
                <wp:positionH relativeFrom="column">
                  <wp:posOffset>-38100</wp:posOffset>
                </wp:positionH>
                <wp:positionV relativeFrom="paragraph">
                  <wp:posOffset>260350</wp:posOffset>
                </wp:positionV>
                <wp:extent cx="5760000" cy="3600000"/>
                <wp:effectExtent l="0" t="0" r="12700" b="19685"/>
                <wp:wrapSquare wrapText="bothSides"/>
                <wp:docPr id="222" name="Text Box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00" cy="360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67C1" w:rsidRPr="000F2762" w:rsidRDefault="00FE67C1" w:rsidP="00FE67C1">
                            <w:pPr>
                              <w:ind w:firstLine="720"/>
                              <w:rPr>
                                <w:sz w:val="28"/>
                                <w:szCs w:val="28"/>
                              </w:rPr>
                            </w:pPr>
                            <w:r w:rsidRPr="00FE67C1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Battery powered fan</w:t>
                            </w:r>
                          </w:p>
                          <w:p w:rsidR="00FE67C1" w:rsidRPr="000F2762" w:rsidRDefault="00FE67C1" w:rsidP="00FE67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E67C1" w:rsidRDefault="00FE67C1" w:rsidP="00FE67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E67C1" w:rsidRDefault="00FE67C1" w:rsidP="00FE67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E67C1" w:rsidRPr="000F2762" w:rsidRDefault="00FE67C1" w:rsidP="00FE67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E67C1" w:rsidRPr="000F2762" w:rsidRDefault="00FE67C1" w:rsidP="00FE67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E67C1" w:rsidRDefault="00FE67C1" w:rsidP="00FE67C1">
                            <w:pPr>
                              <w:spacing w:after="180"/>
                              <w:ind w:left="720" w:firstLine="720"/>
                              <w:rPr>
                                <w:sz w:val="28"/>
                                <w:szCs w:val="28"/>
                              </w:rPr>
                            </w:pPr>
                            <w:r w:rsidRPr="000F2762">
                              <w:rPr>
                                <w:sz w:val="28"/>
                                <w:szCs w:val="28"/>
                              </w:rPr>
                              <w:t>Start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  <w:t>End</w:t>
                            </w:r>
                          </w:p>
                          <w:p w:rsidR="00FE67C1" w:rsidRDefault="00FE67C1" w:rsidP="00FE67C1">
                            <w:pPr>
                              <w:spacing w:after="18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E67C1" w:rsidRPr="00D12BEA" w:rsidRDefault="00FE67C1" w:rsidP="00FE67C1">
                            <w:pPr>
                              <w:spacing w:after="240"/>
                              <w:ind w:firstLine="720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FE67C1" w:rsidRDefault="00FE67C1" w:rsidP="00FE67C1"/>
                          <w:p w:rsidR="00FE67C1" w:rsidRDefault="00FE67C1" w:rsidP="00FE67C1"/>
                          <w:p w:rsidR="00FE67C1" w:rsidRDefault="00FE67C1" w:rsidP="00FE67C1"/>
                          <w:p w:rsidR="00FE67C1" w:rsidRDefault="00FE67C1" w:rsidP="00FE67C1"/>
                          <w:p w:rsidR="00FE67C1" w:rsidRDefault="00FE67C1" w:rsidP="00FE67C1"/>
                          <w:p w:rsidR="00FE67C1" w:rsidRDefault="00FE67C1" w:rsidP="00F53B25">
                            <w:pPr>
                              <w:jc w:val="center"/>
                            </w:pPr>
                            <w:r>
                              <w:t>Energy transfer diagram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3B920" id="Text Box 222" o:spid="_x0000_s1052" type="#_x0000_t202" style="position:absolute;margin-left:-3pt;margin-top:20.5pt;width:453.55pt;height:283.45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">
                <v:textbox>
                  <w:txbxContent>
                    <w:p w:rsidR="00FE67C1" w:rsidRPr="000F2762" w:rsidRDefault="00FE67C1" w:rsidP="00FE67C1">
                      <w:pPr>
                        <w:ind w:firstLine="720"/>
                        <w:rPr>
                          <w:sz w:val="28"/>
                          <w:szCs w:val="28"/>
                        </w:rPr>
                      </w:pPr>
                      <w:r w:rsidRPr="00FE67C1">
                        <w:rPr>
                          <w:b/>
                          <w:sz w:val="28"/>
                          <w:szCs w:val="28"/>
                          <w:u w:val="single"/>
                        </w:rPr>
                        <w:t>Battery powered fan</w:t>
                      </w:r>
                    </w:p>
                    <w:p w:rsidR="00FE67C1" w:rsidRPr="000F2762" w:rsidRDefault="00FE67C1" w:rsidP="00FE67C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E67C1" w:rsidRDefault="00FE67C1" w:rsidP="00FE67C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E67C1" w:rsidRDefault="00FE67C1" w:rsidP="00FE67C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E67C1" w:rsidRPr="000F2762" w:rsidRDefault="00FE67C1" w:rsidP="00FE67C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E67C1" w:rsidRPr="000F2762" w:rsidRDefault="00FE67C1" w:rsidP="00FE67C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E67C1" w:rsidRDefault="00FE67C1" w:rsidP="00FE67C1">
                      <w:pPr>
                        <w:spacing w:after="180"/>
                        <w:ind w:left="720" w:firstLine="720"/>
                        <w:rPr>
                          <w:sz w:val="28"/>
                          <w:szCs w:val="28"/>
                        </w:rPr>
                      </w:pPr>
                      <w:r w:rsidRPr="000F2762">
                        <w:rPr>
                          <w:sz w:val="28"/>
                          <w:szCs w:val="28"/>
                        </w:rPr>
                        <w:t>Start</w:t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  <w:t>End</w:t>
                      </w:r>
                    </w:p>
                    <w:p w:rsidR="00FE67C1" w:rsidRDefault="00FE67C1" w:rsidP="00FE67C1">
                      <w:pPr>
                        <w:spacing w:after="180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FE67C1" w:rsidRPr="00D12BEA" w:rsidRDefault="00FE67C1" w:rsidP="00FE67C1">
                      <w:pPr>
                        <w:spacing w:after="240"/>
                        <w:ind w:firstLine="720"/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:rsidR="00FE67C1" w:rsidRDefault="00FE67C1" w:rsidP="00FE67C1"/>
                    <w:p w:rsidR="00FE67C1" w:rsidRDefault="00FE67C1" w:rsidP="00FE67C1"/>
                    <w:p w:rsidR="00FE67C1" w:rsidRDefault="00FE67C1" w:rsidP="00FE67C1"/>
                    <w:p w:rsidR="00FE67C1" w:rsidRDefault="00FE67C1" w:rsidP="00FE67C1"/>
                    <w:p w:rsidR="00FE67C1" w:rsidRDefault="00FE67C1" w:rsidP="00FE67C1"/>
                    <w:p w:rsidR="00FE67C1" w:rsidRDefault="00FE67C1" w:rsidP="00F53B25">
                      <w:pPr>
                        <w:jc w:val="center"/>
                      </w:pPr>
                      <w:r>
                        <w:t>Energy transfer diagram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E67C1" w:rsidRDefault="00FE67C1" w:rsidP="00434C78">
      <w:pPr>
        <w:spacing w:after="240"/>
        <w:rPr>
          <w:szCs w:val="18"/>
        </w:rPr>
      </w:pPr>
    </w:p>
    <w:p w:rsidR="00FE67C1" w:rsidRDefault="00FE67C1" w:rsidP="00434C78">
      <w:pPr>
        <w:spacing w:after="240"/>
        <w:rPr>
          <w:szCs w:val="18"/>
        </w:rPr>
      </w:pPr>
    </w:p>
    <w:p w:rsidR="00FE67C1" w:rsidRDefault="007D28A2" w:rsidP="00FE67C1">
      <w:pPr>
        <w:spacing w:after="240"/>
        <w:rPr>
          <w:szCs w:val="18"/>
        </w:rPr>
      </w:pPr>
      <w:r w:rsidRPr="007D28A2">
        <w:rPr>
          <w:noProof/>
          <w:szCs w:val="18"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0D8F059B" wp14:editId="42D6B3B2">
                <wp:simplePos x="0" y="0"/>
                <wp:positionH relativeFrom="column">
                  <wp:posOffset>3448685</wp:posOffset>
                </wp:positionH>
                <wp:positionV relativeFrom="paragraph">
                  <wp:posOffset>3016250</wp:posOffset>
                </wp:positionV>
                <wp:extent cx="2130425" cy="784860"/>
                <wp:effectExtent l="0" t="0" r="0" b="0"/>
                <wp:wrapNone/>
                <wp:docPr id="254" name="Text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0425" cy="784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D28A2" w:rsidRPr="007D28A2" w:rsidRDefault="007D28A2" w:rsidP="007D28A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7D28A2">
                              <w:rPr>
                                <w:rFonts w:asciiTheme="minorHAnsi" w:eastAsia="Verdana" w:hAnsiTheme="minorHAnsi" w:cstheme="minorHAns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Surroundings</w:t>
                            </w:r>
                          </w:p>
                          <w:p w:rsidR="007D28A2" w:rsidRPr="007D28A2" w:rsidRDefault="007D28A2" w:rsidP="007D28A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7D28A2">
                              <w:rPr>
                                <w:rFonts w:asciiTheme="minorHAnsi" w:eastAsia="Verdana" w:hAnsiTheme="minorHAnsi" w:cstheme="minorHAns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Heat store</w:t>
                            </w:r>
                          </w:p>
                        </w:txbxContent>
                      </wps:txbx>
                      <wps:bodyPr wrap="square" rtlCol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D8F059B" id="_x0000_s1053" type="#_x0000_t202" style="position:absolute;margin-left:271.55pt;margin-top:237.5pt;width:167.75pt;height:61.8pt;z-index:251816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" filled="f" stroked="f">
                <v:textbox>
                  <w:txbxContent>
                    <w:p w:rsidR="007D28A2" w:rsidRPr="007D28A2" w:rsidRDefault="007D28A2" w:rsidP="007D28A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7D28A2">
                        <w:rPr>
                          <w:rFonts w:asciiTheme="minorHAnsi" w:eastAsia="Verdana" w:hAnsiTheme="minorHAnsi" w:cstheme="minorHAnsi"/>
                          <w:color w:val="000000" w:themeColor="text1"/>
                          <w:kern w:val="24"/>
                          <w:sz w:val="36"/>
                          <w:szCs w:val="36"/>
                        </w:rPr>
                        <w:t>Surroundings</w:t>
                      </w:r>
                    </w:p>
                    <w:p w:rsidR="007D28A2" w:rsidRPr="007D28A2" w:rsidRDefault="007D28A2" w:rsidP="007D28A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7D28A2">
                        <w:rPr>
                          <w:rFonts w:asciiTheme="minorHAnsi" w:eastAsia="Verdana" w:hAnsiTheme="minorHAnsi" w:cstheme="minorHAnsi"/>
                          <w:color w:val="000000" w:themeColor="text1"/>
                          <w:kern w:val="24"/>
                          <w:sz w:val="28"/>
                          <w:szCs w:val="28"/>
                        </w:rPr>
                        <w:t>Heat store</w:t>
                      </w:r>
                    </w:p>
                  </w:txbxContent>
                </v:textbox>
              </v:shape>
            </w:pict>
          </mc:Fallback>
        </mc:AlternateContent>
      </w:r>
      <w:r w:rsidRPr="007D28A2">
        <w:rPr>
          <w:noProof/>
          <w:szCs w:val="18"/>
          <w:lang w:eastAsia="en-GB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5F8C85DF" wp14:editId="2CF89F85">
                <wp:simplePos x="0" y="0"/>
                <wp:positionH relativeFrom="column">
                  <wp:posOffset>3410585</wp:posOffset>
                </wp:positionH>
                <wp:positionV relativeFrom="paragraph">
                  <wp:posOffset>2370455</wp:posOffset>
                </wp:positionV>
                <wp:extent cx="2130725" cy="785004"/>
                <wp:effectExtent l="0" t="0" r="0" b="0"/>
                <wp:wrapNone/>
                <wp:docPr id="255" name="Text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0725" cy="78500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D28A2" w:rsidRPr="007D28A2" w:rsidRDefault="007D28A2" w:rsidP="007D28A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7D28A2">
                              <w:rPr>
                                <w:rFonts w:asciiTheme="minorHAnsi" w:eastAsia="Verdana" w:hAnsiTheme="minorHAnsi" w:cstheme="minorHAns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Car</w:t>
                            </w:r>
                          </w:p>
                          <w:p w:rsidR="007D28A2" w:rsidRPr="007D28A2" w:rsidRDefault="007D28A2" w:rsidP="007D28A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7D28A2">
                              <w:rPr>
                                <w:rFonts w:asciiTheme="minorHAnsi" w:eastAsia="Verdana" w:hAnsiTheme="minorHAnsi" w:cstheme="minorHAns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Heat store</w:t>
                            </w:r>
                          </w:p>
                        </w:txbxContent>
                      </wps:txbx>
                      <wps:bodyPr wrap="square" rtlCol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8C85DF" id="_x0000_s1054" type="#_x0000_t202" style="position:absolute;margin-left:268.55pt;margin-top:186.65pt;width:167.75pt;height:61.8pt;z-index:251817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" filled="f" stroked="f">
                <v:textbox>
                  <w:txbxContent>
                    <w:p w:rsidR="007D28A2" w:rsidRPr="007D28A2" w:rsidRDefault="007D28A2" w:rsidP="007D28A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7D28A2">
                        <w:rPr>
                          <w:rFonts w:asciiTheme="minorHAnsi" w:eastAsia="Verdana" w:hAnsiTheme="minorHAnsi" w:cstheme="minorHAnsi"/>
                          <w:color w:val="000000" w:themeColor="text1"/>
                          <w:kern w:val="24"/>
                          <w:sz w:val="36"/>
                          <w:szCs w:val="36"/>
                        </w:rPr>
                        <w:t>Car</w:t>
                      </w:r>
                    </w:p>
                    <w:p w:rsidR="007D28A2" w:rsidRPr="007D28A2" w:rsidRDefault="007D28A2" w:rsidP="007D28A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7D28A2">
                        <w:rPr>
                          <w:rFonts w:asciiTheme="minorHAnsi" w:eastAsia="Verdana" w:hAnsiTheme="minorHAnsi" w:cstheme="minorHAnsi"/>
                          <w:color w:val="000000" w:themeColor="text1"/>
                          <w:kern w:val="24"/>
                          <w:sz w:val="28"/>
                          <w:szCs w:val="28"/>
                        </w:rPr>
                        <w:t>Heat store</w:t>
                      </w:r>
                    </w:p>
                  </w:txbxContent>
                </v:textbox>
              </v:shape>
            </w:pict>
          </mc:Fallback>
        </mc:AlternateContent>
      </w:r>
      <w:r w:rsidRPr="007D28A2">
        <w:rPr>
          <w:noProof/>
          <w:szCs w:val="18"/>
          <w:lang w:eastAsia="en-GB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2F2BE560" wp14:editId="420B6625">
                <wp:simplePos x="0" y="0"/>
                <wp:positionH relativeFrom="column">
                  <wp:posOffset>3429635</wp:posOffset>
                </wp:positionH>
                <wp:positionV relativeFrom="paragraph">
                  <wp:posOffset>1801495</wp:posOffset>
                </wp:positionV>
                <wp:extent cx="2130425" cy="784860"/>
                <wp:effectExtent l="0" t="0" r="0" b="0"/>
                <wp:wrapNone/>
                <wp:docPr id="253" name="Text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0425" cy="784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D28A2" w:rsidRPr="007D28A2" w:rsidRDefault="007D28A2" w:rsidP="007D28A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7D28A2">
                              <w:rPr>
                                <w:rFonts w:asciiTheme="minorHAnsi" w:eastAsia="Verdana" w:hAnsiTheme="minorHAnsi" w:cstheme="minorHAns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Car</w:t>
                            </w:r>
                          </w:p>
                          <w:p w:rsidR="007D28A2" w:rsidRPr="007D28A2" w:rsidRDefault="007D28A2" w:rsidP="007D28A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7D28A2">
                              <w:rPr>
                                <w:rFonts w:asciiTheme="minorHAnsi" w:eastAsia="Verdana" w:hAnsiTheme="minorHAnsi" w:cstheme="minorHAns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Gravitational store</w:t>
                            </w:r>
                          </w:p>
                        </w:txbxContent>
                      </wps:txbx>
                      <wps:bodyPr wrap="square" rtlCol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2BE560" id="_x0000_s1055" type="#_x0000_t202" style="position:absolute;margin-left:270.05pt;margin-top:141.85pt;width:167.75pt;height:61.8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" filled="f" stroked="f">
                <v:textbox>
                  <w:txbxContent>
                    <w:p w:rsidR="007D28A2" w:rsidRPr="007D28A2" w:rsidRDefault="007D28A2" w:rsidP="007D28A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7D28A2">
                        <w:rPr>
                          <w:rFonts w:asciiTheme="minorHAnsi" w:eastAsia="Verdana" w:hAnsiTheme="minorHAnsi" w:cstheme="minorHAnsi"/>
                          <w:color w:val="000000" w:themeColor="text1"/>
                          <w:kern w:val="24"/>
                          <w:sz w:val="36"/>
                          <w:szCs w:val="36"/>
                        </w:rPr>
                        <w:t>Car</w:t>
                      </w:r>
                    </w:p>
                    <w:p w:rsidR="007D28A2" w:rsidRPr="007D28A2" w:rsidRDefault="007D28A2" w:rsidP="007D28A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7D28A2">
                        <w:rPr>
                          <w:rFonts w:asciiTheme="minorHAnsi" w:eastAsia="Verdana" w:hAnsiTheme="minorHAnsi" w:cstheme="minorHAnsi"/>
                          <w:color w:val="000000" w:themeColor="text1"/>
                          <w:kern w:val="24"/>
                          <w:sz w:val="28"/>
                          <w:szCs w:val="28"/>
                        </w:rPr>
                        <w:t>Gravitational store</w:t>
                      </w:r>
                    </w:p>
                  </w:txbxContent>
                </v:textbox>
              </v:shape>
            </w:pict>
          </mc:Fallback>
        </mc:AlternateContent>
      </w:r>
      <w:r w:rsidRPr="007D28A2">
        <w:rPr>
          <w:noProof/>
          <w:szCs w:val="18"/>
          <w:lang w:eastAsia="en-GB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4D1CB87F" wp14:editId="61DEAB70">
                <wp:simplePos x="0" y="0"/>
                <wp:positionH relativeFrom="column">
                  <wp:posOffset>133350</wp:posOffset>
                </wp:positionH>
                <wp:positionV relativeFrom="paragraph">
                  <wp:posOffset>2370455</wp:posOffset>
                </wp:positionV>
                <wp:extent cx="2130425" cy="784860"/>
                <wp:effectExtent l="0" t="0" r="0" b="0"/>
                <wp:wrapNone/>
                <wp:docPr id="249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0425" cy="784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D28A2" w:rsidRPr="007D28A2" w:rsidRDefault="007D28A2" w:rsidP="007D28A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7D28A2">
                              <w:rPr>
                                <w:rFonts w:asciiTheme="minorHAnsi" w:eastAsia="Verdana" w:hAnsiTheme="minorHAnsi" w:cstheme="minorHAns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Arm</w:t>
                            </w:r>
                          </w:p>
                          <w:p w:rsidR="007D28A2" w:rsidRPr="007D28A2" w:rsidRDefault="007D28A2" w:rsidP="007D28A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7D28A2">
                              <w:rPr>
                                <w:rFonts w:asciiTheme="minorHAnsi" w:eastAsia="Verdana" w:hAnsiTheme="minorHAnsi" w:cstheme="minorHAns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Chemical store</w:t>
                            </w:r>
                          </w:p>
                        </w:txbxContent>
                      </wps:txbx>
                      <wps:bodyPr wrap="square" rtlCol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1CB87F" id="_x0000_s1056" type="#_x0000_t202" style="position:absolute;margin-left:10.5pt;margin-top:186.65pt;width:167.75pt;height:61.8pt;z-index:251814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" filled="f" stroked="f">
                <v:textbox>
                  <w:txbxContent>
                    <w:p w:rsidR="007D28A2" w:rsidRPr="007D28A2" w:rsidRDefault="007D28A2" w:rsidP="007D28A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7D28A2">
                        <w:rPr>
                          <w:rFonts w:asciiTheme="minorHAnsi" w:eastAsia="Verdana" w:hAnsiTheme="minorHAnsi" w:cstheme="minorHAnsi"/>
                          <w:color w:val="000000" w:themeColor="text1"/>
                          <w:kern w:val="24"/>
                          <w:sz w:val="36"/>
                          <w:szCs w:val="36"/>
                        </w:rPr>
                        <w:t>Arm</w:t>
                      </w:r>
                    </w:p>
                    <w:p w:rsidR="007D28A2" w:rsidRPr="007D28A2" w:rsidRDefault="007D28A2" w:rsidP="007D28A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7D28A2">
                        <w:rPr>
                          <w:rFonts w:asciiTheme="minorHAnsi" w:eastAsia="Verdana" w:hAnsiTheme="minorHAnsi" w:cstheme="minorHAnsi"/>
                          <w:color w:val="000000" w:themeColor="text1"/>
                          <w:kern w:val="24"/>
                          <w:sz w:val="28"/>
                          <w:szCs w:val="28"/>
                        </w:rPr>
                        <w:t>Chemical store</w:t>
                      </w:r>
                    </w:p>
                  </w:txbxContent>
                </v:textbox>
              </v:shape>
            </w:pict>
          </mc:Fallback>
        </mc:AlternateContent>
      </w:r>
      <w:r w:rsidRPr="002629A0">
        <w:rPr>
          <w:noProof/>
          <w:lang w:eastAsia="en-GB"/>
        </w:rPr>
        <w:drawing>
          <wp:anchor distT="0" distB="0" distL="114300" distR="114300" simplePos="0" relativeHeight="251710464" behindDoc="0" locked="0" layoutInCell="1" allowOverlap="1" wp14:anchorId="4B0AA605" wp14:editId="728FD884">
            <wp:simplePos x="0" y="0"/>
            <wp:positionH relativeFrom="column">
              <wp:posOffset>463138</wp:posOffset>
            </wp:positionH>
            <wp:positionV relativeFrom="paragraph">
              <wp:posOffset>1935678</wp:posOffset>
            </wp:positionV>
            <wp:extent cx="4773880" cy="1771015"/>
            <wp:effectExtent l="0" t="0" r="8255" b="635"/>
            <wp:wrapNone/>
            <wp:docPr id="230" name="Picture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3880" cy="177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261D">
        <w:rPr>
          <w:noProof/>
          <w:szCs w:val="18"/>
          <w:lang w:eastAsia="en-GB"/>
        </w:rPr>
        <w:drawing>
          <wp:anchor distT="0" distB="0" distL="114300" distR="114300" simplePos="0" relativeHeight="251742208" behindDoc="0" locked="0" layoutInCell="1" allowOverlap="1" wp14:anchorId="5F644A94" wp14:editId="258E07CD">
            <wp:simplePos x="0" y="0"/>
            <wp:positionH relativeFrom="column">
              <wp:posOffset>4414520</wp:posOffset>
            </wp:positionH>
            <wp:positionV relativeFrom="paragraph">
              <wp:posOffset>818515</wp:posOffset>
            </wp:positionV>
            <wp:extent cx="1198880" cy="588010"/>
            <wp:effectExtent l="57150" t="133350" r="39370" b="135890"/>
            <wp:wrapNone/>
            <wp:docPr id="278" name="Picture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4F06CD8.tmp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725" b="-1"/>
                    <a:stretch/>
                  </pic:blipFill>
                  <pic:spPr bwMode="auto">
                    <a:xfrm rot="20818322">
                      <a:off x="0" y="0"/>
                      <a:ext cx="1198880" cy="5880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1261D">
        <w:rPr>
          <w:noProof/>
          <w:szCs w:val="18"/>
          <w:lang w:eastAsia="en-GB"/>
        </w:rPr>
        <w:drawing>
          <wp:anchor distT="0" distB="0" distL="114300" distR="114300" simplePos="0" relativeHeight="251740160" behindDoc="0" locked="0" layoutInCell="1" allowOverlap="1" wp14:anchorId="0EEC287D" wp14:editId="14D9F52A">
            <wp:simplePos x="0" y="0"/>
            <wp:positionH relativeFrom="column">
              <wp:posOffset>81280</wp:posOffset>
            </wp:positionH>
            <wp:positionV relativeFrom="paragraph">
              <wp:posOffset>1111886</wp:posOffset>
            </wp:positionV>
            <wp:extent cx="1198934" cy="594245"/>
            <wp:effectExtent l="57150" t="133350" r="39370" b="130175"/>
            <wp:wrapNone/>
            <wp:docPr id="277" name="Picture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4F06CD8.tmp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9844"/>
                    <a:stretch/>
                  </pic:blipFill>
                  <pic:spPr bwMode="auto">
                    <a:xfrm rot="20818322">
                      <a:off x="0" y="0"/>
                      <a:ext cx="1198934" cy="5942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5C8D" w:rsidRPr="008A5C8D">
        <w:rPr>
          <w:noProof/>
          <w:szCs w:val="18"/>
          <w:lang w:eastAsia="en-GB"/>
        </w:rPr>
        <mc:AlternateContent>
          <mc:Choice Requires="wps">
            <w:drawing>
              <wp:anchor distT="45720" distB="45720" distL="114300" distR="114300" simplePos="0" relativeHeight="251730944" behindDoc="0" locked="0" layoutInCell="1" allowOverlap="1">
                <wp:simplePos x="0" y="0"/>
                <wp:positionH relativeFrom="column">
                  <wp:posOffset>3539769</wp:posOffset>
                </wp:positionH>
                <wp:positionV relativeFrom="paragraph">
                  <wp:posOffset>591744</wp:posOffset>
                </wp:positionV>
                <wp:extent cx="1548130" cy="263347"/>
                <wp:effectExtent l="0" t="0" r="0" b="3810"/>
                <wp:wrapNone/>
                <wp:docPr id="2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8130" cy="263347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5C8D" w:rsidRDefault="008A5C8D" w:rsidP="008A5C8D">
                            <w:pPr>
                              <w:jc w:val="center"/>
                            </w:pPr>
                            <w:r>
                              <w:t>At the top of the slope</w:t>
                            </w:r>
                          </w:p>
                          <w:p w:rsidR="008A5C8D" w:rsidRDefault="008A5C8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57" type="#_x0000_t202" style="position:absolute;margin-left:278.7pt;margin-top:46.6pt;width:121.9pt;height:20.75pt;z-index:251730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" filled="f" stroked="f">
                <v:textbox>
                  <w:txbxContent>
                    <w:p w:rsidR="008A5C8D" w:rsidRDefault="008A5C8D" w:rsidP="008A5C8D">
                      <w:pPr>
                        <w:jc w:val="center"/>
                      </w:pPr>
                      <w:r>
                        <w:t>At the top of the slope</w:t>
                      </w:r>
                    </w:p>
                    <w:p w:rsidR="008A5C8D" w:rsidRDefault="008A5C8D"/>
                  </w:txbxContent>
                </v:textbox>
              </v:shape>
            </w:pict>
          </mc:Fallback>
        </mc:AlternateContent>
      </w:r>
      <w:r w:rsidR="0051261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538B8EC" wp14:editId="5C1B1651">
                <wp:simplePos x="0" y="0"/>
                <wp:positionH relativeFrom="column">
                  <wp:posOffset>182448</wp:posOffset>
                </wp:positionH>
                <wp:positionV relativeFrom="paragraph">
                  <wp:posOffset>592100</wp:posOffset>
                </wp:positionV>
                <wp:extent cx="1880006" cy="453390"/>
                <wp:effectExtent l="0" t="0" r="0" b="3810"/>
                <wp:wrapNone/>
                <wp:docPr id="225" name="Text Box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80006" cy="453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E67C1" w:rsidRDefault="008A5C8D" w:rsidP="00FE67C1">
                            <w:pPr>
                              <w:jc w:val="center"/>
                            </w:pPr>
                            <w:r>
                              <w:t>A</w:t>
                            </w:r>
                            <w:r w:rsidR="000E2604">
                              <w:t>t the bottom of the slope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38B8EC" id="Text Box 225" o:spid="_x0000_s1058" type="#_x0000_t202" style="position:absolute;margin-left:14.35pt;margin-top:46.6pt;width:148.05pt;height:35.7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" filled="f" stroked="f" strokeweight=".5pt">
                <v:textbox>
                  <w:txbxContent>
                    <w:p w:rsidR="00FE67C1" w:rsidRDefault="008A5C8D" w:rsidP="00FE67C1">
                      <w:pPr>
                        <w:jc w:val="center"/>
                      </w:pPr>
                      <w:r>
                        <w:t>A</w:t>
                      </w:r>
                      <w:r w:rsidR="000E2604">
                        <w:t>t the bottom of the slope</w:t>
                      </w:r>
                    </w:p>
                  </w:txbxContent>
                </v:textbox>
              </v:shape>
            </w:pict>
          </mc:Fallback>
        </mc:AlternateContent>
      </w:r>
      <w:r w:rsidR="00FE67C1" w:rsidRPr="000F2762">
        <w:rPr>
          <w:noProof/>
          <w:szCs w:val="18"/>
          <w:lang w:eastAsia="en-GB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16340070" wp14:editId="64018873">
                <wp:simplePos x="0" y="0"/>
                <wp:positionH relativeFrom="column">
                  <wp:posOffset>-38100</wp:posOffset>
                </wp:positionH>
                <wp:positionV relativeFrom="paragraph">
                  <wp:posOffset>260350</wp:posOffset>
                </wp:positionV>
                <wp:extent cx="5760000" cy="3600000"/>
                <wp:effectExtent l="0" t="0" r="12700" b="19685"/>
                <wp:wrapSquare wrapText="bothSides"/>
                <wp:docPr id="226" name="Text Box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00" cy="360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67C1" w:rsidRPr="000F2762" w:rsidRDefault="002F69A1" w:rsidP="00FE67C1">
                            <w:pPr>
                              <w:ind w:firstLine="72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Pushing a toy car to the top of</w:t>
                            </w:r>
                            <w:r w:rsidR="00FE67C1" w:rsidRPr="00FE67C1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a slope</w:t>
                            </w:r>
                          </w:p>
                          <w:p w:rsidR="00FE67C1" w:rsidRDefault="00FE67C1" w:rsidP="00FE67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E67C1" w:rsidRDefault="00FE67C1" w:rsidP="00FE67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E67C1" w:rsidRPr="000F2762" w:rsidRDefault="00FE67C1" w:rsidP="00FE67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E67C1" w:rsidRPr="000F2762" w:rsidRDefault="00FE67C1" w:rsidP="00FE67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E67C1" w:rsidRPr="000F2762" w:rsidRDefault="00FE67C1" w:rsidP="00FE67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E67C1" w:rsidRPr="00FE67C1" w:rsidRDefault="00FE67C1" w:rsidP="00FE67C1">
                            <w:pPr>
                              <w:spacing w:after="180"/>
                              <w:ind w:left="720" w:firstLine="720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FE67C1">
                              <w:rPr>
                                <w:b/>
                                <w:sz w:val="28"/>
                                <w:szCs w:val="28"/>
                              </w:rPr>
                              <w:t>Start</w:t>
                            </w:r>
                            <w:r w:rsidRPr="00FE67C1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FE67C1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FE67C1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FE67C1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FE67C1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FE67C1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</w:r>
                            <w:r w:rsidRPr="00FE67C1">
                              <w:rPr>
                                <w:b/>
                                <w:sz w:val="28"/>
                                <w:szCs w:val="28"/>
                              </w:rPr>
                              <w:tab/>
                              <w:t>End</w:t>
                            </w:r>
                          </w:p>
                          <w:p w:rsidR="00FE67C1" w:rsidRDefault="00FE67C1" w:rsidP="00FE67C1">
                            <w:pPr>
                              <w:spacing w:after="18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E67C1" w:rsidRPr="00D12BEA" w:rsidRDefault="00FE67C1" w:rsidP="00FE67C1">
                            <w:pPr>
                              <w:spacing w:after="240"/>
                              <w:ind w:firstLine="720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FE67C1" w:rsidRDefault="00FE67C1" w:rsidP="00FE67C1"/>
                          <w:p w:rsidR="00FE67C1" w:rsidRDefault="00FE67C1" w:rsidP="00FE67C1"/>
                          <w:p w:rsidR="00FE67C1" w:rsidRDefault="00FE67C1" w:rsidP="00FE67C1"/>
                          <w:p w:rsidR="00FE67C1" w:rsidRDefault="00FE67C1" w:rsidP="00FE67C1"/>
                          <w:p w:rsidR="00FE67C1" w:rsidRDefault="00FE67C1" w:rsidP="00FE67C1"/>
                          <w:p w:rsidR="00FE67C1" w:rsidRDefault="00FE67C1" w:rsidP="00FE67C1">
                            <w:pPr>
                              <w:jc w:val="center"/>
                            </w:pPr>
                            <w:r>
                              <w:t>Energy transfer diagram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6340070" id="_x0000_t202" coordsize="21600,21600" o:spt="202" path="m,l,21600r21600,l21600,xe">
                <v:stroke joinstyle="miter"/>
                <v:path gradientshapeok="t" o:connecttype="rect"/>
              </v:shapetype>
              <v:shape id="Text Box 226" o:spid="_x0000_s1059" type="#_x0000_t202" style="position:absolute;margin-left:-3pt;margin-top:20.5pt;width:453.55pt;height:283.45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">
                <v:textbox>
                  <w:txbxContent>
                    <w:p w:rsidR="00FE67C1" w:rsidRPr="000F2762" w:rsidRDefault="002F69A1" w:rsidP="00FE67C1">
                      <w:pPr>
                        <w:ind w:firstLine="72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u w:val="single"/>
                        </w:rPr>
                        <w:t>Pushing a toy car to the top of</w:t>
                      </w:r>
                      <w:r w:rsidR="00FE67C1" w:rsidRPr="00FE67C1">
                        <w:rPr>
                          <w:b/>
                          <w:sz w:val="28"/>
                          <w:szCs w:val="28"/>
                          <w:u w:val="single"/>
                        </w:rPr>
                        <w:t xml:space="preserve"> a slope</w:t>
                      </w:r>
                    </w:p>
                    <w:p w:rsidR="00FE67C1" w:rsidRDefault="00FE67C1" w:rsidP="00FE67C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E67C1" w:rsidRDefault="00FE67C1" w:rsidP="00FE67C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E67C1" w:rsidRPr="000F2762" w:rsidRDefault="00FE67C1" w:rsidP="00FE67C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E67C1" w:rsidRPr="000F2762" w:rsidRDefault="00FE67C1" w:rsidP="00FE67C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E67C1" w:rsidRPr="000F2762" w:rsidRDefault="00FE67C1" w:rsidP="00FE67C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E67C1" w:rsidRPr="00FE67C1" w:rsidRDefault="00FE67C1" w:rsidP="00FE67C1">
                      <w:pPr>
                        <w:spacing w:after="180"/>
                        <w:ind w:left="720" w:firstLine="720"/>
                        <w:rPr>
                          <w:b/>
                          <w:sz w:val="28"/>
                          <w:szCs w:val="28"/>
                        </w:rPr>
                      </w:pPr>
                      <w:r w:rsidRPr="00FE67C1">
                        <w:rPr>
                          <w:b/>
                          <w:sz w:val="28"/>
                          <w:szCs w:val="28"/>
                        </w:rPr>
                        <w:t>Start</w:t>
                      </w:r>
                      <w:r w:rsidRPr="00FE67C1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 w:rsidRPr="00FE67C1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 w:rsidRPr="00FE67C1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 w:rsidRPr="00FE67C1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 w:rsidRPr="00FE67C1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 w:rsidRPr="00FE67C1">
                        <w:rPr>
                          <w:b/>
                          <w:sz w:val="28"/>
                          <w:szCs w:val="28"/>
                        </w:rPr>
                        <w:tab/>
                      </w:r>
                      <w:r w:rsidRPr="00FE67C1">
                        <w:rPr>
                          <w:b/>
                          <w:sz w:val="28"/>
                          <w:szCs w:val="28"/>
                        </w:rPr>
                        <w:tab/>
                        <w:t>End</w:t>
                      </w:r>
                    </w:p>
                    <w:p w:rsidR="00FE67C1" w:rsidRDefault="00FE67C1" w:rsidP="00FE67C1">
                      <w:pPr>
                        <w:spacing w:after="180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FE67C1" w:rsidRPr="00D12BEA" w:rsidRDefault="00FE67C1" w:rsidP="00FE67C1">
                      <w:pPr>
                        <w:spacing w:after="240"/>
                        <w:ind w:firstLine="720"/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:rsidR="00FE67C1" w:rsidRDefault="00FE67C1" w:rsidP="00FE67C1"/>
                    <w:p w:rsidR="00FE67C1" w:rsidRDefault="00FE67C1" w:rsidP="00FE67C1"/>
                    <w:p w:rsidR="00FE67C1" w:rsidRDefault="00FE67C1" w:rsidP="00FE67C1"/>
                    <w:p w:rsidR="00FE67C1" w:rsidRDefault="00FE67C1" w:rsidP="00FE67C1"/>
                    <w:p w:rsidR="00FE67C1" w:rsidRDefault="00FE67C1" w:rsidP="00FE67C1"/>
                    <w:p w:rsidR="00FE67C1" w:rsidRDefault="00FE67C1" w:rsidP="00FE67C1">
                      <w:pPr>
                        <w:jc w:val="center"/>
                      </w:pPr>
                      <w:r>
                        <w:t>Energy transfer diagram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E67C1" w:rsidRDefault="00FE67C1" w:rsidP="00FE67C1">
      <w:pPr>
        <w:spacing w:after="240"/>
        <w:rPr>
          <w:szCs w:val="18"/>
        </w:rPr>
      </w:pPr>
    </w:p>
    <w:p w:rsidR="00FE67C1" w:rsidRDefault="007D28A2" w:rsidP="00FE67C1">
      <w:pPr>
        <w:spacing w:after="240"/>
        <w:rPr>
          <w:szCs w:val="18"/>
        </w:rPr>
      </w:pPr>
      <w:r w:rsidRPr="007D28A2">
        <w:rPr>
          <w:noProof/>
          <w:szCs w:val="18"/>
          <w:lang w:eastAsia="en-GB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4B60BE14" wp14:editId="5968EFD0">
                <wp:simplePos x="0" y="0"/>
                <wp:positionH relativeFrom="column">
                  <wp:posOffset>3431540</wp:posOffset>
                </wp:positionH>
                <wp:positionV relativeFrom="paragraph">
                  <wp:posOffset>3025140</wp:posOffset>
                </wp:positionV>
                <wp:extent cx="2130425" cy="784860"/>
                <wp:effectExtent l="0" t="0" r="0" b="0"/>
                <wp:wrapNone/>
                <wp:docPr id="257" name="Text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0425" cy="784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D28A2" w:rsidRPr="007D28A2" w:rsidRDefault="007D28A2" w:rsidP="007D28A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7D28A2">
                              <w:rPr>
                                <w:rFonts w:asciiTheme="minorHAnsi" w:eastAsia="Verdana" w:hAnsiTheme="minorHAnsi" w:cstheme="minorHAns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Hot air rising</w:t>
                            </w:r>
                          </w:p>
                          <w:p w:rsidR="007D28A2" w:rsidRPr="007D28A2" w:rsidRDefault="007D28A2" w:rsidP="007D28A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7D28A2">
                              <w:rPr>
                                <w:rFonts w:asciiTheme="minorHAnsi" w:eastAsia="Verdana" w:hAnsiTheme="minorHAnsi" w:cstheme="minorHAns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Kinetic store</w:t>
                            </w:r>
                          </w:p>
                        </w:txbxContent>
                      </wps:txbx>
                      <wps:bodyPr wrap="square" rtlCol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60BE14" id="_x0000_s1060" type="#_x0000_t202" style="position:absolute;margin-left:270.2pt;margin-top:238.2pt;width:167.75pt;height:61.8pt;z-index:251821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" filled="f" stroked="f">
                <v:textbox>
                  <w:txbxContent>
                    <w:p w:rsidR="007D28A2" w:rsidRPr="007D28A2" w:rsidRDefault="007D28A2" w:rsidP="007D28A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7D28A2">
                        <w:rPr>
                          <w:rFonts w:asciiTheme="minorHAnsi" w:eastAsia="Verdana" w:hAnsiTheme="minorHAnsi" w:cstheme="minorHAnsi"/>
                          <w:color w:val="000000" w:themeColor="text1"/>
                          <w:kern w:val="24"/>
                          <w:sz w:val="36"/>
                          <w:szCs w:val="36"/>
                        </w:rPr>
                        <w:t>Hot air rising</w:t>
                      </w:r>
                    </w:p>
                    <w:p w:rsidR="007D28A2" w:rsidRPr="007D28A2" w:rsidRDefault="007D28A2" w:rsidP="007D28A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7D28A2">
                        <w:rPr>
                          <w:rFonts w:asciiTheme="minorHAnsi" w:eastAsia="Verdana" w:hAnsiTheme="minorHAnsi" w:cstheme="minorHAnsi"/>
                          <w:color w:val="000000" w:themeColor="text1"/>
                          <w:kern w:val="24"/>
                          <w:sz w:val="28"/>
                          <w:szCs w:val="28"/>
                        </w:rPr>
                        <w:t>Kinetic store</w:t>
                      </w:r>
                    </w:p>
                  </w:txbxContent>
                </v:textbox>
              </v:shape>
            </w:pict>
          </mc:Fallback>
        </mc:AlternateContent>
      </w:r>
      <w:r w:rsidRPr="007D28A2">
        <w:rPr>
          <w:noProof/>
          <w:szCs w:val="18"/>
          <w:lang w:eastAsia="en-GB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 wp14:anchorId="015DE5B2" wp14:editId="0A418C59">
                <wp:simplePos x="0" y="0"/>
                <wp:positionH relativeFrom="column">
                  <wp:posOffset>3294380</wp:posOffset>
                </wp:positionH>
                <wp:positionV relativeFrom="paragraph">
                  <wp:posOffset>2123440</wp:posOffset>
                </wp:positionV>
                <wp:extent cx="2424022" cy="785004"/>
                <wp:effectExtent l="0" t="0" r="0" b="0"/>
                <wp:wrapNone/>
                <wp:docPr id="258" name="Text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24022" cy="785004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D28A2" w:rsidRPr="007D28A2" w:rsidRDefault="007D28A2" w:rsidP="007D28A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7D28A2">
                              <w:rPr>
                                <w:rFonts w:asciiTheme="minorHAnsi" w:eastAsia="Verdana" w:hAnsiTheme="minorHAnsi" w:cstheme="minorHAns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Surroundings</w:t>
                            </w:r>
                          </w:p>
                          <w:p w:rsidR="007D28A2" w:rsidRPr="007D28A2" w:rsidRDefault="007D28A2" w:rsidP="007D28A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7D28A2">
                              <w:rPr>
                                <w:rFonts w:asciiTheme="minorHAnsi" w:eastAsia="Verdana" w:hAnsiTheme="minorHAnsi" w:cstheme="minorHAnsi"/>
                                <w:color w:val="000000" w:themeColor="text1"/>
                                <w:kern w:val="24"/>
                                <w:sz w:val="26"/>
                                <w:szCs w:val="26"/>
                              </w:rPr>
                              <w:t>Heat store</w:t>
                            </w:r>
                          </w:p>
                        </w:txbxContent>
                      </wps:txbx>
                      <wps:bodyPr wrap="square" rtlCol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5DE5B2" id="_x0000_s1061" type="#_x0000_t202" style="position:absolute;margin-left:259.4pt;margin-top:167.2pt;width:190.85pt;height:61.8pt;z-index:251822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" filled="f" stroked="f">
                <v:textbox>
                  <w:txbxContent>
                    <w:p w:rsidR="007D28A2" w:rsidRPr="007D28A2" w:rsidRDefault="007D28A2" w:rsidP="007D28A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7D28A2">
                        <w:rPr>
                          <w:rFonts w:asciiTheme="minorHAnsi" w:eastAsia="Verdana" w:hAnsiTheme="minorHAnsi" w:cstheme="minorHAnsi"/>
                          <w:color w:val="000000" w:themeColor="text1"/>
                          <w:kern w:val="24"/>
                          <w:sz w:val="36"/>
                          <w:szCs w:val="36"/>
                        </w:rPr>
                        <w:t>Surroundings</w:t>
                      </w:r>
                    </w:p>
                    <w:p w:rsidR="007D28A2" w:rsidRPr="007D28A2" w:rsidRDefault="007D28A2" w:rsidP="007D28A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7D28A2">
                        <w:rPr>
                          <w:rFonts w:asciiTheme="minorHAnsi" w:eastAsia="Verdana" w:hAnsiTheme="minorHAnsi" w:cstheme="minorHAnsi"/>
                          <w:color w:val="000000" w:themeColor="text1"/>
                          <w:kern w:val="24"/>
                          <w:sz w:val="26"/>
                          <w:szCs w:val="26"/>
                        </w:rPr>
                        <w:t>Heat store</w:t>
                      </w:r>
                    </w:p>
                  </w:txbxContent>
                </v:textbox>
              </v:shape>
            </w:pict>
          </mc:Fallback>
        </mc:AlternateContent>
      </w:r>
      <w:r w:rsidRPr="007D28A2">
        <w:rPr>
          <w:noProof/>
          <w:szCs w:val="18"/>
          <w:lang w:eastAsia="en-GB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 wp14:anchorId="3FA69440" wp14:editId="7492304A">
                <wp:simplePos x="0" y="0"/>
                <wp:positionH relativeFrom="column">
                  <wp:posOffset>114300</wp:posOffset>
                </wp:positionH>
                <wp:positionV relativeFrom="paragraph">
                  <wp:posOffset>2612390</wp:posOffset>
                </wp:positionV>
                <wp:extent cx="2130425" cy="784860"/>
                <wp:effectExtent l="0" t="0" r="0" b="0"/>
                <wp:wrapNone/>
                <wp:docPr id="256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0425" cy="784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7D28A2" w:rsidRPr="007D28A2" w:rsidRDefault="007D28A2" w:rsidP="007D28A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7D28A2">
                              <w:rPr>
                                <w:rFonts w:asciiTheme="minorHAnsi" w:eastAsia="Verdana" w:hAnsiTheme="minorHAnsi" w:cstheme="minorHAnsi"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Water</w:t>
                            </w:r>
                          </w:p>
                          <w:p w:rsidR="007D28A2" w:rsidRPr="007D28A2" w:rsidRDefault="007D28A2" w:rsidP="007D28A2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Theme="minorHAnsi" w:hAnsiTheme="minorHAnsi" w:cstheme="minorHAnsi"/>
                              </w:rPr>
                            </w:pPr>
                            <w:r w:rsidRPr="007D28A2">
                              <w:rPr>
                                <w:rFonts w:asciiTheme="minorHAnsi" w:eastAsia="Verdana" w:hAnsiTheme="minorHAnsi" w:cstheme="minorHAns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Heat store</w:t>
                            </w:r>
                          </w:p>
                        </w:txbxContent>
                      </wps:txbx>
                      <wps:bodyPr wrap="square" rtlCol="0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FA69440" id="_x0000_s1062" type="#_x0000_t202" style="position:absolute;margin-left:9pt;margin-top:205.7pt;width:167.75pt;height:61.8pt;z-index:251820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" filled="f" stroked="f">
                <v:textbox>
                  <w:txbxContent>
                    <w:p w:rsidR="007D28A2" w:rsidRPr="007D28A2" w:rsidRDefault="007D28A2" w:rsidP="007D28A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7D28A2">
                        <w:rPr>
                          <w:rFonts w:asciiTheme="minorHAnsi" w:eastAsia="Verdana" w:hAnsiTheme="minorHAnsi" w:cstheme="minorHAnsi"/>
                          <w:color w:val="000000" w:themeColor="text1"/>
                          <w:kern w:val="24"/>
                          <w:sz w:val="36"/>
                          <w:szCs w:val="36"/>
                        </w:rPr>
                        <w:t>Water</w:t>
                      </w:r>
                    </w:p>
                    <w:p w:rsidR="007D28A2" w:rsidRPr="007D28A2" w:rsidRDefault="007D28A2" w:rsidP="007D28A2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Theme="minorHAnsi" w:hAnsiTheme="minorHAnsi" w:cstheme="minorHAnsi"/>
                        </w:rPr>
                      </w:pPr>
                      <w:r w:rsidRPr="007D28A2">
                        <w:rPr>
                          <w:rFonts w:asciiTheme="minorHAnsi" w:eastAsia="Verdana" w:hAnsiTheme="minorHAnsi" w:cstheme="minorHAnsi"/>
                          <w:color w:val="000000" w:themeColor="text1"/>
                          <w:kern w:val="24"/>
                          <w:sz w:val="28"/>
                          <w:szCs w:val="28"/>
                        </w:rPr>
                        <w:t>Heat store</w:t>
                      </w:r>
                    </w:p>
                  </w:txbxContent>
                </v:textbox>
              </v:shape>
            </w:pict>
          </mc:Fallback>
        </mc:AlternateContent>
      </w:r>
      <w:r w:rsidR="00190937">
        <w:rPr>
          <w:noProof/>
          <w:szCs w:val="18"/>
          <w:lang w:eastAsia="en-GB"/>
        </w:rPr>
        <mc:AlternateContent>
          <mc:Choice Requires="wpg">
            <w:drawing>
              <wp:anchor distT="0" distB="0" distL="114300" distR="114300" simplePos="0" relativeHeight="251793408" behindDoc="0" locked="0" layoutInCell="1" allowOverlap="1" wp14:anchorId="69789FE3" wp14:editId="539AC797">
                <wp:simplePos x="0" y="0"/>
                <wp:positionH relativeFrom="column">
                  <wp:posOffset>415636</wp:posOffset>
                </wp:positionH>
                <wp:positionV relativeFrom="paragraph">
                  <wp:posOffset>2264970</wp:posOffset>
                </wp:positionV>
                <wp:extent cx="4800831" cy="1443545"/>
                <wp:effectExtent l="0" t="0" r="19050" b="23495"/>
                <wp:wrapNone/>
                <wp:docPr id="10" name="Grou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00831" cy="1443545"/>
                          <a:chOff x="0" y="0"/>
                          <a:chExt cx="4800831" cy="1443545"/>
                        </a:xfrm>
                      </wpg:grpSpPr>
                      <wps:wsp>
                        <wps:cNvPr id="11" name="Rounded Rectangle 11"/>
                        <wps:cNvSpPr/>
                        <wps:spPr>
                          <a:xfrm>
                            <a:off x="0" y="498764"/>
                            <a:ext cx="1475740" cy="541020"/>
                          </a:xfrm>
                          <a:prstGeom prst="roundRect">
                            <a:avLst>
                              <a:gd name="adj" fmla="val 18019"/>
                            </a:avLst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Rounded Rectangle 12"/>
                        <wps:cNvSpPr/>
                        <wps:spPr>
                          <a:xfrm>
                            <a:off x="3313216" y="0"/>
                            <a:ext cx="1475740" cy="541020"/>
                          </a:xfrm>
                          <a:prstGeom prst="roundRect">
                            <a:avLst>
                              <a:gd name="adj" fmla="val 18019"/>
                            </a:avLst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Straight Arrow Connector 13"/>
                        <wps:cNvCnPr/>
                        <wps:spPr>
                          <a:xfrm flipV="1">
                            <a:off x="1638795" y="285008"/>
                            <a:ext cx="1521562" cy="402336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Rounded Rectangle 14"/>
                        <wps:cNvSpPr/>
                        <wps:spPr>
                          <a:xfrm>
                            <a:off x="3325091" y="902525"/>
                            <a:ext cx="1475740" cy="541020"/>
                          </a:xfrm>
                          <a:prstGeom prst="roundRect">
                            <a:avLst>
                              <a:gd name="adj" fmla="val 18019"/>
                            </a:avLst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Straight Arrow Connector 23"/>
                        <wps:cNvCnPr/>
                        <wps:spPr>
                          <a:xfrm>
                            <a:off x="1638795" y="866899"/>
                            <a:ext cx="1499616" cy="278358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90EE51" id="Group 10" o:spid="_x0000_s1026" style="position:absolute;margin-left:32.75pt;margin-top:178.35pt;width:378pt;height:113.65pt;z-index:251793408" coordsize="48008,144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">
                <v:roundrect id="Rounded Rectangle 11" o:spid="_x0000_s1027" style="position:absolute;top:4987;width:14757;height:5410;visibility:visible;mso-wrap-style:square;v-text-anchor:middle" arcsize="118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" filled="f" strokecolor="black [3213]" strokeweight="1pt"/>
                <v:roundrect id="Rounded Rectangle 12" o:spid="_x0000_s1028" style="position:absolute;left:33132;width:14757;height:5410;visibility:visible;mso-wrap-style:square;v-text-anchor:middle" arcsize="118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" filled="f" strokecolor="black [3213]" strokeweight="1pt"/>
                <v:shape id="Straight Arrow Connector 13" o:spid="_x0000_s1029" type="#_x0000_t32" style="position:absolute;left:16387;top:2850;width:15216;height:402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" strokecolor="black [3213]">
                  <v:stroke endarrow="block"/>
                </v:shape>
                <v:roundrect id="Rounded Rectangle 14" o:spid="_x0000_s1030" style="position:absolute;left:33250;top:9025;width:14758;height:5410;visibility:visible;mso-wrap-style:square;v-text-anchor:middle" arcsize="1180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" filled="f" strokecolor="black [3213]" strokeweight="1pt"/>
                <v:shape id="Straight Arrow Connector 23" o:spid="_x0000_s1031" type="#_x0000_t32" style="position:absolute;left:16387;top:8668;width:14997;height:278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" strokecolor="black [3213]">
                  <v:stroke endarrow="block"/>
                </v:shape>
              </v:group>
            </w:pict>
          </mc:Fallback>
        </mc:AlternateContent>
      </w:r>
      <w:r w:rsidR="00E637D3">
        <w:rPr>
          <w:noProof/>
          <w:szCs w:val="18"/>
          <w:lang w:eastAsia="en-GB"/>
        </w:rPr>
        <w:drawing>
          <wp:anchor distT="0" distB="0" distL="114300" distR="114300" simplePos="0" relativeHeight="251745280" behindDoc="0" locked="0" layoutInCell="1" allowOverlap="1" wp14:anchorId="17BD4AA8" wp14:editId="53E5D0BE">
            <wp:simplePos x="0" y="0"/>
            <wp:positionH relativeFrom="column">
              <wp:posOffset>3937000</wp:posOffset>
            </wp:positionH>
            <wp:positionV relativeFrom="paragraph">
              <wp:posOffset>996315</wp:posOffset>
            </wp:positionV>
            <wp:extent cx="767612" cy="901700"/>
            <wp:effectExtent l="0" t="0" r="0" b="0"/>
            <wp:wrapNone/>
            <wp:docPr id="280" name="Picture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4F0C7D2.tmp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7612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37D3">
        <w:rPr>
          <w:noProof/>
          <w:szCs w:val="18"/>
          <w:lang w:eastAsia="en-GB"/>
        </w:rPr>
        <w:drawing>
          <wp:anchor distT="0" distB="0" distL="114300" distR="114300" simplePos="0" relativeHeight="251743232" behindDoc="0" locked="0" layoutInCell="1" allowOverlap="1">
            <wp:simplePos x="0" y="0"/>
            <wp:positionH relativeFrom="column">
              <wp:posOffset>781050</wp:posOffset>
            </wp:positionH>
            <wp:positionV relativeFrom="paragraph">
              <wp:posOffset>1002665</wp:posOffset>
            </wp:positionV>
            <wp:extent cx="767612" cy="901700"/>
            <wp:effectExtent l="0" t="0" r="0" b="0"/>
            <wp:wrapNone/>
            <wp:docPr id="279" name="Picture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4F0C7D2.tmp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7612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5C8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79F99C8A" wp14:editId="77F761AD">
                <wp:simplePos x="0" y="0"/>
                <wp:positionH relativeFrom="column">
                  <wp:posOffset>431495</wp:posOffset>
                </wp:positionH>
                <wp:positionV relativeFrom="paragraph">
                  <wp:posOffset>593725</wp:posOffset>
                </wp:positionV>
                <wp:extent cx="1426210" cy="314554"/>
                <wp:effectExtent l="0" t="0" r="0" b="0"/>
                <wp:wrapNone/>
                <wp:docPr id="228" name="Text Box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6210" cy="31455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E67C1" w:rsidRDefault="008A5C8D" w:rsidP="00FE67C1">
                            <w:pPr>
                              <w:jc w:val="center"/>
                            </w:pPr>
                            <w:r>
                              <w:t>Beaker of hot water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F99C8A" id="Text Box 228" o:spid="_x0000_s1063" type="#_x0000_t202" style="position:absolute;margin-left:34pt;margin-top:46.75pt;width:112.3pt;height:24.7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" filled="f" stroked="f" strokeweight=".5pt">
                <v:textbox>
                  <w:txbxContent>
                    <w:p w:rsidR="00FE67C1" w:rsidRDefault="008A5C8D" w:rsidP="00FE67C1">
                      <w:pPr>
                        <w:jc w:val="center"/>
                      </w:pPr>
                      <w:r>
                        <w:t>Beaker of hot water</w:t>
                      </w:r>
                    </w:p>
                  </w:txbxContent>
                </v:textbox>
              </v:shape>
            </w:pict>
          </mc:Fallback>
        </mc:AlternateContent>
      </w:r>
      <w:r w:rsidR="008A5C8D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5EB6D9AC" wp14:editId="27C98B81">
                <wp:simplePos x="0" y="0"/>
                <wp:positionH relativeFrom="column">
                  <wp:posOffset>3518027</wp:posOffset>
                </wp:positionH>
                <wp:positionV relativeFrom="paragraph">
                  <wp:posOffset>590575</wp:posOffset>
                </wp:positionV>
                <wp:extent cx="1543507" cy="453542"/>
                <wp:effectExtent l="0" t="0" r="0" b="3810"/>
                <wp:wrapNone/>
                <wp:docPr id="227" name="Text Box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507" cy="45354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FE67C1" w:rsidRDefault="008A5C8D" w:rsidP="00FE67C1">
                            <w:pPr>
                              <w:jc w:val="center"/>
                            </w:pPr>
                            <w:r>
                              <w:t>Same beaker, later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B6D9AC" id="Text Box 227" o:spid="_x0000_s1064" type="#_x0000_t202" style="position:absolute;margin-left:277pt;margin-top:46.5pt;width:121.55pt;height:35.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" filled="f" stroked="f" strokeweight=".5pt">
                <v:textbox>
                  <w:txbxContent>
                    <w:p w:rsidR="00FE67C1" w:rsidRDefault="008A5C8D" w:rsidP="00FE67C1">
                      <w:pPr>
                        <w:jc w:val="center"/>
                      </w:pPr>
                      <w:r>
                        <w:t>Same beaker, later</w:t>
                      </w:r>
                    </w:p>
                  </w:txbxContent>
                </v:textbox>
              </v:shape>
            </w:pict>
          </mc:Fallback>
        </mc:AlternateContent>
      </w:r>
      <w:r w:rsidR="00FE67C1" w:rsidRPr="000F2762">
        <w:rPr>
          <w:noProof/>
          <w:szCs w:val="18"/>
          <w:lang w:eastAsia="en-GB"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686B1A50" wp14:editId="6FDD61A0">
                <wp:simplePos x="0" y="0"/>
                <wp:positionH relativeFrom="column">
                  <wp:posOffset>-38100</wp:posOffset>
                </wp:positionH>
                <wp:positionV relativeFrom="paragraph">
                  <wp:posOffset>260350</wp:posOffset>
                </wp:positionV>
                <wp:extent cx="5760000" cy="3600000"/>
                <wp:effectExtent l="0" t="0" r="12700" b="19685"/>
                <wp:wrapSquare wrapText="bothSides"/>
                <wp:docPr id="229" name="Text Box 2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00" cy="360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67C1" w:rsidRPr="000F2762" w:rsidRDefault="00FE67C1" w:rsidP="00FE67C1">
                            <w:pPr>
                              <w:ind w:firstLine="72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Hot water cooling</w:t>
                            </w:r>
                          </w:p>
                          <w:p w:rsidR="00FE67C1" w:rsidRPr="000F2762" w:rsidRDefault="00FE67C1" w:rsidP="00FE67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E67C1" w:rsidRDefault="00FE67C1" w:rsidP="00FE67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E67C1" w:rsidRDefault="00FE67C1" w:rsidP="00FE67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E67C1" w:rsidRPr="000F2762" w:rsidRDefault="00FE67C1" w:rsidP="00FE67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E67C1" w:rsidRPr="000F2762" w:rsidRDefault="00FE67C1" w:rsidP="00FE67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53B25" w:rsidRDefault="00F53B25" w:rsidP="00FE67C1">
                            <w:pPr>
                              <w:spacing w:after="180"/>
                              <w:ind w:left="720" w:firstLine="72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E67C1" w:rsidRDefault="00FE67C1" w:rsidP="00FE67C1">
                            <w:pPr>
                              <w:spacing w:after="180"/>
                              <w:ind w:left="720" w:firstLine="720"/>
                              <w:rPr>
                                <w:sz w:val="28"/>
                                <w:szCs w:val="28"/>
                              </w:rPr>
                            </w:pPr>
                            <w:r w:rsidRPr="000F2762">
                              <w:rPr>
                                <w:sz w:val="28"/>
                                <w:szCs w:val="28"/>
                              </w:rPr>
                              <w:t>Start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  <w:t>End</w:t>
                            </w:r>
                          </w:p>
                          <w:p w:rsidR="00FE67C1" w:rsidRDefault="00FE67C1" w:rsidP="00FE67C1">
                            <w:pPr>
                              <w:spacing w:after="18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FE67C1" w:rsidRPr="00D12BEA" w:rsidRDefault="00FE67C1" w:rsidP="00FE67C1">
                            <w:pPr>
                              <w:spacing w:after="240"/>
                              <w:ind w:firstLine="720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FE67C1" w:rsidRDefault="00FE67C1" w:rsidP="00FE67C1"/>
                          <w:p w:rsidR="00FE67C1" w:rsidRDefault="00FE67C1" w:rsidP="00FE67C1"/>
                          <w:p w:rsidR="00FE67C1" w:rsidRDefault="00FE67C1" w:rsidP="00FE67C1"/>
                          <w:p w:rsidR="00FE67C1" w:rsidRDefault="00FE67C1" w:rsidP="00FE67C1">
                            <w:pPr>
                              <w:jc w:val="center"/>
                            </w:pPr>
                            <w:r>
                              <w:t>Energy transfer diagram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6B1A50" id="Text Box 229" o:spid="_x0000_s1065" type="#_x0000_t202" style="position:absolute;margin-left:-3pt;margin-top:20.5pt;width:453.55pt;height:283.45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">
                <v:textbox>
                  <w:txbxContent>
                    <w:p w:rsidR="00FE67C1" w:rsidRPr="000F2762" w:rsidRDefault="00FE67C1" w:rsidP="00FE67C1">
                      <w:pPr>
                        <w:ind w:firstLine="72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u w:val="single"/>
                        </w:rPr>
                        <w:t>Hot water cooling</w:t>
                      </w:r>
                    </w:p>
                    <w:p w:rsidR="00FE67C1" w:rsidRPr="000F2762" w:rsidRDefault="00FE67C1" w:rsidP="00FE67C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E67C1" w:rsidRDefault="00FE67C1" w:rsidP="00FE67C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E67C1" w:rsidRDefault="00FE67C1" w:rsidP="00FE67C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E67C1" w:rsidRPr="000F2762" w:rsidRDefault="00FE67C1" w:rsidP="00FE67C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E67C1" w:rsidRPr="000F2762" w:rsidRDefault="00FE67C1" w:rsidP="00FE67C1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F53B25" w:rsidRDefault="00F53B25" w:rsidP="00FE67C1">
                      <w:pPr>
                        <w:spacing w:after="180"/>
                        <w:ind w:left="720" w:firstLine="720"/>
                        <w:rPr>
                          <w:sz w:val="28"/>
                          <w:szCs w:val="28"/>
                        </w:rPr>
                      </w:pPr>
                    </w:p>
                    <w:p w:rsidR="00FE67C1" w:rsidRDefault="00FE67C1" w:rsidP="00FE67C1">
                      <w:pPr>
                        <w:spacing w:after="180"/>
                        <w:ind w:left="720" w:firstLine="720"/>
                        <w:rPr>
                          <w:sz w:val="28"/>
                          <w:szCs w:val="28"/>
                        </w:rPr>
                      </w:pPr>
                      <w:r w:rsidRPr="000F2762">
                        <w:rPr>
                          <w:sz w:val="28"/>
                          <w:szCs w:val="28"/>
                        </w:rPr>
                        <w:t>Start</w:t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  <w:t>End</w:t>
                      </w:r>
                    </w:p>
                    <w:p w:rsidR="00FE67C1" w:rsidRDefault="00FE67C1" w:rsidP="00FE67C1">
                      <w:pPr>
                        <w:spacing w:after="180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FE67C1" w:rsidRPr="00D12BEA" w:rsidRDefault="00FE67C1" w:rsidP="00FE67C1">
                      <w:pPr>
                        <w:spacing w:after="240"/>
                        <w:ind w:firstLine="720"/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:rsidR="00FE67C1" w:rsidRDefault="00FE67C1" w:rsidP="00FE67C1"/>
                    <w:p w:rsidR="00FE67C1" w:rsidRDefault="00FE67C1" w:rsidP="00FE67C1"/>
                    <w:p w:rsidR="00FE67C1" w:rsidRDefault="00FE67C1" w:rsidP="00FE67C1"/>
                    <w:p w:rsidR="00FE67C1" w:rsidRDefault="00FE67C1" w:rsidP="00FE67C1">
                      <w:pPr>
                        <w:jc w:val="center"/>
                      </w:pPr>
                      <w:r>
                        <w:t>Energy transfer diagram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FE67C1" w:rsidRDefault="00FE67C1" w:rsidP="00FE67C1">
      <w:pPr>
        <w:spacing w:after="240"/>
        <w:rPr>
          <w:szCs w:val="18"/>
        </w:rPr>
      </w:pPr>
    </w:p>
    <w:p w:rsidR="00FE67C1" w:rsidRDefault="00FE67C1" w:rsidP="00434C78">
      <w:pPr>
        <w:spacing w:after="240"/>
        <w:rPr>
          <w:szCs w:val="18"/>
        </w:rPr>
      </w:pPr>
    </w:p>
    <w:p w:rsidR="0096467F" w:rsidRPr="007627B3" w:rsidRDefault="0096467F" w:rsidP="0096467F">
      <w:pPr>
        <w:spacing w:after="180"/>
        <w:rPr>
          <w:b/>
        </w:rPr>
      </w:pPr>
      <w:r w:rsidRPr="000F2762">
        <w:rPr>
          <w:noProof/>
          <w:szCs w:val="18"/>
          <w:lang w:eastAsia="en-GB"/>
        </w:rPr>
        <w:lastRenderedPageBreak/>
        <mc:AlternateContent>
          <mc:Choice Requires="wps">
            <w:drawing>
              <wp:anchor distT="45720" distB="45720" distL="114300" distR="114300" simplePos="0" relativeHeight="251747328" behindDoc="0" locked="0" layoutInCell="1" allowOverlap="1" wp14:anchorId="590CD363" wp14:editId="5C165FB8">
                <wp:simplePos x="0" y="0"/>
                <wp:positionH relativeFrom="column">
                  <wp:posOffset>-38100</wp:posOffset>
                </wp:positionH>
                <wp:positionV relativeFrom="paragraph">
                  <wp:posOffset>504190</wp:posOffset>
                </wp:positionV>
                <wp:extent cx="5760000" cy="3600000"/>
                <wp:effectExtent l="0" t="0" r="12700" b="19685"/>
                <wp:wrapSquare wrapText="bothSides"/>
                <wp:docPr id="28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00" cy="360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467F" w:rsidRDefault="0096467F" w:rsidP="0096467F">
                            <w:pPr>
                              <w:spacing w:after="240"/>
                              <w:ind w:firstLine="720"/>
                              <w:rPr>
                                <w:sz w:val="28"/>
                                <w:szCs w:val="28"/>
                              </w:rPr>
                            </w:pPr>
                            <w:r w:rsidRPr="000F2762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Wind-up toy</w:t>
                            </w:r>
                            <w:r w:rsidR="00186794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Pr="00D12BEA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CF4AFF" w:rsidRPr="00D12BEA" w:rsidRDefault="00CF4AFF" w:rsidP="0096467F">
                            <w:pPr>
                              <w:spacing w:after="240"/>
                              <w:ind w:firstLine="72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Pr="000F2762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Pr="000F2762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Pr="000F2762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Pr="000F2762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Default="0096467F" w:rsidP="0096467F">
                            <w:pPr>
                              <w:spacing w:after="180"/>
                              <w:ind w:left="720" w:firstLine="720"/>
                              <w:rPr>
                                <w:sz w:val="28"/>
                                <w:szCs w:val="28"/>
                              </w:rPr>
                            </w:pPr>
                            <w:r w:rsidRPr="000F2762">
                              <w:rPr>
                                <w:sz w:val="28"/>
                                <w:szCs w:val="28"/>
                              </w:rPr>
                              <w:t>Start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  <w:t>End</w:t>
                            </w:r>
                          </w:p>
                          <w:p w:rsidR="00CF4AFF" w:rsidRDefault="00CF4AFF" w:rsidP="0096467F">
                            <w:pPr>
                              <w:spacing w:after="180"/>
                              <w:ind w:left="720" w:firstLine="72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F4AFF" w:rsidRDefault="00CF4AFF" w:rsidP="00C5014D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120"/>
                              <w:ind w:left="714" w:hanging="357"/>
                              <w:contextualSpacing w:val="0"/>
                              <w:rPr>
                                <w:sz w:val="28"/>
                                <w:szCs w:val="28"/>
                              </w:rPr>
                            </w:pPr>
                            <w:r w:rsidRPr="00CF4AFF">
                              <w:rPr>
                                <w:sz w:val="28"/>
                                <w:szCs w:val="28"/>
                              </w:rPr>
                              <w:t>Wind up the toy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CF4AFF" w:rsidRDefault="00CF4AFF" w:rsidP="00C5014D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120"/>
                              <w:ind w:left="714" w:hanging="357"/>
                              <w:contextualSpacing w:val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Let the toy go and see what happens</w:t>
                            </w:r>
                          </w:p>
                          <w:p w:rsidR="00C5014D" w:rsidRPr="00C5014D" w:rsidRDefault="00C5014D" w:rsidP="00C5014D">
                            <w:pPr>
                              <w:pStyle w:val="ListParagraph"/>
                              <w:numPr>
                                <w:ilvl w:val="0"/>
                                <w:numId w:val="8"/>
                              </w:numPr>
                              <w:spacing w:after="120"/>
                              <w:ind w:left="714" w:hanging="357"/>
                              <w:contextualSpacing w:val="0"/>
                              <w:rPr>
                                <w:sz w:val="28"/>
                                <w:szCs w:val="28"/>
                              </w:rPr>
                            </w:pPr>
                            <w:r w:rsidRPr="00C5014D">
                              <w:rPr>
                                <w:sz w:val="28"/>
                                <w:szCs w:val="28"/>
                              </w:rPr>
                              <w:t>For each energy transfer describe how the energy is transferred.</w:t>
                            </w:r>
                            <w:r w:rsidR="00186794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260AD2" w:rsidRPr="00C5014D" w:rsidRDefault="004B126D" w:rsidP="00C5014D">
                            <w:pPr>
                              <w:spacing w:after="120"/>
                              <w:ind w:left="36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C5014D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>(The best answers are clear and short, but with lots of detail.)</w:t>
                            </w:r>
                          </w:p>
                          <w:p w:rsidR="00CF4AFF" w:rsidRPr="00CF4AFF" w:rsidRDefault="00CF4AFF" w:rsidP="00C5014D">
                            <w:pPr>
                              <w:spacing w:after="60"/>
                              <w:ind w:left="36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Pr="00D12BEA" w:rsidRDefault="0096467F" w:rsidP="00C5014D">
                            <w:pPr>
                              <w:spacing w:after="60"/>
                              <w:ind w:firstLine="720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96467F" w:rsidRDefault="0096467F" w:rsidP="0096467F"/>
                          <w:p w:rsidR="0096467F" w:rsidRDefault="0096467F" w:rsidP="0096467F"/>
                          <w:p w:rsidR="0096467F" w:rsidRDefault="0096467F" w:rsidP="0096467F"/>
                          <w:p w:rsidR="0096467F" w:rsidRDefault="0096467F" w:rsidP="0096467F"/>
                          <w:p w:rsidR="0096467F" w:rsidRDefault="0096467F" w:rsidP="0096467F"/>
                          <w:p w:rsidR="0096467F" w:rsidRDefault="0096467F" w:rsidP="0096467F">
                            <w:pPr>
                              <w:spacing w:after="180"/>
                              <w:ind w:left="720" w:firstLine="72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0CD363" id="_x0000_s1066" type="#_x0000_t202" style="position:absolute;margin-left:-3pt;margin-top:39.7pt;width:453.55pt;height:283.45pt;z-index:251747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">
                <v:textbox>
                  <w:txbxContent>
                    <w:p w:rsidR="0096467F" w:rsidRDefault="0096467F" w:rsidP="0096467F">
                      <w:pPr>
                        <w:spacing w:after="240"/>
                        <w:ind w:firstLine="720"/>
                        <w:rPr>
                          <w:sz w:val="28"/>
                          <w:szCs w:val="28"/>
                        </w:rPr>
                      </w:pPr>
                      <w:r w:rsidRPr="000F2762">
                        <w:rPr>
                          <w:b/>
                          <w:sz w:val="28"/>
                          <w:szCs w:val="28"/>
                          <w:u w:val="single"/>
                        </w:rPr>
                        <w:t>Wind-up toy</w:t>
                      </w:r>
                      <w:r w:rsidR="00186794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D12BEA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CF4AFF" w:rsidRPr="00D12BEA" w:rsidRDefault="00CF4AFF" w:rsidP="0096467F">
                      <w:pPr>
                        <w:spacing w:after="240"/>
                        <w:ind w:firstLine="720"/>
                        <w:rPr>
                          <w:sz w:val="28"/>
                          <w:szCs w:val="28"/>
                        </w:rPr>
                      </w:pPr>
                    </w:p>
                    <w:p w:rsidR="0096467F" w:rsidRPr="000F2762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Pr="000F2762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Pr="000F2762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Pr="000F2762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Default="0096467F" w:rsidP="0096467F">
                      <w:pPr>
                        <w:spacing w:after="180"/>
                        <w:ind w:left="720" w:firstLine="720"/>
                        <w:rPr>
                          <w:sz w:val="28"/>
                          <w:szCs w:val="28"/>
                        </w:rPr>
                      </w:pPr>
                      <w:r w:rsidRPr="000F2762">
                        <w:rPr>
                          <w:sz w:val="28"/>
                          <w:szCs w:val="28"/>
                        </w:rPr>
                        <w:t>Start</w:t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  <w:t>End</w:t>
                      </w:r>
                    </w:p>
                    <w:p w:rsidR="00CF4AFF" w:rsidRDefault="00CF4AFF" w:rsidP="0096467F">
                      <w:pPr>
                        <w:spacing w:after="180"/>
                        <w:ind w:left="720" w:firstLine="720"/>
                        <w:rPr>
                          <w:sz w:val="28"/>
                          <w:szCs w:val="28"/>
                        </w:rPr>
                      </w:pPr>
                    </w:p>
                    <w:p w:rsidR="00CF4AFF" w:rsidRDefault="00CF4AFF" w:rsidP="00C5014D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120"/>
                        <w:ind w:left="714" w:hanging="357"/>
                        <w:contextualSpacing w:val="0"/>
                        <w:rPr>
                          <w:sz w:val="28"/>
                          <w:szCs w:val="28"/>
                        </w:rPr>
                      </w:pPr>
                      <w:r w:rsidRPr="00CF4AFF">
                        <w:rPr>
                          <w:sz w:val="28"/>
                          <w:szCs w:val="28"/>
                        </w:rPr>
                        <w:t>Wind up the toy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CF4AFF" w:rsidRDefault="00CF4AFF" w:rsidP="00C5014D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120"/>
                        <w:ind w:left="714" w:hanging="357"/>
                        <w:contextualSpacing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Let the toy go and see what happens</w:t>
                      </w:r>
                    </w:p>
                    <w:p w:rsidR="00C5014D" w:rsidRPr="00C5014D" w:rsidRDefault="00C5014D" w:rsidP="00C5014D">
                      <w:pPr>
                        <w:pStyle w:val="ListParagraph"/>
                        <w:numPr>
                          <w:ilvl w:val="0"/>
                          <w:numId w:val="8"/>
                        </w:numPr>
                        <w:spacing w:after="120"/>
                        <w:ind w:left="714" w:hanging="357"/>
                        <w:contextualSpacing w:val="0"/>
                        <w:rPr>
                          <w:sz w:val="28"/>
                          <w:szCs w:val="28"/>
                        </w:rPr>
                      </w:pPr>
                      <w:r w:rsidRPr="00C5014D">
                        <w:rPr>
                          <w:sz w:val="28"/>
                          <w:szCs w:val="28"/>
                        </w:rPr>
                        <w:t>For each energy transfer describe how the energy is transferred.</w:t>
                      </w:r>
                      <w:r w:rsidR="00186794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260AD2" w:rsidRPr="00C5014D" w:rsidRDefault="004B126D" w:rsidP="00C5014D">
                      <w:pPr>
                        <w:spacing w:after="120"/>
                        <w:ind w:left="36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C5014D">
                        <w:rPr>
                          <w:i/>
                          <w:iCs/>
                          <w:sz w:val="24"/>
                          <w:szCs w:val="24"/>
                        </w:rPr>
                        <w:t>(The best answers are clear and short, but with lots of detail.)</w:t>
                      </w:r>
                    </w:p>
                    <w:p w:rsidR="00CF4AFF" w:rsidRPr="00CF4AFF" w:rsidRDefault="00CF4AFF" w:rsidP="00C5014D">
                      <w:pPr>
                        <w:spacing w:after="60"/>
                        <w:ind w:left="360"/>
                        <w:rPr>
                          <w:sz w:val="28"/>
                          <w:szCs w:val="28"/>
                        </w:rPr>
                      </w:pPr>
                    </w:p>
                    <w:p w:rsidR="0096467F" w:rsidRPr="00D12BEA" w:rsidRDefault="0096467F" w:rsidP="00C5014D">
                      <w:pPr>
                        <w:spacing w:after="60"/>
                        <w:ind w:firstLine="720"/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:rsidR="0096467F" w:rsidRDefault="0096467F" w:rsidP="0096467F"/>
                    <w:p w:rsidR="0096467F" w:rsidRDefault="0096467F" w:rsidP="0096467F"/>
                    <w:p w:rsidR="0096467F" w:rsidRDefault="0096467F" w:rsidP="0096467F"/>
                    <w:p w:rsidR="0096467F" w:rsidRDefault="0096467F" w:rsidP="0096467F"/>
                    <w:p w:rsidR="0096467F" w:rsidRDefault="0096467F" w:rsidP="0096467F"/>
                    <w:p w:rsidR="0096467F" w:rsidRDefault="0096467F" w:rsidP="0096467F">
                      <w:pPr>
                        <w:spacing w:after="180"/>
                        <w:ind w:left="720" w:firstLine="720"/>
                        <w:rPr>
                          <w:sz w:val="28"/>
                          <w:szCs w:val="28"/>
                        </w:rPr>
                      </w:pPr>
                    </w:p>
                    <w:p w:rsidR="0096467F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D12BEA">
        <w:rPr>
          <w:b/>
        </w:rPr>
        <w:t xml:space="preserve"> </w:t>
      </w:r>
      <w:r w:rsidR="00CF4AFF">
        <w:rPr>
          <w:b/>
        </w:rPr>
        <w:t>Work-station cards</w:t>
      </w:r>
    </w:p>
    <w:p w:rsidR="0096467F" w:rsidRDefault="00CF4AFF" w:rsidP="0096467F">
      <w:pPr>
        <w:spacing w:after="240"/>
        <w:rPr>
          <w:szCs w:val="18"/>
        </w:rPr>
      </w:pPr>
      <w:r>
        <w:rPr>
          <w:noProof/>
          <w:szCs w:val="18"/>
          <w:lang w:eastAsia="en-GB"/>
        </w:rPr>
        <w:drawing>
          <wp:anchor distT="0" distB="0" distL="114300" distR="114300" simplePos="0" relativeHeight="251754496" behindDoc="0" locked="0" layoutInCell="1" allowOverlap="1" wp14:anchorId="38A9CDEE" wp14:editId="654DF6A1">
            <wp:simplePos x="0" y="0"/>
            <wp:positionH relativeFrom="column">
              <wp:posOffset>354330</wp:posOffset>
            </wp:positionH>
            <wp:positionV relativeFrom="paragraph">
              <wp:posOffset>1045845</wp:posOffset>
            </wp:positionV>
            <wp:extent cx="1199515" cy="659130"/>
            <wp:effectExtent l="0" t="0" r="635" b="7620"/>
            <wp:wrapNone/>
            <wp:docPr id="320" name="Picture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4F06CD8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9515" cy="6591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15DB201A" wp14:editId="126B47AF">
                <wp:simplePos x="0" y="0"/>
                <wp:positionH relativeFrom="column">
                  <wp:posOffset>1311910</wp:posOffset>
                </wp:positionH>
                <wp:positionV relativeFrom="paragraph">
                  <wp:posOffset>979805</wp:posOffset>
                </wp:positionV>
                <wp:extent cx="1235710" cy="453390"/>
                <wp:effectExtent l="0" t="0" r="0" b="3810"/>
                <wp:wrapNone/>
                <wp:docPr id="284" name="Text Box 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5710" cy="453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6467F" w:rsidRDefault="0096467F" w:rsidP="0096467F">
                            <w:pPr>
                              <w:jc w:val="center"/>
                            </w:pPr>
                            <w:r>
                              <w:t>Toy is wound-up ready to go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DB201A" id="Text Box 284" o:spid="_x0000_s1067" type="#_x0000_t202" style="position:absolute;margin-left:103.3pt;margin-top:77.15pt;width:97.3pt;height:35.7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" filled="f" stroked="f" strokeweight=".5pt">
                <v:textbox>
                  <w:txbxContent>
                    <w:p w:rsidR="0096467F" w:rsidRDefault="0096467F" w:rsidP="0096467F">
                      <w:pPr>
                        <w:jc w:val="center"/>
                      </w:pPr>
                      <w:r>
                        <w:t>Toy is wound-up ready to go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lang w:eastAsia="en-GB"/>
        </w:rPr>
        <w:drawing>
          <wp:anchor distT="0" distB="0" distL="114300" distR="114300" simplePos="0" relativeHeight="251756544" behindDoc="0" locked="0" layoutInCell="1" allowOverlap="1" wp14:anchorId="7B56B394" wp14:editId="483434D1">
            <wp:simplePos x="0" y="0"/>
            <wp:positionH relativeFrom="column">
              <wp:posOffset>3403600</wp:posOffset>
            </wp:positionH>
            <wp:positionV relativeFrom="paragraph">
              <wp:posOffset>1052830</wp:posOffset>
            </wp:positionV>
            <wp:extent cx="1819910" cy="619760"/>
            <wp:effectExtent l="0" t="0" r="8890" b="8890"/>
            <wp:wrapNone/>
            <wp:docPr id="319" name="Picture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" name="4F0E512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9910" cy="619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52B125C1" wp14:editId="71022BC9">
                <wp:simplePos x="0" y="0"/>
                <wp:positionH relativeFrom="column">
                  <wp:posOffset>3806825</wp:posOffset>
                </wp:positionH>
                <wp:positionV relativeFrom="paragraph">
                  <wp:posOffset>614045</wp:posOffset>
                </wp:positionV>
                <wp:extent cx="1324051" cy="453390"/>
                <wp:effectExtent l="0" t="0" r="0" b="3810"/>
                <wp:wrapNone/>
                <wp:docPr id="283" name="Text Box 2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24051" cy="453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6467F" w:rsidRDefault="0096467F" w:rsidP="0096467F">
                            <w:pPr>
                              <w:jc w:val="center"/>
                            </w:pPr>
                            <w:r>
                              <w:t>The spring has wound-down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B125C1" id="Text Box 283" o:spid="_x0000_s1068" type="#_x0000_t202" style="position:absolute;margin-left:299.75pt;margin-top:48.35pt;width:104.25pt;height:35.7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" filled="f" stroked="f" strokeweight=".5pt">
                <v:textbox>
                  <w:txbxContent>
                    <w:p w:rsidR="0096467F" w:rsidRDefault="0096467F" w:rsidP="0096467F">
                      <w:pPr>
                        <w:jc w:val="center"/>
                      </w:pPr>
                      <w:r>
                        <w:t>The spring has wound-down</w:t>
                      </w:r>
                    </w:p>
                  </w:txbxContent>
                </v:textbox>
              </v:shape>
            </w:pict>
          </mc:Fallback>
        </mc:AlternateContent>
      </w:r>
    </w:p>
    <w:p w:rsidR="0096467F" w:rsidRDefault="0096467F" w:rsidP="0096467F">
      <w:pPr>
        <w:spacing w:after="240"/>
        <w:rPr>
          <w:szCs w:val="18"/>
        </w:rPr>
      </w:pPr>
    </w:p>
    <w:p w:rsidR="0096467F" w:rsidRDefault="00CF4AFF" w:rsidP="0096467F">
      <w:pPr>
        <w:spacing w:after="240"/>
        <w:rPr>
          <w:szCs w:val="1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B86740E" wp14:editId="701F35B8">
                <wp:simplePos x="0" y="0"/>
                <wp:positionH relativeFrom="column">
                  <wp:posOffset>3444875</wp:posOffset>
                </wp:positionH>
                <wp:positionV relativeFrom="paragraph">
                  <wp:posOffset>662940</wp:posOffset>
                </wp:positionV>
                <wp:extent cx="1543050" cy="453390"/>
                <wp:effectExtent l="0" t="0" r="0" b="3810"/>
                <wp:wrapNone/>
                <wp:docPr id="285" name="Text Box 2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453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6467F" w:rsidRDefault="0096467F" w:rsidP="0096467F">
                            <w:pPr>
                              <w:jc w:val="center"/>
                            </w:pPr>
                            <w:r>
                              <w:t>Ball is rolling along at the bottom of the slope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6740E" id="Text Box 285" o:spid="_x0000_s1069" type="#_x0000_t202" style="position:absolute;margin-left:271.25pt;margin-top:52.2pt;width:121.5pt;height:35.7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" filled="f" stroked="f" strokeweight=".5pt">
                <v:textbox>
                  <w:txbxContent>
                    <w:p w:rsidR="0096467F" w:rsidRDefault="0096467F" w:rsidP="0096467F">
                      <w:pPr>
                        <w:jc w:val="center"/>
                      </w:pPr>
                      <w:r>
                        <w:t>Ball is rolling along at the bottom of the slope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750400" behindDoc="0" locked="0" layoutInCell="1" allowOverlap="1" wp14:anchorId="785CBEC3" wp14:editId="190F46D6">
                <wp:simplePos x="0" y="0"/>
                <wp:positionH relativeFrom="column">
                  <wp:posOffset>3779520</wp:posOffset>
                </wp:positionH>
                <wp:positionV relativeFrom="paragraph">
                  <wp:posOffset>1098550</wp:posOffset>
                </wp:positionV>
                <wp:extent cx="1043940" cy="617220"/>
                <wp:effectExtent l="57150" t="0" r="22860" b="11430"/>
                <wp:wrapNone/>
                <wp:docPr id="286" name="Group 2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43940" cy="617220"/>
                          <a:chOff x="0" y="0"/>
                          <a:chExt cx="1044248" cy="617509"/>
                        </a:xfrm>
                      </wpg:grpSpPr>
                      <wpg:grpSp>
                        <wpg:cNvPr id="287" name="Group 23"/>
                        <wpg:cNvGrpSpPr>
                          <a:grpSpLocks noChangeAspect="1"/>
                        </wpg:cNvGrpSpPr>
                        <wpg:grpSpPr>
                          <a:xfrm rot="1058722">
                            <a:off x="0" y="0"/>
                            <a:ext cx="658239" cy="617509"/>
                            <a:chOff x="0" y="0"/>
                            <a:chExt cx="1392381" cy="1308634"/>
                          </a:xfrm>
                        </wpg:grpSpPr>
                        <wps:wsp>
                          <wps:cNvPr id="288" name="Rectangle 288"/>
                          <wps:cNvSpPr/>
                          <wps:spPr>
                            <a:xfrm>
                              <a:off x="53107" y="1103910"/>
                              <a:ext cx="1176824" cy="45775"/>
                            </a:xfrm>
                            <a:prstGeom prst="rect">
                              <a:avLst/>
                            </a:prstGeom>
                            <a:solidFill>
                              <a:schemeClr val="bg2">
                                <a:lumMod val="25000"/>
                              </a:schemeClr>
                            </a:solidFill>
                            <a:ln w="9525">
                              <a:solidFill>
                                <a:schemeClr val="bg2">
                                  <a:lumMod val="10000"/>
                                </a:schemeClr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89" name="Oval 289"/>
                          <wps:cNvSpPr/>
                          <wps:spPr>
                            <a:xfrm>
                              <a:off x="246191" y="204317"/>
                              <a:ext cx="900000" cy="900000"/>
                            </a:xfrm>
                            <a:prstGeom prst="ellipse">
                              <a:avLst/>
                            </a:prstGeom>
                            <a:solidFill>
                              <a:srgbClr val="00B050"/>
                            </a:solidFill>
                            <a:ln w="9525">
                              <a:solidFill>
                                <a:srgbClr val="008A3E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tlCol="0" anchor="ctr"/>
                        </wps:wsp>
                        <wps:wsp>
                          <wps:cNvPr id="290" name="Arc 290"/>
                          <wps:cNvSpPr/>
                          <wps:spPr>
                            <a:xfrm>
                              <a:off x="101539" y="97614"/>
                              <a:ext cx="1189304" cy="1162054"/>
                            </a:xfrm>
                            <a:prstGeom prst="arc">
                              <a:avLst>
                                <a:gd name="adj1" fmla="val 14188742"/>
                                <a:gd name="adj2" fmla="val 19295597"/>
                              </a:avLst>
                            </a:prstGeom>
                            <a:ln>
                              <a:solidFill>
                                <a:srgbClr val="008A3E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tlCol="0" anchor="ctr"/>
                        </wps:wsp>
                        <wps:wsp>
                          <wps:cNvPr id="291" name="Arc 291"/>
                          <wps:cNvSpPr/>
                          <wps:spPr>
                            <a:xfrm>
                              <a:off x="0" y="0"/>
                              <a:ext cx="1392381" cy="1308634"/>
                            </a:xfrm>
                            <a:prstGeom prst="arc">
                              <a:avLst>
                                <a:gd name="adj1" fmla="val 17433814"/>
                                <a:gd name="adj2" fmla="val 21489266"/>
                              </a:avLst>
                            </a:prstGeom>
                            <a:ln>
                              <a:solidFill>
                                <a:srgbClr val="008A3E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tlCol="0" anchor="ctr"/>
                        </wps:wsp>
                      </wpg:grpSp>
                      <wps:wsp>
                        <wps:cNvPr id="292" name="Rectangle 292"/>
                        <wps:cNvSpPr/>
                        <wps:spPr>
                          <a:xfrm>
                            <a:off x="488232" y="583396"/>
                            <a:ext cx="556016" cy="21590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25000"/>
                            </a:schemeClr>
                          </a:solidFill>
                          <a:ln w="9525">
                            <a:solidFill>
                              <a:schemeClr val="bg2">
                                <a:lumMod val="1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6A8B44" id="Group 286" o:spid="_x0000_s1026" style="position:absolute;margin-left:297.6pt;margin-top:86.5pt;width:82.2pt;height:48.6pt;z-index:251750400" coordsize="10442,6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">
                <v:group id="Group 23" o:spid="_x0000_s1027" style="position:absolute;width:6582;height:6175;rotation:1156407fd" coordsize="13923,130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">
                  <o:lock v:ext="edit" aspectratio="t"/>
                  <v:rect id="Rectangle 288" o:spid="_x0000_s1028" style="position:absolute;left:531;top:11039;width:11768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" fillcolor="#484329 [814]" strokecolor="#1c1a10 [334]"/>
                  <v:oval id="Oval 289" o:spid="_x0000_s1029" style="position:absolute;left:2461;top:2043;width:90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" fillcolor="#00b050" strokecolor="#008a3e"/>
                  <v:shape id="Arc 290" o:spid="_x0000_s1030" style="position:absolute;left:1015;top:976;width:11893;height:11620;visibility:visible;mso-wrap-style:square;v-text-anchor:middle" coordsize="1189304,1162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" path="m271545,93253nsc526576,-68030,865019,-15557,1056425,214942l594652,581027,271545,93253xem271545,93253nfc526576,-68030,865019,-15557,1056425,214942e" filled="f" strokecolor="#008a3e">
                    <v:path arrowok="t" o:connecttype="custom" o:connectlocs="271545,93253;1056425,214942" o:connectangles="0,0"/>
                  </v:shape>
                  <v:shape id="Arc 291" o:spid="_x0000_s1031" style="position:absolute;width:13923;height:13086;visibility:visible;mso-wrap-style:square;v-text-anchor:middle" coordsize="1392381,13086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" path="m927689,37234nsc1197904,126778,1382155,362770,1391972,631898l696191,654317,927689,37234xem927689,37234nfc1197904,126778,1382155,362770,1391972,631898e" filled="f" strokecolor="#008a3e">
                    <v:path arrowok="t" o:connecttype="custom" o:connectlocs="927689,37234;1391972,631898" o:connectangles="0,0"/>
                  </v:shape>
                </v:group>
                <v:rect id="Rectangle 292" o:spid="_x0000_s1032" style="position:absolute;left:4882;top:5833;width:5560;height:2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" fillcolor="#484329 [814]" strokecolor="#1c1a10 [334]"/>
              </v:group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A1D4D4A" wp14:editId="512B1002">
                <wp:simplePos x="0" y="0"/>
                <wp:positionH relativeFrom="column">
                  <wp:posOffset>1309370</wp:posOffset>
                </wp:positionH>
                <wp:positionV relativeFrom="paragraph">
                  <wp:posOffset>948690</wp:posOffset>
                </wp:positionV>
                <wp:extent cx="1426210" cy="453390"/>
                <wp:effectExtent l="0" t="0" r="0" b="3810"/>
                <wp:wrapNone/>
                <wp:docPr id="293" name="Text Box 2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6210" cy="453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6467F" w:rsidRDefault="0096467F" w:rsidP="0096467F">
                            <w:pPr>
                              <w:jc w:val="center"/>
                            </w:pPr>
                            <w:r>
                              <w:t>Ball is not moving at the top of the slope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1D4D4A" id="Text Box 293" o:spid="_x0000_s1070" type="#_x0000_t202" style="position:absolute;margin-left:103.1pt;margin-top:74.7pt;width:112.3pt;height:35.7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" filled="f" stroked="f" strokeweight=".5pt">
                <v:textbox>
                  <w:txbxContent>
                    <w:p w:rsidR="0096467F" w:rsidRDefault="0096467F" w:rsidP="0096467F">
                      <w:pPr>
                        <w:jc w:val="center"/>
                      </w:pPr>
                      <w:r>
                        <w:t>Ball is not moving at the top of the slope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7C120DF1" wp14:editId="5BADC1FF">
                <wp:simplePos x="0" y="0"/>
                <wp:positionH relativeFrom="column">
                  <wp:posOffset>739140</wp:posOffset>
                </wp:positionH>
                <wp:positionV relativeFrom="paragraph">
                  <wp:posOffset>1057910</wp:posOffset>
                </wp:positionV>
                <wp:extent cx="917463" cy="446259"/>
                <wp:effectExtent l="57150" t="76200" r="0" b="144780"/>
                <wp:wrapNone/>
                <wp:docPr id="294" name="Group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 rot="1116190">
                          <a:off x="0" y="0"/>
                          <a:ext cx="917463" cy="446259"/>
                          <a:chOff x="53224" y="204317"/>
                          <a:chExt cx="1940719" cy="945719"/>
                        </a:xfrm>
                      </wpg:grpSpPr>
                      <wps:wsp>
                        <wps:cNvPr id="295" name="Rectangle 295"/>
                        <wps:cNvSpPr/>
                        <wps:spPr>
                          <a:xfrm>
                            <a:off x="53224" y="1104317"/>
                            <a:ext cx="1940719" cy="45719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25000"/>
                            </a:schemeClr>
                          </a:solidFill>
                          <a:ln w="9525">
                            <a:solidFill>
                              <a:schemeClr val="bg2">
                                <a:lumMod val="1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296" name="Oval 296"/>
                        <wps:cNvSpPr/>
                        <wps:spPr>
                          <a:xfrm>
                            <a:off x="246191" y="204317"/>
                            <a:ext cx="900000" cy="900000"/>
                          </a:xfrm>
                          <a:prstGeom prst="ellipse">
                            <a:avLst/>
                          </a:prstGeom>
                          <a:solidFill>
                            <a:srgbClr val="00B050"/>
                          </a:solidFill>
                          <a:ln w="9525">
                            <a:solidFill>
                              <a:srgbClr val="008A3E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E9461DA" id="Group 23" o:spid="_x0000_s1026" style="position:absolute;margin-left:58.2pt;margin-top:83.3pt;width:72.25pt;height:35.15pt;rotation:1219177fd;z-index:251749376;mso-width-relative:margin;mso-height-relative:margin" coordorigin="532,2043" coordsize="19407,94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">
                <o:lock v:ext="edit" aspectratio="t"/>
                <v:rect id="Rectangle 295" o:spid="_x0000_s1027" style="position:absolute;left:532;top:11043;width:19407;height:4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" fillcolor="#484329 [814]" strokecolor="#1c1a10 [334]"/>
                <v:oval id="Oval 296" o:spid="_x0000_s1028" style="position:absolute;left:2461;top:2043;width:90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" fillcolor="#00b050" strokecolor="#008a3e"/>
              </v:group>
            </w:pict>
          </mc:Fallback>
        </mc:AlternateContent>
      </w:r>
      <w:r w:rsidR="0096467F" w:rsidRPr="000F2762">
        <w:rPr>
          <w:noProof/>
          <w:szCs w:val="18"/>
          <w:lang w:eastAsia="en-GB"/>
        </w:rPr>
        <mc:AlternateContent>
          <mc:Choice Requires="wps">
            <w:drawing>
              <wp:anchor distT="45720" distB="45720" distL="114300" distR="114300" simplePos="0" relativeHeight="251748352" behindDoc="0" locked="0" layoutInCell="1" allowOverlap="1" wp14:anchorId="33F83FC2" wp14:editId="55B2D370">
                <wp:simplePos x="0" y="0"/>
                <wp:positionH relativeFrom="column">
                  <wp:posOffset>-38100</wp:posOffset>
                </wp:positionH>
                <wp:positionV relativeFrom="paragraph">
                  <wp:posOffset>260350</wp:posOffset>
                </wp:positionV>
                <wp:extent cx="5760000" cy="3600000"/>
                <wp:effectExtent l="0" t="0" r="12700" b="19685"/>
                <wp:wrapSquare wrapText="bothSides"/>
                <wp:docPr id="297" name="Text Box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00" cy="360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467F" w:rsidRDefault="0096467F" w:rsidP="0096467F">
                            <w:pPr>
                              <w:spacing w:after="240"/>
                              <w:ind w:firstLine="720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D12BEA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Ball rolling down a slope</w:t>
                            </w:r>
                          </w:p>
                          <w:p w:rsidR="0096467F" w:rsidRPr="000F2762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Pr="000F2762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Pr="000F2762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Pr="000F2762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F4AFF" w:rsidRDefault="00CF4AFF" w:rsidP="0096467F">
                            <w:pPr>
                              <w:spacing w:after="180"/>
                              <w:ind w:left="720" w:firstLine="72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Default="0096467F" w:rsidP="0096467F">
                            <w:pPr>
                              <w:spacing w:after="180"/>
                              <w:ind w:left="720" w:firstLine="720"/>
                              <w:rPr>
                                <w:sz w:val="28"/>
                                <w:szCs w:val="28"/>
                              </w:rPr>
                            </w:pPr>
                            <w:r w:rsidRPr="000F2762">
                              <w:rPr>
                                <w:sz w:val="28"/>
                                <w:szCs w:val="28"/>
                              </w:rPr>
                              <w:t>Start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  <w:t>End</w:t>
                            </w:r>
                          </w:p>
                          <w:p w:rsidR="0096467F" w:rsidRPr="00D12BEA" w:rsidRDefault="0096467F" w:rsidP="0096467F">
                            <w:pPr>
                              <w:spacing w:after="240"/>
                              <w:ind w:firstLine="720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CF4AFF" w:rsidRDefault="00CF4AFF" w:rsidP="00C5014D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120"/>
                              <w:contextualSpacing w:val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Hold the ball at the top of the slope</w:t>
                            </w:r>
                          </w:p>
                          <w:p w:rsidR="00CF4AFF" w:rsidRDefault="00CF4AFF" w:rsidP="00C5014D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120"/>
                              <w:ind w:left="714" w:hanging="357"/>
                              <w:contextualSpacing w:val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Let the ball go and see what happens</w:t>
                            </w:r>
                          </w:p>
                          <w:p w:rsidR="00C5014D" w:rsidRPr="00C5014D" w:rsidRDefault="00C5014D" w:rsidP="00C5014D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after="120"/>
                              <w:contextualSpacing w:val="0"/>
                              <w:rPr>
                                <w:sz w:val="28"/>
                                <w:szCs w:val="28"/>
                              </w:rPr>
                            </w:pPr>
                            <w:r w:rsidRPr="00C5014D">
                              <w:rPr>
                                <w:sz w:val="28"/>
                                <w:szCs w:val="28"/>
                              </w:rPr>
                              <w:t>For each energy transfer describe how the energy is transferred.</w:t>
                            </w:r>
                            <w:r w:rsidR="00186794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C5014D" w:rsidRPr="00C5014D" w:rsidRDefault="00C5014D" w:rsidP="00C5014D">
                            <w:pPr>
                              <w:spacing w:after="120"/>
                              <w:ind w:left="36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C5014D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>(The best answers are clear and short, but with lots of detail.)</w:t>
                            </w:r>
                          </w:p>
                          <w:p w:rsidR="0096467F" w:rsidRDefault="0096467F" w:rsidP="0096467F"/>
                          <w:p w:rsidR="0096467F" w:rsidRDefault="0096467F" w:rsidP="0096467F"/>
                          <w:p w:rsidR="0096467F" w:rsidRDefault="0096467F" w:rsidP="0096467F"/>
                          <w:p w:rsidR="0096467F" w:rsidRDefault="0096467F" w:rsidP="0096467F"/>
                          <w:p w:rsidR="0096467F" w:rsidRDefault="0096467F" w:rsidP="0096467F"/>
                          <w:p w:rsidR="0096467F" w:rsidRDefault="0096467F" w:rsidP="0096467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83FC2" id="Text Box 297" o:spid="_x0000_s1071" type="#_x0000_t202" style="position:absolute;margin-left:-3pt;margin-top:20.5pt;width:453.55pt;height:283.45pt;z-index:251748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">
                <v:textbox>
                  <w:txbxContent>
                    <w:p w:rsidR="0096467F" w:rsidRDefault="0096467F" w:rsidP="0096467F">
                      <w:pPr>
                        <w:spacing w:after="240"/>
                        <w:ind w:firstLine="720"/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  <w:r w:rsidRPr="00D12BEA">
                        <w:rPr>
                          <w:b/>
                          <w:sz w:val="28"/>
                          <w:szCs w:val="28"/>
                          <w:u w:val="single"/>
                        </w:rPr>
                        <w:t>Ball rolling down a slope</w:t>
                      </w:r>
                    </w:p>
                    <w:p w:rsidR="0096467F" w:rsidRPr="000F2762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Pr="000F2762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Pr="000F2762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Pr="000F2762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CF4AFF" w:rsidRDefault="00CF4AFF" w:rsidP="0096467F">
                      <w:pPr>
                        <w:spacing w:after="180"/>
                        <w:ind w:left="720" w:firstLine="720"/>
                        <w:rPr>
                          <w:sz w:val="28"/>
                          <w:szCs w:val="28"/>
                        </w:rPr>
                      </w:pPr>
                    </w:p>
                    <w:p w:rsidR="0096467F" w:rsidRDefault="0096467F" w:rsidP="0096467F">
                      <w:pPr>
                        <w:spacing w:after="180"/>
                        <w:ind w:left="720" w:firstLine="720"/>
                        <w:rPr>
                          <w:sz w:val="28"/>
                          <w:szCs w:val="28"/>
                        </w:rPr>
                      </w:pPr>
                      <w:r w:rsidRPr="000F2762">
                        <w:rPr>
                          <w:sz w:val="28"/>
                          <w:szCs w:val="28"/>
                        </w:rPr>
                        <w:t>Start</w:t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  <w:t>End</w:t>
                      </w:r>
                    </w:p>
                    <w:p w:rsidR="0096467F" w:rsidRPr="00D12BEA" w:rsidRDefault="0096467F" w:rsidP="0096467F">
                      <w:pPr>
                        <w:spacing w:after="240"/>
                        <w:ind w:firstLine="720"/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:rsidR="00CF4AFF" w:rsidRDefault="00CF4AFF" w:rsidP="00C5014D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120"/>
                        <w:contextualSpacing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Hold the ball at the top of the slope</w:t>
                      </w:r>
                    </w:p>
                    <w:p w:rsidR="00CF4AFF" w:rsidRDefault="00CF4AFF" w:rsidP="00C5014D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120"/>
                        <w:ind w:left="714" w:hanging="357"/>
                        <w:contextualSpacing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Let the ball go and see what happens</w:t>
                      </w:r>
                    </w:p>
                    <w:p w:rsidR="00C5014D" w:rsidRPr="00C5014D" w:rsidRDefault="00C5014D" w:rsidP="00C5014D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after="120"/>
                        <w:contextualSpacing w:val="0"/>
                        <w:rPr>
                          <w:sz w:val="28"/>
                          <w:szCs w:val="28"/>
                        </w:rPr>
                      </w:pPr>
                      <w:r w:rsidRPr="00C5014D">
                        <w:rPr>
                          <w:sz w:val="28"/>
                          <w:szCs w:val="28"/>
                        </w:rPr>
                        <w:t>For each energy transfer describe how the energy is transferred.</w:t>
                      </w:r>
                      <w:r w:rsidR="00186794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C5014D" w:rsidRPr="00C5014D" w:rsidRDefault="00C5014D" w:rsidP="00C5014D">
                      <w:pPr>
                        <w:spacing w:after="120"/>
                        <w:ind w:left="36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C5014D">
                        <w:rPr>
                          <w:i/>
                          <w:iCs/>
                          <w:sz w:val="24"/>
                          <w:szCs w:val="24"/>
                        </w:rPr>
                        <w:t>(The best answers are clear and short, but with lots of detail.)</w:t>
                      </w:r>
                    </w:p>
                    <w:p w:rsidR="0096467F" w:rsidRDefault="0096467F" w:rsidP="0096467F"/>
                    <w:p w:rsidR="0096467F" w:rsidRDefault="0096467F" w:rsidP="0096467F"/>
                    <w:p w:rsidR="0096467F" w:rsidRDefault="0096467F" w:rsidP="0096467F"/>
                    <w:p w:rsidR="0096467F" w:rsidRDefault="0096467F" w:rsidP="0096467F"/>
                    <w:p w:rsidR="0096467F" w:rsidRDefault="0096467F" w:rsidP="0096467F"/>
                    <w:p w:rsidR="0096467F" w:rsidRDefault="0096467F" w:rsidP="0096467F"/>
                  </w:txbxContent>
                </v:textbox>
                <w10:wrap type="square"/>
              </v:shape>
            </w:pict>
          </mc:Fallback>
        </mc:AlternateContent>
      </w:r>
    </w:p>
    <w:p w:rsidR="0096467F" w:rsidRDefault="0096467F" w:rsidP="0096467F">
      <w:pPr>
        <w:spacing w:after="240"/>
        <w:rPr>
          <w:szCs w:val="18"/>
        </w:rPr>
      </w:pPr>
    </w:p>
    <w:p w:rsidR="0096467F" w:rsidRDefault="00CF4AFF" w:rsidP="0096467F">
      <w:pPr>
        <w:spacing w:after="240"/>
        <w:rPr>
          <w:szCs w:val="18"/>
        </w:rPr>
      </w:pPr>
      <w:r w:rsidRPr="00E02ED5">
        <w:rPr>
          <w:noProof/>
          <w:szCs w:val="18"/>
          <w:lang w:eastAsia="en-GB"/>
        </w:rPr>
        <w:lastRenderedPageBreak/>
        <w:drawing>
          <wp:anchor distT="0" distB="0" distL="114300" distR="114300" simplePos="0" relativeHeight="251782144" behindDoc="0" locked="0" layoutInCell="1" allowOverlap="1" wp14:anchorId="486640FC" wp14:editId="15D7E076">
            <wp:simplePos x="0" y="0"/>
            <wp:positionH relativeFrom="column">
              <wp:posOffset>3477260</wp:posOffset>
            </wp:positionH>
            <wp:positionV relativeFrom="paragraph">
              <wp:posOffset>1205230</wp:posOffset>
            </wp:positionV>
            <wp:extent cx="1711325" cy="544195"/>
            <wp:effectExtent l="0" t="0" r="3175" b="8255"/>
            <wp:wrapNone/>
            <wp:docPr id="322" name="Picture 8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Screen Clipping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1325" cy="5441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02ED5">
        <w:rPr>
          <w:noProof/>
          <w:szCs w:val="18"/>
          <w:lang w:eastAsia="en-GB"/>
        </w:rPr>
        <w:drawing>
          <wp:anchor distT="0" distB="0" distL="114300" distR="114300" simplePos="0" relativeHeight="251783168" behindDoc="0" locked="0" layoutInCell="1" allowOverlap="1" wp14:anchorId="15CACB56" wp14:editId="1FE76C20">
            <wp:simplePos x="0" y="0"/>
            <wp:positionH relativeFrom="column">
              <wp:posOffset>1604010</wp:posOffset>
            </wp:positionH>
            <wp:positionV relativeFrom="paragraph">
              <wp:posOffset>1196975</wp:posOffset>
            </wp:positionV>
            <wp:extent cx="847090" cy="544195"/>
            <wp:effectExtent l="0" t="0" r="0" b="8255"/>
            <wp:wrapNone/>
            <wp:docPr id="323" name="Picture 8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Screen Clipping"/>
                    <pic:cNvPicPr>
                      <a:picLocks noChangeAspect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0470"/>
                    <a:stretch/>
                  </pic:blipFill>
                  <pic:spPr bwMode="auto">
                    <a:xfrm>
                      <a:off x="0" y="0"/>
                      <a:ext cx="847090" cy="5441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E02ED5">
        <w:rPr>
          <w:noProof/>
          <w:szCs w:val="18"/>
          <w:lang w:eastAsia="en-GB"/>
        </w:rPr>
        <w:drawing>
          <wp:anchor distT="0" distB="0" distL="114300" distR="114300" simplePos="0" relativeHeight="251784192" behindDoc="0" locked="0" layoutInCell="1" allowOverlap="1" wp14:anchorId="0C2BBEDA" wp14:editId="05455FA8">
            <wp:simplePos x="0" y="0"/>
            <wp:positionH relativeFrom="column">
              <wp:posOffset>39370</wp:posOffset>
            </wp:positionH>
            <wp:positionV relativeFrom="paragraph">
              <wp:posOffset>1204595</wp:posOffset>
            </wp:positionV>
            <wp:extent cx="869950" cy="544195"/>
            <wp:effectExtent l="0" t="0" r="6350" b="8255"/>
            <wp:wrapNone/>
            <wp:docPr id="324" name="Picture 8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8" descr="Screen Clipping"/>
                    <pic:cNvPicPr>
                      <a:picLocks noChangeAspect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9103"/>
                    <a:stretch/>
                  </pic:blipFill>
                  <pic:spPr bwMode="auto">
                    <a:xfrm>
                      <a:off x="0" y="0"/>
                      <a:ext cx="869950" cy="54419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17354D2" wp14:editId="5089DD3F">
                <wp:simplePos x="0" y="0"/>
                <wp:positionH relativeFrom="column">
                  <wp:posOffset>3199765</wp:posOffset>
                </wp:positionH>
                <wp:positionV relativeFrom="paragraph">
                  <wp:posOffset>853440</wp:posOffset>
                </wp:positionV>
                <wp:extent cx="2223770" cy="453390"/>
                <wp:effectExtent l="0" t="0" r="0" b="3810"/>
                <wp:wrapNone/>
                <wp:docPr id="298" name="Text Box 2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3770" cy="453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6467F" w:rsidRDefault="0096467F" w:rsidP="0096467F">
                            <w:pPr>
                              <w:jc w:val="center"/>
                            </w:pPr>
                            <w:r>
                              <w:t>Magnets are pushed close together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354D2" id="Text Box 298" o:spid="_x0000_s1072" type="#_x0000_t202" style="position:absolute;margin-left:251.95pt;margin-top:67.2pt;width:175.1pt;height:35.7pt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" filled="f" stroked="f" strokeweight=".5pt">
                <v:textbox>
                  <w:txbxContent>
                    <w:p w:rsidR="0096467F" w:rsidRDefault="0096467F" w:rsidP="0096467F">
                      <w:pPr>
                        <w:jc w:val="center"/>
                      </w:pPr>
                      <w:r>
                        <w:t>Magnets are pushed close together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53F99560" wp14:editId="28E45566">
                <wp:simplePos x="0" y="0"/>
                <wp:positionH relativeFrom="column">
                  <wp:posOffset>368935</wp:posOffset>
                </wp:positionH>
                <wp:positionV relativeFrom="paragraph">
                  <wp:posOffset>854075</wp:posOffset>
                </wp:positionV>
                <wp:extent cx="1602029" cy="285293"/>
                <wp:effectExtent l="0" t="0" r="0" b="635"/>
                <wp:wrapNone/>
                <wp:docPr id="299" name="Text Box 2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2029" cy="28529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6467F" w:rsidRDefault="0096467F" w:rsidP="0096467F">
                            <w:pPr>
                              <w:jc w:val="center"/>
                            </w:pPr>
                            <w:r>
                              <w:t>Magnets are far apart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F99560" id="Text Box 299" o:spid="_x0000_s1073" type="#_x0000_t202" style="position:absolute;margin-left:29.05pt;margin-top:67.25pt;width:126.15pt;height:22.4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" filled="f" stroked="f" strokeweight=".5pt">
                <v:textbox>
                  <w:txbxContent>
                    <w:p w:rsidR="0096467F" w:rsidRDefault="0096467F" w:rsidP="0096467F">
                      <w:pPr>
                        <w:jc w:val="center"/>
                      </w:pPr>
                      <w:r>
                        <w:t>Magnets are far apart</w:t>
                      </w:r>
                    </w:p>
                  </w:txbxContent>
                </v:textbox>
              </v:shape>
            </w:pict>
          </mc:Fallback>
        </mc:AlternateContent>
      </w:r>
      <w:r w:rsidR="0096467F" w:rsidRPr="000F2762">
        <w:rPr>
          <w:noProof/>
          <w:szCs w:val="18"/>
          <w:lang w:eastAsia="en-GB"/>
        </w:rPr>
        <mc:AlternateContent>
          <mc:Choice Requires="wps">
            <w:drawing>
              <wp:anchor distT="45720" distB="45720" distL="114300" distR="114300" simplePos="0" relativeHeight="251758592" behindDoc="0" locked="0" layoutInCell="1" allowOverlap="1" wp14:anchorId="64C19896" wp14:editId="72078DD4">
                <wp:simplePos x="0" y="0"/>
                <wp:positionH relativeFrom="column">
                  <wp:posOffset>-38100</wp:posOffset>
                </wp:positionH>
                <wp:positionV relativeFrom="paragraph">
                  <wp:posOffset>260350</wp:posOffset>
                </wp:positionV>
                <wp:extent cx="5760000" cy="3600000"/>
                <wp:effectExtent l="0" t="0" r="12700" b="19685"/>
                <wp:wrapSquare wrapText="bothSides"/>
                <wp:docPr id="305" name="Text Box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00" cy="360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467F" w:rsidRPr="000F2762" w:rsidRDefault="0096467F" w:rsidP="0096467F">
                            <w:pPr>
                              <w:ind w:firstLine="720"/>
                              <w:rPr>
                                <w:sz w:val="28"/>
                                <w:szCs w:val="28"/>
                              </w:rPr>
                            </w:pPr>
                            <w:r w:rsidRPr="00FE67C1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Pushing magnets together</w:t>
                            </w:r>
                          </w:p>
                          <w:p w:rsidR="0096467F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Pr="000F2762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Pr="000F2762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F4AFF" w:rsidRPr="000F2762" w:rsidRDefault="00CF4AF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Pr="00CF4AFF" w:rsidRDefault="0096467F" w:rsidP="0096467F">
                            <w:pPr>
                              <w:spacing w:after="180"/>
                              <w:ind w:left="720" w:firstLine="720"/>
                              <w:rPr>
                                <w:sz w:val="28"/>
                                <w:szCs w:val="28"/>
                              </w:rPr>
                            </w:pPr>
                            <w:r w:rsidRPr="00CF4AFF">
                              <w:rPr>
                                <w:sz w:val="28"/>
                                <w:szCs w:val="28"/>
                              </w:rPr>
                              <w:t>Start</w:t>
                            </w:r>
                            <w:r w:rsidRPr="00CF4AFF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CF4AFF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CF4AFF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CF4AFF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CF4AFF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CF4AFF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CF4AFF">
                              <w:rPr>
                                <w:sz w:val="28"/>
                                <w:szCs w:val="28"/>
                              </w:rPr>
                              <w:tab/>
                              <w:t>End</w:t>
                            </w:r>
                          </w:p>
                          <w:p w:rsidR="0096467F" w:rsidRDefault="0096467F" w:rsidP="0096467F">
                            <w:pPr>
                              <w:spacing w:after="18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F4AFF" w:rsidRDefault="00CF4AFF" w:rsidP="00C5014D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120"/>
                              <w:contextualSpacing w:val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Hold the magnets with the north poles pointing at each other</w:t>
                            </w:r>
                          </w:p>
                          <w:p w:rsidR="00CF4AFF" w:rsidRDefault="00CF4AFF" w:rsidP="00C5014D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120"/>
                              <w:ind w:left="714" w:hanging="357"/>
                              <w:contextualSpacing w:val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Push them together and feel what happens</w:t>
                            </w:r>
                          </w:p>
                          <w:p w:rsidR="00C5014D" w:rsidRPr="00C5014D" w:rsidRDefault="00C5014D" w:rsidP="00C5014D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spacing w:after="120"/>
                              <w:contextualSpacing w:val="0"/>
                              <w:rPr>
                                <w:sz w:val="28"/>
                                <w:szCs w:val="28"/>
                              </w:rPr>
                            </w:pPr>
                            <w:r w:rsidRPr="00C5014D">
                              <w:rPr>
                                <w:sz w:val="28"/>
                                <w:szCs w:val="28"/>
                              </w:rPr>
                              <w:t>For each energy transfer describe how the energy is transferred.</w:t>
                            </w:r>
                            <w:r w:rsidR="00186794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C5014D" w:rsidRPr="00C5014D" w:rsidRDefault="00C5014D" w:rsidP="00C5014D">
                            <w:pPr>
                              <w:spacing w:after="120"/>
                              <w:ind w:left="36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C5014D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>(The best answers are clear and short, but with lots of detail.)</w:t>
                            </w:r>
                          </w:p>
                          <w:p w:rsidR="0096467F" w:rsidRPr="00D12BEA" w:rsidRDefault="0096467F" w:rsidP="0096467F">
                            <w:pPr>
                              <w:spacing w:after="240"/>
                              <w:ind w:firstLine="720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96467F" w:rsidRDefault="0096467F" w:rsidP="0096467F"/>
                          <w:p w:rsidR="0096467F" w:rsidRDefault="0096467F" w:rsidP="0096467F"/>
                          <w:p w:rsidR="0096467F" w:rsidRDefault="0096467F" w:rsidP="0096467F"/>
                          <w:p w:rsidR="0096467F" w:rsidRDefault="0096467F" w:rsidP="0096467F"/>
                          <w:p w:rsidR="0096467F" w:rsidRDefault="0096467F" w:rsidP="0096467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C19896" id="Text Box 305" o:spid="_x0000_s1074" type="#_x0000_t202" style="position:absolute;margin-left:-3pt;margin-top:20.5pt;width:453.55pt;height:283.45pt;z-index:2517585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">
                <v:textbox>
                  <w:txbxContent>
                    <w:p w:rsidR="0096467F" w:rsidRPr="000F2762" w:rsidRDefault="0096467F" w:rsidP="0096467F">
                      <w:pPr>
                        <w:ind w:firstLine="720"/>
                        <w:rPr>
                          <w:sz w:val="28"/>
                          <w:szCs w:val="28"/>
                        </w:rPr>
                      </w:pPr>
                      <w:r w:rsidRPr="00FE67C1">
                        <w:rPr>
                          <w:b/>
                          <w:sz w:val="28"/>
                          <w:szCs w:val="28"/>
                          <w:u w:val="single"/>
                        </w:rPr>
                        <w:t>Pushing magnets together</w:t>
                      </w:r>
                    </w:p>
                    <w:p w:rsidR="0096467F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Pr="000F2762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Pr="000F2762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CF4AFF" w:rsidRPr="000F2762" w:rsidRDefault="00CF4AF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Pr="00CF4AFF" w:rsidRDefault="0096467F" w:rsidP="0096467F">
                      <w:pPr>
                        <w:spacing w:after="180"/>
                        <w:ind w:left="720" w:firstLine="720"/>
                        <w:rPr>
                          <w:sz w:val="28"/>
                          <w:szCs w:val="28"/>
                        </w:rPr>
                      </w:pPr>
                      <w:r w:rsidRPr="00CF4AFF">
                        <w:rPr>
                          <w:sz w:val="28"/>
                          <w:szCs w:val="28"/>
                        </w:rPr>
                        <w:t>Start</w:t>
                      </w:r>
                      <w:r w:rsidRPr="00CF4AFF">
                        <w:rPr>
                          <w:sz w:val="28"/>
                          <w:szCs w:val="28"/>
                        </w:rPr>
                        <w:tab/>
                      </w:r>
                      <w:r w:rsidRPr="00CF4AFF">
                        <w:rPr>
                          <w:sz w:val="28"/>
                          <w:szCs w:val="28"/>
                        </w:rPr>
                        <w:tab/>
                      </w:r>
                      <w:r w:rsidRPr="00CF4AFF">
                        <w:rPr>
                          <w:sz w:val="28"/>
                          <w:szCs w:val="28"/>
                        </w:rPr>
                        <w:tab/>
                      </w:r>
                      <w:r w:rsidRPr="00CF4AFF">
                        <w:rPr>
                          <w:sz w:val="28"/>
                          <w:szCs w:val="28"/>
                        </w:rPr>
                        <w:tab/>
                      </w:r>
                      <w:r w:rsidRPr="00CF4AFF">
                        <w:rPr>
                          <w:sz w:val="28"/>
                          <w:szCs w:val="28"/>
                        </w:rPr>
                        <w:tab/>
                      </w:r>
                      <w:r w:rsidRPr="00CF4AFF">
                        <w:rPr>
                          <w:sz w:val="28"/>
                          <w:szCs w:val="28"/>
                        </w:rPr>
                        <w:tab/>
                      </w:r>
                      <w:r w:rsidRPr="00CF4AFF">
                        <w:rPr>
                          <w:sz w:val="28"/>
                          <w:szCs w:val="28"/>
                        </w:rPr>
                        <w:tab/>
                        <w:t>End</w:t>
                      </w:r>
                    </w:p>
                    <w:p w:rsidR="0096467F" w:rsidRDefault="0096467F" w:rsidP="0096467F">
                      <w:pPr>
                        <w:spacing w:after="180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CF4AFF" w:rsidRDefault="00CF4AFF" w:rsidP="00C5014D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120"/>
                        <w:contextualSpacing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Hold the magnets with the north poles pointing at each other</w:t>
                      </w:r>
                    </w:p>
                    <w:p w:rsidR="00CF4AFF" w:rsidRDefault="00CF4AFF" w:rsidP="00C5014D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120"/>
                        <w:ind w:left="714" w:hanging="357"/>
                        <w:contextualSpacing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Push them together and feel what happens</w:t>
                      </w:r>
                    </w:p>
                    <w:p w:rsidR="00C5014D" w:rsidRPr="00C5014D" w:rsidRDefault="00C5014D" w:rsidP="00C5014D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spacing w:after="120"/>
                        <w:contextualSpacing w:val="0"/>
                        <w:rPr>
                          <w:sz w:val="28"/>
                          <w:szCs w:val="28"/>
                        </w:rPr>
                      </w:pPr>
                      <w:r w:rsidRPr="00C5014D">
                        <w:rPr>
                          <w:sz w:val="28"/>
                          <w:szCs w:val="28"/>
                        </w:rPr>
                        <w:t>For each energy transfer describe how the energy is transferred.</w:t>
                      </w:r>
                      <w:r w:rsidR="00186794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C5014D" w:rsidRPr="00C5014D" w:rsidRDefault="00C5014D" w:rsidP="00C5014D">
                      <w:pPr>
                        <w:spacing w:after="120"/>
                        <w:ind w:left="36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C5014D">
                        <w:rPr>
                          <w:i/>
                          <w:iCs/>
                          <w:sz w:val="24"/>
                          <w:szCs w:val="24"/>
                        </w:rPr>
                        <w:t>(The best answers are clear and short, but with lots of detail.)</w:t>
                      </w:r>
                    </w:p>
                    <w:p w:rsidR="0096467F" w:rsidRPr="00D12BEA" w:rsidRDefault="0096467F" w:rsidP="0096467F">
                      <w:pPr>
                        <w:spacing w:after="240"/>
                        <w:ind w:firstLine="720"/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:rsidR="0096467F" w:rsidRDefault="0096467F" w:rsidP="0096467F"/>
                    <w:p w:rsidR="0096467F" w:rsidRDefault="0096467F" w:rsidP="0096467F"/>
                    <w:p w:rsidR="0096467F" w:rsidRDefault="0096467F" w:rsidP="0096467F"/>
                    <w:p w:rsidR="0096467F" w:rsidRDefault="0096467F" w:rsidP="0096467F"/>
                    <w:p w:rsidR="0096467F" w:rsidRDefault="0096467F" w:rsidP="0096467F"/>
                  </w:txbxContent>
                </v:textbox>
                <w10:wrap type="square"/>
              </v:shape>
            </w:pict>
          </mc:Fallback>
        </mc:AlternateContent>
      </w:r>
    </w:p>
    <w:p w:rsidR="0096467F" w:rsidRDefault="0096467F" w:rsidP="0096467F">
      <w:pPr>
        <w:spacing w:after="240"/>
        <w:rPr>
          <w:szCs w:val="18"/>
        </w:rPr>
      </w:pPr>
    </w:p>
    <w:p w:rsidR="0096467F" w:rsidRDefault="00CF4AFF" w:rsidP="0096467F">
      <w:pPr>
        <w:spacing w:after="240"/>
        <w:rPr>
          <w:szCs w:val="18"/>
        </w:rPr>
      </w:pPr>
      <w:r w:rsidRPr="00FC693A">
        <w:rPr>
          <w:noProof/>
          <w:szCs w:val="18"/>
          <w:lang w:eastAsia="en-GB"/>
        </w:rPr>
        <w:drawing>
          <wp:anchor distT="0" distB="0" distL="114300" distR="114300" simplePos="0" relativeHeight="251786240" behindDoc="0" locked="0" layoutInCell="1" allowOverlap="1" wp14:anchorId="26D8E7F7" wp14:editId="6A47C293">
            <wp:simplePos x="0" y="0"/>
            <wp:positionH relativeFrom="column">
              <wp:posOffset>3917950</wp:posOffset>
            </wp:positionH>
            <wp:positionV relativeFrom="paragraph">
              <wp:posOffset>987425</wp:posOffset>
            </wp:positionV>
            <wp:extent cx="793750" cy="814070"/>
            <wp:effectExtent l="0" t="0" r="6350" b="5080"/>
            <wp:wrapNone/>
            <wp:docPr id="325" name="Picture 4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Screen Clipping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3750" cy="814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C693A">
        <w:rPr>
          <w:noProof/>
          <w:szCs w:val="18"/>
          <w:lang w:eastAsia="en-GB"/>
        </w:rPr>
        <w:drawing>
          <wp:anchor distT="0" distB="0" distL="114300" distR="114300" simplePos="0" relativeHeight="251785216" behindDoc="0" locked="0" layoutInCell="1" allowOverlap="1" wp14:anchorId="5E00650E" wp14:editId="5031BA41">
            <wp:simplePos x="0" y="0"/>
            <wp:positionH relativeFrom="column">
              <wp:posOffset>806450</wp:posOffset>
            </wp:positionH>
            <wp:positionV relativeFrom="paragraph">
              <wp:posOffset>1018540</wp:posOffset>
            </wp:positionV>
            <wp:extent cx="774700" cy="802640"/>
            <wp:effectExtent l="0" t="0" r="6350" b="0"/>
            <wp:wrapNone/>
            <wp:docPr id="326" name="Picture 3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Screen Clipping"/>
                    <pic:cNvPicPr>
                      <a:picLocks noChangeAspect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4700" cy="802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1EC3263C" wp14:editId="3F9E7E60">
                <wp:simplePos x="0" y="0"/>
                <wp:positionH relativeFrom="column">
                  <wp:posOffset>3573780</wp:posOffset>
                </wp:positionH>
                <wp:positionV relativeFrom="paragraph">
                  <wp:posOffset>772160</wp:posOffset>
                </wp:positionV>
                <wp:extent cx="1426210" cy="328930"/>
                <wp:effectExtent l="0" t="0" r="0" b="0"/>
                <wp:wrapNone/>
                <wp:docPr id="306" name="Text Box 3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6210" cy="3289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6467F" w:rsidRDefault="0096467F" w:rsidP="0096467F">
                            <w:pPr>
                              <w:jc w:val="center"/>
                            </w:pPr>
                            <w:r>
                              <w:t>Fan is turned 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C3263C" id="Text Box 306" o:spid="_x0000_s1075" type="#_x0000_t202" style="position:absolute;margin-left:281.4pt;margin-top:60.8pt;width:112.3pt;height:25.9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" filled="f" stroked="f" strokeweight=".5pt">
                <v:textbox>
                  <w:txbxContent>
                    <w:p w:rsidR="0096467F" w:rsidRDefault="0096467F" w:rsidP="0096467F">
                      <w:pPr>
                        <w:jc w:val="center"/>
                      </w:pPr>
                      <w:r>
                        <w:t>Fan is turned 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E62F3A7" wp14:editId="752A3225">
                <wp:simplePos x="0" y="0"/>
                <wp:positionH relativeFrom="column">
                  <wp:posOffset>482600</wp:posOffset>
                </wp:positionH>
                <wp:positionV relativeFrom="paragraph">
                  <wp:posOffset>774700</wp:posOffset>
                </wp:positionV>
                <wp:extent cx="1426210" cy="329184"/>
                <wp:effectExtent l="0" t="0" r="0" b="0"/>
                <wp:wrapNone/>
                <wp:docPr id="307" name="Text Box 3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6210" cy="3291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6467F" w:rsidRDefault="0096467F" w:rsidP="0096467F">
                            <w:pPr>
                              <w:jc w:val="center"/>
                            </w:pPr>
                            <w:r>
                              <w:t>Fan is turned off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62F3A7" id="Text Box 307" o:spid="_x0000_s1076" type="#_x0000_t202" style="position:absolute;margin-left:38pt;margin-top:61pt;width:112.3pt;height:25.9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" filled="f" stroked="f" strokeweight=".5pt">
                <v:textbox>
                  <w:txbxContent>
                    <w:p w:rsidR="0096467F" w:rsidRDefault="0096467F" w:rsidP="0096467F">
                      <w:pPr>
                        <w:jc w:val="center"/>
                      </w:pPr>
                      <w:r>
                        <w:t>Fan is turned off</w:t>
                      </w:r>
                    </w:p>
                  </w:txbxContent>
                </v:textbox>
              </v:shape>
            </w:pict>
          </mc:Fallback>
        </mc:AlternateContent>
      </w:r>
      <w:r w:rsidR="0096467F" w:rsidRPr="000F2762">
        <w:rPr>
          <w:noProof/>
          <w:szCs w:val="18"/>
          <w:lang w:eastAsia="en-GB"/>
        </w:rPr>
        <mc:AlternateContent>
          <mc:Choice Requires="wps">
            <w:drawing>
              <wp:anchor distT="45720" distB="45720" distL="114300" distR="114300" simplePos="0" relativeHeight="251762688" behindDoc="0" locked="0" layoutInCell="1" allowOverlap="1" wp14:anchorId="0B580E03" wp14:editId="4C1E3419">
                <wp:simplePos x="0" y="0"/>
                <wp:positionH relativeFrom="column">
                  <wp:posOffset>-38100</wp:posOffset>
                </wp:positionH>
                <wp:positionV relativeFrom="paragraph">
                  <wp:posOffset>260350</wp:posOffset>
                </wp:positionV>
                <wp:extent cx="5760000" cy="3600000"/>
                <wp:effectExtent l="0" t="0" r="12700" b="19685"/>
                <wp:wrapSquare wrapText="bothSides"/>
                <wp:docPr id="308" name="Text Box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00" cy="360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467F" w:rsidRPr="000F2762" w:rsidRDefault="0096467F" w:rsidP="0096467F">
                            <w:pPr>
                              <w:ind w:firstLine="720"/>
                              <w:rPr>
                                <w:sz w:val="28"/>
                                <w:szCs w:val="28"/>
                              </w:rPr>
                            </w:pPr>
                            <w:r w:rsidRPr="00FE67C1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Battery powered fan</w:t>
                            </w:r>
                          </w:p>
                          <w:p w:rsidR="0096467F" w:rsidRPr="000F2762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Pr="000F2762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Pr="000F2762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F4AFF" w:rsidRDefault="00CF4AFF" w:rsidP="0096467F">
                            <w:pPr>
                              <w:spacing w:after="180"/>
                              <w:ind w:left="720" w:firstLine="72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Default="0096467F" w:rsidP="0096467F">
                            <w:pPr>
                              <w:spacing w:after="180"/>
                              <w:ind w:left="720" w:firstLine="720"/>
                              <w:rPr>
                                <w:sz w:val="28"/>
                                <w:szCs w:val="28"/>
                              </w:rPr>
                            </w:pPr>
                            <w:r w:rsidRPr="000F2762">
                              <w:rPr>
                                <w:sz w:val="28"/>
                                <w:szCs w:val="28"/>
                              </w:rPr>
                              <w:t>Start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  <w:t>End</w:t>
                            </w:r>
                          </w:p>
                          <w:p w:rsidR="0096467F" w:rsidRDefault="0096467F" w:rsidP="0096467F">
                            <w:pPr>
                              <w:spacing w:after="18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F4AFF" w:rsidRDefault="00CF4AFF" w:rsidP="00C5014D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120"/>
                              <w:ind w:left="714" w:hanging="357"/>
                              <w:contextualSpacing w:val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Hold the fan and turn it on</w:t>
                            </w:r>
                          </w:p>
                          <w:p w:rsidR="00C5014D" w:rsidRPr="00C5014D" w:rsidRDefault="00C5014D" w:rsidP="00C5014D">
                            <w:pPr>
                              <w:pStyle w:val="ListParagraph"/>
                              <w:numPr>
                                <w:ilvl w:val="0"/>
                                <w:numId w:val="11"/>
                              </w:numPr>
                              <w:spacing w:after="120"/>
                              <w:contextualSpacing w:val="0"/>
                              <w:rPr>
                                <w:sz w:val="28"/>
                                <w:szCs w:val="28"/>
                              </w:rPr>
                            </w:pPr>
                            <w:r w:rsidRPr="00C5014D">
                              <w:rPr>
                                <w:sz w:val="28"/>
                                <w:szCs w:val="28"/>
                              </w:rPr>
                              <w:t>For each energy transfer describe how the energy is transferred.</w:t>
                            </w:r>
                            <w:r w:rsidR="00186794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C5014D" w:rsidRPr="00C5014D" w:rsidRDefault="00C5014D" w:rsidP="00C5014D">
                            <w:pPr>
                              <w:spacing w:after="120"/>
                              <w:ind w:left="36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C5014D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>(The best answers are clear and short, but with lots of detail.)</w:t>
                            </w:r>
                          </w:p>
                          <w:p w:rsidR="0096467F" w:rsidRPr="00D12BEA" w:rsidRDefault="0096467F" w:rsidP="0096467F">
                            <w:pPr>
                              <w:spacing w:after="240"/>
                              <w:ind w:firstLine="720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96467F" w:rsidRDefault="0096467F" w:rsidP="0096467F"/>
                          <w:p w:rsidR="0096467F" w:rsidRDefault="0096467F" w:rsidP="0096467F"/>
                          <w:p w:rsidR="0096467F" w:rsidRDefault="0096467F" w:rsidP="0096467F"/>
                          <w:p w:rsidR="0096467F" w:rsidRDefault="0096467F" w:rsidP="0096467F"/>
                          <w:p w:rsidR="0096467F" w:rsidRDefault="0096467F" w:rsidP="0096467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580E03" id="Text Box 308" o:spid="_x0000_s1077" type="#_x0000_t202" style="position:absolute;margin-left:-3pt;margin-top:20.5pt;width:453.55pt;height:283.45pt;z-index:2517626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">
                <v:textbox>
                  <w:txbxContent>
                    <w:p w:rsidR="0096467F" w:rsidRPr="000F2762" w:rsidRDefault="0096467F" w:rsidP="0096467F">
                      <w:pPr>
                        <w:ind w:firstLine="720"/>
                        <w:rPr>
                          <w:sz w:val="28"/>
                          <w:szCs w:val="28"/>
                        </w:rPr>
                      </w:pPr>
                      <w:r w:rsidRPr="00FE67C1">
                        <w:rPr>
                          <w:b/>
                          <w:sz w:val="28"/>
                          <w:szCs w:val="28"/>
                          <w:u w:val="single"/>
                        </w:rPr>
                        <w:t>Battery powered fan</w:t>
                      </w:r>
                    </w:p>
                    <w:p w:rsidR="0096467F" w:rsidRPr="000F2762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Pr="000F2762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Pr="000F2762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CF4AFF" w:rsidRDefault="00CF4AFF" w:rsidP="0096467F">
                      <w:pPr>
                        <w:spacing w:after="180"/>
                        <w:ind w:left="720" w:firstLine="720"/>
                        <w:rPr>
                          <w:sz w:val="28"/>
                          <w:szCs w:val="28"/>
                        </w:rPr>
                      </w:pPr>
                    </w:p>
                    <w:p w:rsidR="0096467F" w:rsidRDefault="0096467F" w:rsidP="0096467F">
                      <w:pPr>
                        <w:spacing w:after="180"/>
                        <w:ind w:left="720" w:firstLine="720"/>
                        <w:rPr>
                          <w:sz w:val="28"/>
                          <w:szCs w:val="28"/>
                        </w:rPr>
                      </w:pPr>
                      <w:r w:rsidRPr="000F2762">
                        <w:rPr>
                          <w:sz w:val="28"/>
                          <w:szCs w:val="28"/>
                        </w:rPr>
                        <w:t>Start</w:t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  <w:t>End</w:t>
                      </w:r>
                    </w:p>
                    <w:p w:rsidR="0096467F" w:rsidRDefault="0096467F" w:rsidP="0096467F">
                      <w:pPr>
                        <w:spacing w:after="180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CF4AFF" w:rsidRDefault="00CF4AFF" w:rsidP="00C5014D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120"/>
                        <w:ind w:left="714" w:hanging="357"/>
                        <w:contextualSpacing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Hold the fan and turn it on</w:t>
                      </w:r>
                    </w:p>
                    <w:p w:rsidR="00C5014D" w:rsidRPr="00C5014D" w:rsidRDefault="00C5014D" w:rsidP="00C5014D">
                      <w:pPr>
                        <w:pStyle w:val="ListParagraph"/>
                        <w:numPr>
                          <w:ilvl w:val="0"/>
                          <w:numId w:val="11"/>
                        </w:numPr>
                        <w:spacing w:after="120"/>
                        <w:contextualSpacing w:val="0"/>
                        <w:rPr>
                          <w:sz w:val="28"/>
                          <w:szCs w:val="28"/>
                        </w:rPr>
                      </w:pPr>
                      <w:r w:rsidRPr="00C5014D">
                        <w:rPr>
                          <w:sz w:val="28"/>
                          <w:szCs w:val="28"/>
                        </w:rPr>
                        <w:t>For each energy transfer describe how the energy is transferred.</w:t>
                      </w:r>
                      <w:r w:rsidR="00186794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C5014D" w:rsidRPr="00C5014D" w:rsidRDefault="00C5014D" w:rsidP="00C5014D">
                      <w:pPr>
                        <w:spacing w:after="120"/>
                        <w:ind w:left="36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C5014D">
                        <w:rPr>
                          <w:i/>
                          <w:iCs/>
                          <w:sz w:val="24"/>
                          <w:szCs w:val="24"/>
                        </w:rPr>
                        <w:t>(The best answers are clear and short, but with lots of detail.)</w:t>
                      </w:r>
                    </w:p>
                    <w:p w:rsidR="0096467F" w:rsidRPr="00D12BEA" w:rsidRDefault="0096467F" w:rsidP="0096467F">
                      <w:pPr>
                        <w:spacing w:after="240"/>
                        <w:ind w:firstLine="720"/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:rsidR="0096467F" w:rsidRDefault="0096467F" w:rsidP="0096467F"/>
                    <w:p w:rsidR="0096467F" w:rsidRDefault="0096467F" w:rsidP="0096467F"/>
                    <w:p w:rsidR="0096467F" w:rsidRDefault="0096467F" w:rsidP="0096467F"/>
                    <w:p w:rsidR="0096467F" w:rsidRDefault="0096467F" w:rsidP="0096467F"/>
                    <w:p w:rsidR="0096467F" w:rsidRDefault="0096467F" w:rsidP="0096467F"/>
                  </w:txbxContent>
                </v:textbox>
                <w10:wrap type="square"/>
              </v:shape>
            </w:pict>
          </mc:Fallback>
        </mc:AlternateContent>
      </w:r>
    </w:p>
    <w:p w:rsidR="0096467F" w:rsidRDefault="0096467F" w:rsidP="0096467F">
      <w:pPr>
        <w:spacing w:after="240"/>
        <w:rPr>
          <w:szCs w:val="18"/>
        </w:rPr>
      </w:pPr>
    </w:p>
    <w:p w:rsidR="0096467F" w:rsidRDefault="0096467F" w:rsidP="0096467F">
      <w:pPr>
        <w:spacing w:after="240"/>
        <w:rPr>
          <w:szCs w:val="18"/>
        </w:rPr>
      </w:pPr>
    </w:p>
    <w:p w:rsidR="0096467F" w:rsidRDefault="00873AEB" w:rsidP="0096467F">
      <w:pPr>
        <w:spacing w:after="240"/>
        <w:rPr>
          <w:szCs w:val="18"/>
        </w:rPr>
      </w:pPr>
      <w:r>
        <w:rPr>
          <w:noProof/>
          <w:lang w:eastAsia="en-GB"/>
        </w:rPr>
        <w:lastRenderedPageBreak/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CB36FDC" wp14:editId="1AD72E5B">
                <wp:simplePos x="0" y="0"/>
                <wp:positionH relativeFrom="column">
                  <wp:posOffset>127000</wp:posOffset>
                </wp:positionH>
                <wp:positionV relativeFrom="paragraph">
                  <wp:posOffset>984250</wp:posOffset>
                </wp:positionV>
                <wp:extent cx="1524000" cy="453390"/>
                <wp:effectExtent l="0" t="0" r="0" b="3810"/>
                <wp:wrapNone/>
                <wp:docPr id="310" name="Text Box 3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000" cy="453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6467F" w:rsidRDefault="00873AEB" w:rsidP="0096467F">
                            <w:pPr>
                              <w:jc w:val="center"/>
                            </w:pPr>
                            <w:r>
                              <w:t>Stopped a</w:t>
                            </w:r>
                            <w:r w:rsidR="0096467F">
                              <w:t>t the bottom of the slope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B36FDC" id="Text Box 310" o:spid="_x0000_s1078" type="#_x0000_t202" style="position:absolute;margin-left:10pt;margin-top:77.5pt;width:120pt;height:35.7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" filled="f" stroked="f" strokeweight=".5pt">
                <v:textbox>
                  <w:txbxContent>
                    <w:p w:rsidR="0096467F" w:rsidRDefault="00873AEB" w:rsidP="0096467F">
                      <w:pPr>
                        <w:jc w:val="center"/>
                      </w:pPr>
                      <w:r>
                        <w:t>Stopped a</w:t>
                      </w:r>
                      <w:r w:rsidR="0096467F">
                        <w:t>t the bottom of the slope</w:t>
                      </w:r>
                    </w:p>
                  </w:txbxContent>
                </v:textbox>
              </v:shape>
            </w:pict>
          </mc:Fallback>
        </mc:AlternateContent>
      </w:r>
      <w:r w:rsidRPr="008A5C8D">
        <w:rPr>
          <w:noProof/>
          <w:szCs w:val="18"/>
          <w:lang w:eastAsia="en-GB"/>
        </w:rPr>
        <mc:AlternateContent>
          <mc:Choice Requires="wps">
            <w:drawing>
              <wp:anchor distT="45720" distB="45720" distL="114300" distR="114300" simplePos="0" relativeHeight="251781120" behindDoc="0" locked="0" layoutInCell="1" allowOverlap="1" wp14:anchorId="103EFAD2" wp14:editId="5B28F107">
                <wp:simplePos x="0" y="0"/>
                <wp:positionH relativeFrom="column">
                  <wp:posOffset>3416300</wp:posOffset>
                </wp:positionH>
                <wp:positionV relativeFrom="paragraph">
                  <wp:posOffset>361950</wp:posOffset>
                </wp:positionV>
                <wp:extent cx="1289050" cy="527050"/>
                <wp:effectExtent l="0" t="0" r="0" b="6350"/>
                <wp:wrapNone/>
                <wp:docPr id="30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9050" cy="527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467F" w:rsidRDefault="00873AEB" w:rsidP="0096467F">
                            <w:pPr>
                              <w:jc w:val="center"/>
                            </w:pPr>
                            <w:r>
                              <w:t>Stopped a</w:t>
                            </w:r>
                            <w:r w:rsidR="0096467F">
                              <w:t>t the top of the slope</w:t>
                            </w:r>
                          </w:p>
                          <w:p w:rsidR="0096467F" w:rsidRDefault="0096467F" w:rsidP="0096467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3EFAD2" id="_x0000_s1079" type="#_x0000_t202" style="position:absolute;margin-left:269pt;margin-top:28.5pt;width:101.5pt;height:41.5pt;z-index:251781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" filled="f" stroked="f">
                <v:textbox>
                  <w:txbxContent>
                    <w:p w:rsidR="0096467F" w:rsidRDefault="00873AEB" w:rsidP="0096467F">
                      <w:pPr>
                        <w:jc w:val="center"/>
                      </w:pPr>
                      <w:r>
                        <w:t>Stopped a</w:t>
                      </w:r>
                      <w:r w:rsidR="0096467F">
                        <w:t>t the top of the slope</w:t>
                      </w:r>
                    </w:p>
                    <w:p w:rsidR="0096467F" w:rsidRDefault="0096467F" w:rsidP="0096467F"/>
                  </w:txbxContent>
                </v:textbox>
              </v:shape>
            </w:pict>
          </mc:Fallback>
        </mc:AlternateContent>
      </w:r>
      <w:r w:rsidR="00CF4AFF">
        <w:rPr>
          <w:noProof/>
          <w:szCs w:val="18"/>
          <w:lang w:eastAsia="en-GB"/>
        </w:rPr>
        <w:drawing>
          <wp:anchor distT="0" distB="0" distL="114300" distR="114300" simplePos="0" relativeHeight="251788288" behindDoc="0" locked="0" layoutInCell="1" allowOverlap="1" wp14:anchorId="3DC186F6" wp14:editId="44636A14">
            <wp:simplePos x="0" y="0"/>
            <wp:positionH relativeFrom="column">
              <wp:posOffset>4363085</wp:posOffset>
            </wp:positionH>
            <wp:positionV relativeFrom="paragraph">
              <wp:posOffset>596265</wp:posOffset>
            </wp:positionV>
            <wp:extent cx="1198880" cy="588010"/>
            <wp:effectExtent l="57150" t="133350" r="39370" b="135890"/>
            <wp:wrapNone/>
            <wp:docPr id="328" name="Picture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4F06CD8.tmp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0725" b="-1"/>
                    <a:stretch/>
                  </pic:blipFill>
                  <pic:spPr bwMode="auto">
                    <a:xfrm rot="20818322">
                      <a:off x="0" y="0"/>
                      <a:ext cx="1198880" cy="5880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F4AFF">
        <w:rPr>
          <w:noProof/>
          <w:szCs w:val="18"/>
          <w:lang w:eastAsia="en-GB"/>
        </w:rPr>
        <w:drawing>
          <wp:anchor distT="0" distB="0" distL="114300" distR="114300" simplePos="0" relativeHeight="251787264" behindDoc="0" locked="0" layoutInCell="1" allowOverlap="1" wp14:anchorId="34E94B85" wp14:editId="75030761">
            <wp:simplePos x="0" y="0"/>
            <wp:positionH relativeFrom="column">
              <wp:posOffset>87630</wp:posOffset>
            </wp:positionH>
            <wp:positionV relativeFrom="paragraph">
              <wp:posOffset>1410335</wp:posOffset>
            </wp:positionV>
            <wp:extent cx="1198880" cy="593725"/>
            <wp:effectExtent l="57150" t="133350" r="39370" b="130175"/>
            <wp:wrapNone/>
            <wp:docPr id="329" name="Picture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" name="4F06CD8.tmp"/>
                    <pic:cNvPicPr/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" b="9844"/>
                    <a:stretch/>
                  </pic:blipFill>
                  <pic:spPr bwMode="auto">
                    <a:xfrm rot="20818322">
                      <a:off x="0" y="0"/>
                      <a:ext cx="1198880" cy="593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467F" w:rsidRPr="000F2762">
        <w:rPr>
          <w:noProof/>
          <w:szCs w:val="18"/>
          <w:lang w:eastAsia="en-GB"/>
        </w:rPr>
        <mc:AlternateContent>
          <mc:Choice Requires="wps">
            <w:drawing>
              <wp:anchor distT="45720" distB="45720" distL="114300" distR="114300" simplePos="0" relativeHeight="251765760" behindDoc="0" locked="0" layoutInCell="1" allowOverlap="1" wp14:anchorId="07FA655E" wp14:editId="2C0F7621">
                <wp:simplePos x="0" y="0"/>
                <wp:positionH relativeFrom="column">
                  <wp:posOffset>-38100</wp:posOffset>
                </wp:positionH>
                <wp:positionV relativeFrom="paragraph">
                  <wp:posOffset>260350</wp:posOffset>
                </wp:positionV>
                <wp:extent cx="5760000" cy="3600000"/>
                <wp:effectExtent l="0" t="0" r="12700" b="19685"/>
                <wp:wrapSquare wrapText="bothSides"/>
                <wp:docPr id="311" name="Text Box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00" cy="360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467F" w:rsidRPr="000F2762" w:rsidRDefault="002F69A1" w:rsidP="0096467F">
                            <w:pPr>
                              <w:ind w:firstLine="72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Pushing a toy car to the top of</w:t>
                            </w:r>
                            <w:r w:rsidR="0096467F" w:rsidRPr="00FE67C1"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 xml:space="preserve"> a slope</w:t>
                            </w:r>
                          </w:p>
                          <w:p w:rsidR="0096467F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Pr="000F2762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Pr="000F2762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Pr="000F2762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F4AFF" w:rsidRDefault="00CF4AFF" w:rsidP="0096467F">
                            <w:pPr>
                              <w:spacing w:after="180"/>
                              <w:ind w:left="720" w:firstLine="72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Pr="00CF4AFF" w:rsidRDefault="0096467F" w:rsidP="0096467F">
                            <w:pPr>
                              <w:spacing w:after="180"/>
                              <w:ind w:left="720" w:firstLine="720"/>
                              <w:rPr>
                                <w:sz w:val="28"/>
                                <w:szCs w:val="28"/>
                              </w:rPr>
                            </w:pPr>
                            <w:r w:rsidRPr="00CF4AFF">
                              <w:rPr>
                                <w:sz w:val="28"/>
                                <w:szCs w:val="28"/>
                              </w:rPr>
                              <w:t>Start</w:t>
                            </w:r>
                            <w:r w:rsidRPr="00CF4AFF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CF4AFF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CF4AFF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CF4AFF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CF4AFF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CF4AFF"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 w:rsidRPr="00CF4AFF">
                              <w:rPr>
                                <w:sz w:val="28"/>
                                <w:szCs w:val="28"/>
                              </w:rPr>
                              <w:tab/>
                              <w:t>End</w:t>
                            </w:r>
                          </w:p>
                          <w:p w:rsidR="0096467F" w:rsidRDefault="0096467F" w:rsidP="0096467F">
                            <w:pPr>
                              <w:spacing w:after="18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CF4AFF" w:rsidRDefault="00CF4AFF" w:rsidP="00C5014D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after="120"/>
                              <w:contextualSpacing w:val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Hold the toy car at the bottom of the slope</w:t>
                            </w:r>
                          </w:p>
                          <w:p w:rsidR="00CF4AFF" w:rsidRDefault="00873AEB" w:rsidP="00C5014D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after="120"/>
                              <w:ind w:left="714" w:hanging="357"/>
                              <w:contextualSpacing w:val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Give it a push and watch it until it stops near the top of the slope</w:t>
                            </w:r>
                          </w:p>
                          <w:p w:rsidR="00C5014D" w:rsidRPr="00C5014D" w:rsidRDefault="00C5014D" w:rsidP="00C5014D">
                            <w:pPr>
                              <w:pStyle w:val="ListParagraph"/>
                              <w:numPr>
                                <w:ilvl w:val="0"/>
                                <w:numId w:val="12"/>
                              </w:numPr>
                              <w:spacing w:after="120"/>
                              <w:contextualSpacing w:val="0"/>
                              <w:rPr>
                                <w:sz w:val="28"/>
                                <w:szCs w:val="28"/>
                              </w:rPr>
                            </w:pPr>
                            <w:r w:rsidRPr="00C5014D">
                              <w:rPr>
                                <w:sz w:val="28"/>
                                <w:szCs w:val="28"/>
                              </w:rPr>
                              <w:t>For each energy transfer describe how the energy is transferred.</w:t>
                            </w:r>
                            <w:r w:rsidR="00186794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C5014D" w:rsidRPr="00C5014D" w:rsidRDefault="00C5014D" w:rsidP="00C5014D">
                            <w:pPr>
                              <w:spacing w:after="120"/>
                              <w:ind w:left="36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C5014D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>(The best answers are clear and short, but with lots of detail.)</w:t>
                            </w:r>
                          </w:p>
                          <w:p w:rsidR="0096467F" w:rsidRPr="00D12BEA" w:rsidRDefault="0096467F" w:rsidP="0096467F">
                            <w:pPr>
                              <w:spacing w:after="240"/>
                              <w:ind w:firstLine="720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96467F" w:rsidRDefault="0096467F" w:rsidP="0096467F"/>
                          <w:p w:rsidR="0096467F" w:rsidRDefault="0096467F" w:rsidP="0096467F"/>
                          <w:p w:rsidR="0096467F" w:rsidRDefault="0096467F" w:rsidP="0096467F"/>
                          <w:p w:rsidR="0096467F" w:rsidRDefault="0096467F" w:rsidP="0096467F"/>
                          <w:p w:rsidR="0096467F" w:rsidRDefault="0096467F" w:rsidP="0096467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FA655E" id="Text Box 311" o:spid="_x0000_s1080" type="#_x0000_t202" style="position:absolute;margin-left:-3pt;margin-top:20.5pt;width:453.55pt;height:283.45pt;z-index:251765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">
                <v:textbox>
                  <w:txbxContent>
                    <w:p w:rsidR="0096467F" w:rsidRPr="000F2762" w:rsidRDefault="002F69A1" w:rsidP="0096467F">
                      <w:pPr>
                        <w:ind w:firstLine="72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u w:val="single"/>
                        </w:rPr>
                        <w:t>Pushing a toy car to the top of</w:t>
                      </w:r>
                      <w:r w:rsidR="0096467F" w:rsidRPr="00FE67C1">
                        <w:rPr>
                          <w:b/>
                          <w:sz w:val="28"/>
                          <w:szCs w:val="28"/>
                          <w:u w:val="single"/>
                        </w:rPr>
                        <w:t xml:space="preserve"> a slope</w:t>
                      </w:r>
                    </w:p>
                    <w:p w:rsidR="0096467F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Pr="000F2762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Pr="000F2762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Pr="000F2762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CF4AFF" w:rsidRDefault="00CF4AFF" w:rsidP="0096467F">
                      <w:pPr>
                        <w:spacing w:after="180"/>
                        <w:ind w:left="720" w:firstLine="720"/>
                        <w:rPr>
                          <w:sz w:val="28"/>
                          <w:szCs w:val="28"/>
                        </w:rPr>
                      </w:pPr>
                    </w:p>
                    <w:p w:rsidR="0096467F" w:rsidRPr="00CF4AFF" w:rsidRDefault="0096467F" w:rsidP="0096467F">
                      <w:pPr>
                        <w:spacing w:after="180"/>
                        <w:ind w:left="720" w:firstLine="720"/>
                        <w:rPr>
                          <w:sz w:val="28"/>
                          <w:szCs w:val="28"/>
                        </w:rPr>
                      </w:pPr>
                      <w:r w:rsidRPr="00CF4AFF">
                        <w:rPr>
                          <w:sz w:val="28"/>
                          <w:szCs w:val="28"/>
                        </w:rPr>
                        <w:t>Start</w:t>
                      </w:r>
                      <w:r w:rsidRPr="00CF4AFF">
                        <w:rPr>
                          <w:sz w:val="28"/>
                          <w:szCs w:val="28"/>
                        </w:rPr>
                        <w:tab/>
                      </w:r>
                      <w:r w:rsidRPr="00CF4AFF">
                        <w:rPr>
                          <w:sz w:val="28"/>
                          <w:szCs w:val="28"/>
                        </w:rPr>
                        <w:tab/>
                      </w:r>
                      <w:r w:rsidRPr="00CF4AFF">
                        <w:rPr>
                          <w:sz w:val="28"/>
                          <w:szCs w:val="28"/>
                        </w:rPr>
                        <w:tab/>
                      </w:r>
                      <w:r w:rsidRPr="00CF4AFF">
                        <w:rPr>
                          <w:sz w:val="28"/>
                          <w:szCs w:val="28"/>
                        </w:rPr>
                        <w:tab/>
                      </w:r>
                      <w:r w:rsidRPr="00CF4AFF">
                        <w:rPr>
                          <w:sz w:val="28"/>
                          <w:szCs w:val="28"/>
                        </w:rPr>
                        <w:tab/>
                      </w:r>
                      <w:r w:rsidRPr="00CF4AFF">
                        <w:rPr>
                          <w:sz w:val="28"/>
                          <w:szCs w:val="28"/>
                        </w:rPr>
                        <w:tab/>
                      </w:r>
                      <w:r w:rsidRPr="00CF4AFF">
                        <w:rPr>
                          <w:sz w:val="28"/>
                          <w:szCs w:val="28"/>
                        </w:rPr>
                        <w:tab/>
                        <w:t>End</w:t>
                      </w:r>
                    </w:p>
                    <w:p w:rsidR="0096467F" w:rsidRDefault="0096467F" w:rsidP="0096467F">
                      <w:pPr>
                        <w:spacing w:after="180"/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CF4AFF" w:rsidRDefault="00CF4AFF" w:rsidP="00C5014D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after="120"/>
                        <w:contextualSpacing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Hold the toy car at the bottom of the slope</w:t>
                      </w:r>
                    </w:p>
                    <w:p w:rsidR="00CF4AFF" w:rsidRDefault="00873AEB" w:rsidP="00C5014D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after="120"/>
                        <w:ind w:left="714" w:hanging="357"/>
                        <w:contextualSpacing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Give it a push and watch it until it stops near the top of the slope</w:t>
                      </w:r>
                    </w:p>
                    <w:p w:rsidR="00C5014D" w:rsidRPr="00C5014D" w:rsidRDefault="00C5014D" w:rsidP="00C5014D">
                      <w:pPr>
                        <w:pStyle w:val="ListParagraph"/>
                        <w:numPr>
                          <w:ilvl w:val="0"/>
                          <w:numId w:val="12"/>
                        </w:numPr>
                        <w:spacing w:after="120"/>
                        <w:contextualSpacing w:val="0"/>
                        <w:rPr>
                          <w:sz w:val="28"/>
                          <w:szCs w:val="28"/>
                        </w:rPr>
                      </w:pPr>
                      <w:r w:rsidRPr="00C5014D">
                        <w:rPr>
                          <w:sz w:val="28"/>
                          <w:szCs w:val="28"/>
                        </w:rPr>
                        <w:t>For each energy transfer describe how the energy is transferred.</w:t>
                      </w:r>
                      <w:r w:rsidR="00186794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C5014D" w:rsidRPr="00C5014D" w:rsidRDefault="00C5014D" w:rsidP="00C5014D">
                      <w:pPr>
                        <w:spacing w:after="120"/>
                        <w:ind w:left="36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C5014D">
                        <w:rPr>
                          <w:i/>
                          <w:iCs/>
                          <w:sz w:val="24"/>
                          <w:szCs w:val="24"/>
                        </w:rPr>
                        <w:t>(The best answers are clear and short, but with lots of detail.)</w:t>
                      </w:r>
                    </w:p>
                    <w:p w:rsidR="0096467F" w:rsidRPr="00D12BEA" w:rsidRDefault="0096467F" w:rsidP="0096467F">
                      <w:pPr>
                        <w:spacing w:after="240"/>
                        <w:ind w:firstLine="720"/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:rsidR="0096467F" w:rsidRDefault="0096467F" w:rsidP="0096467F"/>
                    <w:p w:rsidR="0096467F" w:rsidRDefault="0096467F" w:rsidP="0096467F"/>
                    <w:p w:rsidR="0096467F" w:rsidRDefault="0096467F" w:rsidP="0096467F"/>
                    <w:p w:rsidR="0096467F" w:rsidRDefault="0096467F" w:rsidP="0096467F"/>
                    <w:p w:rsidR="0096467F" w:rsidRDefault="0096467F" w:rsidP="0096467F"/>
                  </w:txbxContent>
                </v:textbox>
                <w10:wrap type="square"/>
              </v:shape>
            </w:pict>
          </mc:Fallback>
        </mc:AlternateContent>
      </w:r>
    </w:p>
    <w:p w:rsidR="0096467F" w:rsidRDefault="0096467F" w:rsidP="0096467F">
      <w:pPr>
        <w:spacing w:after="240"/>
        <w:rPr>
          <w:szCs w:val="18"/>
        </w:rPr>
      </w:pPr>
    </w:p>
    <w:p w:rsidR="0096467F" w:rsidRDefault="00873AEB" w:rsidP="0096467F">
      <w:pPr>
        <w:spacing w:after="240"/>
        <w:rPr>
          <w:szCs w:val="18"/>
        </w:rPr>
      </w:pP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16601526" wp14:editId="7F18072D">
                <wp:simplePos x="0" y="0"/>
                <wp:positionH relativeFrom="column">
                  <wp:posOffset>3498850</wp:posOffset>
                </wp:positionH>
                <wp:positionV relativeFrom="paragraph">
                  <wp:posOffset>787400</wp:posOffset>
                </wp:positionV>
                <wp:extent cx="1543050" cy="453390"/>
                <wp:effectExtent l="0" t="0" r="0" b="3810"/>
                <wp:wrapNone/>
                <wp:docPr id="313" name="Text Box 3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3050" cy="45339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6467F" w:rsidRDefault="0096467F" w:rsidP="0096467F">
                            <w:pPr>
                              <w:jc w:val="center"/>
                            </w:pPr>
                            <w:r>
                              <w:t>Same beaker, later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601526" id="Text Box 313" o:spid="_x0000_s1081" type="#_x0000_t202" style="position:absolute;margin-left:275.5pt;margin-top:62pt;width:121.5pt;height:35.7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" filled="f" stroked="f" strokeweight=".5pt">
                <v:textbox>
                  <w:txbxContent>
                    <w:p w:rsidR="0096467F" w:rsidRDefault="0096467F" w:rsidP="0096467F">
                      <w:pPr>
                        <w:jc w:val="center"/>
                      </w:pPr>
                      <w:r>
                        <w:t>Same beaker, later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6864CBF" wp14:editId="693AF89A">
                <wp:simplePos x="0" y="0"/>
                <wp:positionH relativeFrom="column">
                  <wp:posOffset>412115</wp:posOffset>
                </wp:positionH>
                <wp:positionV relativeFrom="paragraph">
                  <wp:posOffset>790575</wp:posOffset>
                </wp:positionV>
                <wp:extent cx="1426210" cy="314325"/>
                <wp:effectExtent l="0" t="0" r="0" b="0"/>
                <wp:wrapNone/>
                <wp:docPr id="312" name="Text Box 3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2621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6467F" w:rsidRDefault="0096467F" w:rsidP="0096467F">
                            <w:pPr>
                              <w:jc w:val="center"/>
                            </w:pPr>
                            <w:r>
                              <w:t>Beaker of hot water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864CBF" id="Text Box 312" o:spid="_x0000_s1082" type="#_x0000_t202" style="position:absolute;margin-left:32.45pt;margin-top:62.25pt;width:112.3pt;height:24.7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" filled="f" stroked="f" strokeweight=".5pt">
                <v:textbox>
                  <w:txbxContent>
                    <w:p w:rsidR="0096467F" w:rsidRDefault="0096467F" w:rsidP="0096467F">
                      <w:pPr>
                        <w:jc w:val="center"/>
                      </w:pPr>
                      <w:r>
                        <w:t>Beaker of hot water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Cs w:val="18"/>
          <w:lang w:eastAsia="en-GB"/>
        </w:rPr>
        <w:drawing>
          <wp:anchor distT="0" distB="0" distL="114300" distR="114300" simplePos="0" relativeHeight="251789312" behindDoc="0" locked="0" layoutInCell="1" allowOverlap="1" wp14:anchorId="1644D490" wp14:editId="699B512E">
            <wp:simplePos x="0" y="0"/>
            <wp:positionH relativeFrom="column">
              <wp:posOffset>762000</wp:posOffset>
            </wp:positionH>
            <wp:positionV relativeFrom="paragraph">
              <wp:posOffset>1199515</wp:posOffset>
            </wp:positionV>
            <wp:extent cx="767080" cy="901700"/>
            <wp:effectExtent l="0" t="0" r="0" b="0"/>
            <wp:wrapNone/>
            <wp:docPr id="332" name="Picture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4F0C7D2.tmp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7080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Cs w:val="18"/>
          <w:lang w:eastAsia="en-GB"/>
        </w:rPr>
        <w:drawing>
          <wp:anchor distT="0" distB="0" distL="114300" distR="114300" simplePos="0" relativeHeight="251790336" behindDoc="0" locked="0" layoutInCell="1" allowOverlap="1" wp14:anchorId="6833A58E" wp14:editId="20632310">
            <wp:simplePos x="0" y="0"/>
            <wp:positionH relativeFrom="column">
              <wp:posOffset>3917950</wp:posOffset>
            </wp:positionH>
            <wp:positionV relativeFrom="paragraph">
              <wp:posOffset>1193165</wp:posOffset>
            </wp:positionV>
            <wp:extent cx="767612" cy="901700"/>
            <wp:effectExtent l="0" t="0" r="0" b="0"/>
            <wp:wrapNone/>
            <wp:docPr id="331" name="Picture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9" name="4F0C7D2.tmp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7612" cy="901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467F" w:rsidRPr="000F2762">
        <w:rPr>
          <w:noProof/>
          <w:szCs w:val="18"/>
          <w:lang w:eastAsia="en-GB"/>
        </w:rPr>
        <mc:AlternateContent>
          <mc:Choice Requires="wps">
            <w:drawing>
              <wp:anchor distT="45720" distB="45720" distL="114300" distR="114300" simplePos="0" relativeHeight="251768832" behindDoc="0" locked="0" layoutInCell="1" allowOverlap="1" wp14:anchorId="72618A33" wp14:editId="22FFBD97">
                <wp:simplePos x="0" y="0"/>
                <wp:positionH relativeFrom="column">
                  <wp:posOffset>-38100</wp:posOffset>
                </wp:positionH>
                <wp:positionV relativeFrom="paragraph">
                  <wp:posOffset>260350</wp:posOffset>
                </wp:positionV>
                <wp:extent cx="5760000" cy="3600000"/>
                <wp:effectExtent l="0" t="0" r="12700" b="19685"/>
                <wp:wrapSquare wrapText="bothSides"/>
                <wp:docPr id="317" name="Text Box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0000" cy="3600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467F" w:rsidRPr="000F2762" w:rsidRDefault="0096467F" w:rsidP="0096467F">
                            <w:pPr>
                              <w:ind w:firstLine="72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  <w:t>Hot water cooling</w:t>
                            </w:r>
                          </w:p>
                          <w:p w:rsidR="0096467F" w:rsidRPr="000F2762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Pr="000F2762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Pr="000F2762" w:rsidRDefault="0096467F" w:rsidP="0096467F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Default="0096467F" w:rsidP="0096467F">
                            <w:pPr>
                              <w:spacing w:after="180"/>
                              <w:ind w:left="720" w:firstLine="72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873AEB" w:rsidRDefault="00873AEB" w:rsidP="0096467F">
                            <w:pPr>
                              <w:spacing w:after="180"/>
                              <w:ind w:left="720" w:firstLine="720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96467F" w:rsidRDefault="0096467F" w:rsidP="0096467F">
                            <w:pPr>
                              <w:spacing w:after="180"/>
                              <w:ind w:left="720" w:firstLine="720"/>
                              <w:rPr>
                                <w:sz w:val="28"/>
                                <w:szCs w:val="28"/>
                              </w:rPr>
                            </w:pPr>
                            <w:r w:rsidRPr="000F2762">
                              <w:rPr>
                                <w:sz w:val="28"/>
                                <w:szCs w:val="28"/>
                              </w:rPr>
                              <w:t>Start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ab/>
                              <w:t>End</w:t>
                            </w:r>
                          </w:p>
                          <w:p w:rsidR="00873AEB" w:rsidRDefault="00873AEB" w:rsidP="00C5014D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after="120"/>
                              <w:contextualSpacing w:val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Fill the beaker with hot water</w:t>
                            </w:r>
                          </w:p>
                          <w:p w:rsidR="00873AEB" w:rsidRDefault="00873AEB" w:rsidP="00C5014D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after="120"/>
                              <w:ind w:left="714" w:hanging="357"/>
                              <w:contextualSpacing w:val="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Leave the water to cool (you could measure its temperature)</w:t>
                            </w:r>
                          </w:p>
                          <w:p w:rsidR="00C5014D" w:rsidRPr="00C5014D" w:rsidRDefault="00C5014D" w:rsidP="00C5014D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  <w:spacing w:after="120"/>
                              <w:contextualSpacing w:val="0"/>
                              <w:rPr>
                                <w:sz w:val="28"/>
                                <w:szCs w:val="28"/>
                              </w:rPr>
                            </w:pPr>
                            <w:r w:rsidRPr="00C5014D">
                              <w:rPr>
                                <w:sz w:val="28"/>
                                <w:szCs w:val="28"/>
                              </w:rPr>
                              <w:t>For each energy transfer describe how the energy is transferred.</w:t>
                            </w:r>
                            <w:r w:rsidR="00186794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:rsidR="00C5014D" w:rsidRPr="00C5014D" w:rsidRDefault="00C5014D" w:rsidP="00C5014D">
                            <w:pPr>
                              <w:spacing w:after="120"/>
                              <w:ind w:left="360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C5014D">
                              <w:rPr>
                                <w:i/>
                                <w:iCs/>
                                <w:sz w:val="24"/>
                                <w:szCs w:val="24"/>
                              </w:rPr>
                              <w:t>(The best answers are clear and short, but with lots of detail.)</w:t>
                            </w:r>
                          </w:p>
                          <w:p w:rsidR="0096467F" w:rsidRPr="00D12BEA" w:rsidRDefault="0096467F" w:rsidP="0096467F">
                            <w:pPr>
                              <w:spacing w:after="240"/>
                              <w:ind w:firstLine="720"/>
                              <w:rPr>
                                <w:b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:rsidR="0096467F" w:rsidRDefault="0096467F" w:rsidP="0096467F"/>
                          <w:p w:rsidR="0096467F" w:rsidRDefault="0096467F" w:rsidP="0096467F"/>
                          <w:p w:rsidR="0096467F" w:rsidRDefault="0096467F" w:rsidP="0096467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618A33" id="Text Box 317" o:spid="_x0000_s1083" type="#_x0000_t202" style="position:absolute;margin-left:-3pt;margin-top:20.5pt;width:453.55pt;height:283.45pt;z-index:251768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">
                <v:textbox>
                  <w:txbxContent>
                    <w:p w:rsidR="0096467F" w:rsidRPr="000F2762" w:rsidRDefault="0096467F" w:rsidP="0096467F">
                      <w:pPr>
                        <w:ind w:firstLine="72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  <w:u w:val="single"/>
                        </w:rPr>
                        <w:t>Hot water cooling</w:t>
                      </w:r>
                    </w:p>
                    <w:p w:rsidR="0096467F" w:rsidRPr="000F2762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Pr="000F2762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Pr="000F2762" w:rsidRDefault="0096467F" w:rsidP="0096467F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96467F" w:rsidRDefault="0096467F" w:rsidP="0096467F">
                      <w:pPr>
                        <w:spacing w:after="180"/>
                        <w:ind w:left="720" w:firstLine="720"/>
                        <w:rPr>
                          <w:sz w:val="28"/>
                          <w:szCs w:val="28"/>
                        </w:rPr>
                      </w:pPr>
                    </w:p>
                    <w:p w:rsidR="00873AEB" w:rsidRDefault="00873AEB" w:rsidP="0096467F">
                      <w:pPr>
                        <w:spacing w:after="180"/>
                        <w:ind w:left="720" w:firstLine="720"/>
                        <w:rPr>
                          <w:sz w:val="28"/>
                          <w:szCs w:val="28"/>
                        </w:rPr>
                      </w:pPr>
                    </w:p>
                    <w:p w:rsidR="0096467F" w:rsidRDefault="0096467F" w:rsidP="0096467F">
                      <w:pPr>
                        <w:spacing w:after="180"/>
                        <w:ind w:left="720" w:firstLine="720"/>
                        <w:rPr>
                          <w:sz w:val="28"/>
                          <w:szCs w:val="28"/>
                        </w:rPr>
                      </w:pPr>
                      <w:r w:rsidRPr="000F2762">
                        <w:rPr>
                          <w:sz w:val="28"/>
                          <w:szCs w:val="28"/>
                        </w:rPr>
                        <w:t>Start</w:t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</w:r>
                      <w:r>
                        <w:rPr>
                          <w:sz w:val="28"/>
                          <w:szCs w:val="28"/>
                        </w:rPr>
                        <w:tab/>
                        <w:t>End</w:t>
                      </w:r>
                    </w:p>
                    <w:p w:rsidR="00873AEB" w:rsidRDefault="00873AEB" w:rsidP="00C5014D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spacing w:after="120"/>
                        <w:contextualSpacing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Fill the beaker with hot water</w:t>
                      </w:r>
                    </w:p>
                    <w:p w:rsidR="00873AEB" w:rsidRDefault="00873AEB" w:rsidP="00C5014D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spacing w:after="120"/>
                        <w:ind w:left="714" w:hanging="357"/>
                        <w:contextualSpacing w:val="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Leave the water to cool (you could measure its temperature)</w:t>
                      </w:r>
                    </w:p>
                    <w:p w:rsidR="00C5014D" w:rsidRPr="00C5014D" w:rsidRDefault="00C5014D" w:rsidP="00C5014D">
                      <w:pPr>
                        <w:pStyle w:val="ListParagraph"/>
                        <w:numPr>
                          <w:ilvl w:val="0"/>
                          <w:numId w:val="13"/>
                        </w:numPr>
                        <w:spacing w:after="120"/>
                        <w:contextualSpacing w:val="0"/>
                        <w:rPr>
                          <w:sz w:val="28"/>
                          <w:szCs w:val="28"/>
                        </w:rPr>
                      </w:pPr>
                      <w:r w:rsidRPr="00C5014D">
                        <w:rPr>
                          <w:sz w:val="28"/>
                          <w:szCs w:val="28"/>
                        </w:rPr>
                        <w:t>For each energy transfer describe how the energy is transferred.</w:t>
                      </w:r>
                      <w:r w:rsidR="00186794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:rsidR="00C5014D" w:rsidRPr="00C5014D" w:rsidRDefault="00C5014D" w:rsidP="00C5014D">
                      <w:pPr>
                        <w:spacing w:after="120"/>
                        <w:ind w:left="360"/>
                        <w:jc w:val="center"/>
                        <w:rPr>
                          <w:sz w:val="24"/>
                          <w:szCs w:val="24"/>
                        </w:rPr>
                      </w:pPr>
                      <w:r w:rsidRPr="00C5014D">
                        <w:rPr>
                          <w:i/>
                          <w:iCs/>
                          <w:sz w:val="24"/>
                          <w:szCs w:val="24"/>
                        </w:rPr>
                        <w:t>(The best answers are clear and short, but with lots of detail.)</w:t>
                      </w:r>
                    </w:p>
                    <w:p w:rsidR="0096467F" w:rsidRPr="00D12BEA" w:rsidRDefault="0096467F" w:rsidP="0096467F">
                      <w:pPr>
                        <w:spacing w:after="240"/>
                        <w:ind w:firstLine="720"/>
                        <w:rPr>
                          <w:b/>
                          <w:sz w:val="28"/>
                          <w:szCs w:val="28"/>
                          <w:u w:val="single"/>
                        </w:rPr>
                      </w:pPr>
                    </w:p>
                    <w:p w:rsidR="0096467F" w:rsidRDefault="0096467F" w:rsidP="0096467F"/>
                    <w:p w:rsidR="0096467F" w:rsidRDefault="0096467F" w:rsidP="0096467F"/>
                    <w:p w:rsidR="0096467F" w:rsidRDefault="0096467F" w:rsidP="0096467F"/>
                  </w:txbxContent>
                </v:textbox>
                <w10:wrap type="square"/>
              </v:shape>
            </w:pict>
          </mc:Fallback>
        </mc:AlternateContent>
      </w:r>
    </w:p>
    <w:p w:rsidR="0096467F" w:rsidRDefault="0096467F" w:rsidP="0096467F">
      <w:pPr>
        <w:spacing w:after="240"/>
        <w:rPr>
          <w:szCs w:val="18"/>
        </w:rPr>
      </w:pPr>
    </w:p>
    <w:p w:rsidR="0096467F" w:rsidRDefault="0096467F" w:rsidP="0096467F">
      <w:pPr>
        <w:spacing w:after="240"/>
        <w:rPr>
          <w:szCs w:val="18"/>
        </w:rPr>
      </w:pPr>
    </w:p>
    <w:p w:rsidR="0096467F" w:rsidRPr="00201AC2" w:rsidRDefault="0096467F" w:rsidP="0096467F">
      <w:pPr>
        <w:spacing w:after="240"/>
        <w:rPr>
          <w:szCs w:val="18"/>
        </w:rPr>
        <w:sectPr w:rsidR="0096467F" w:rsidRPr="00201AC2" w:rsidSect="00116913">
          <w:type w:val="continuous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434C78" w:rsidRPr="00201AC2" w:rsidRDefault="00434C78" w:rsidP="006F3279">
      <w:pPr>
        <w:spacing w:after="240"/>
        <w:rPr>
          <w:szCs w:val="18"/>
        </w:rPr>
        <w:sectPr w:rsidR="00434C78" w:rsidRPr="00201AC2" w:rsidSect="00116913">
          <w:type w:val="continuous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055484" w:rsidRPr="006F3279" w:rsidRDefault="00055484" w:rsidP="00055484">
      <w:pPr>
        <w:spacing w:after="240"/>
        <w:rPr>
          <w:i/>
          <w:sz w:val="18"/>
          <w:szCs w:val="18"/>
        </w:rPr>
      </w:pPr>
      <w:r>
        <w:rPr>
          <w:i/>
          <w:sz w:val="18"/>
          <w:szCs w:val="18"/>
        </w:rPr>
        <w:lastRenderedPageBreak/>
        <w:t>Physics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Big idea PFM: Forces and motion &gt; Topic PFM1: Forces</w:t>
      </w:r>
      <w:r w:rsidRPr="00CA4B46">
        <w:rPr>
          <w:i/>
          <w:sz w:val="18"/>
          <w:szCs w:val="18"/>
        </w:rPr>
        <w:t xml:space="preserve"> &gt; </w:t>
      </w:r>
      <w:r>
        <w:rPr>
          <w:i/>
          <w:sz w:val="18"/>
          <w:szCs w:val="18"/>
        </w:rPr>
        <w:t>Key concept</w:t>
      </w:r>
      <w:r w:rsidRPr="00CA4B46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>PFM1.5</w:t>
      </w:r>
      <w:r w:rsidRPr="00CA4B46">
        <w:rPr>
          <w:i/>
          <w:sz w:val="18"/>
          <w:szCs w:val="18"/>
        </w:rPr>
        <w:t xml:space="preserve">: </w:t>
      </w:r>
      <w:r>
        <w:rPr>
          <w:i/>
          <w:sz w:val="18"/>
          <w:szCs w:val="18"/>
        </w:rPr>
        <w:t>Energy stores and transfers</w:t>
      </w:r>
    </w:p>
    <w:tbl>
      <w:tblPr>
        <w:tblStyle w:val="TableGrid"/>
        <w:tblW w:w="12021" w:type="dxa"/>
        <w:tblInd w:w="-14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021"/>
      </w:tblGrid>
      <w:tr w:rsidR="006F3279" w:rsidTr="002454AC">
        <w:tc>
          <w:tcPr>
            <w:tcW w:w="12021" w:type="dxa"/>
            <w:shd w:val="clear" w:color="auto" w:fill="B2A1C7" w:themeFill="accent4" w:themeFillTint="99"/>
          </w:tcPr>
          <w:p w:rsidR="006F3279" w:rsidRPr="00CA4B46" w:rsidRDefault="00B00348" w:rsidP="00B00348">
            <w:pPr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 xml:space="preserve">Response </w:t>
            </w:r>
            <w:r w:rsidR="00755E81">
              <w:rPr>
                <w:b/>
                <w:sz w:val="40"/>
                <w:szCs w:val="40"/>
              </w:rPr>
              <w:t>activity</w:t>
            </w:r>
          </w:p>
        </w:tc>
      </w:tr>
      <w:tr w:rsidR="006F3279" w:rsidTr="002454AC">
        <w:tc>
          <w:tcPr>
            <w:tcW w:w="12021" w:type="dxa"/>
            <w:shd w:val="clear" w:color="auto" w:fill="CCC0D9" w:themeFill="accent4" w:themeFillTint="66"/>
          </w:tcPr>
          <w:p w:rsidR="006F3279" w:rsidRPr="00CA4B46" w:rsidRDefault="00CE6CF6" w:rsidP="006F3279">
            <w:pPr>
              <w:spacing w:after="60"/>
              <w:ind w:left="1304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Energy transfers</w:t>
            </w:r>
            <w:r w:rsidR="00FD3BFD">
              <w:rPr>
                <w:b/>
                <w:sz w:val="40"/>
                <w:szCs w:val="40"/>
              </w:rPr>
              <w:t xml:space="preserve"> circus</w:t>
            </w:r>
          </w:p>
        </w:tc>
      </w:tr>
    </w:tbl>
    <w:p w:rsidR="006F3279" w:rsidRDefault="006F3279" w:rsidP="00E172C6">
      <w:pPr>
        <w:spacing w:after="180"/>
        <w:rPr>
          <w:b/>
        </w:rPr>
      </w:pPr>
    </w:p>
    <w:p w:rsidR="001D0511" w:rsidRPr="001D0511" w:rsidRDefault="001D0511" w:rsidP="00E172C6">
      <w:pPr>
        <w:spacing w:after="180"/>
        <w:rPr>
          <w:b/>
          <w:color w:val="5F497A" w:themeColor="accent4" w:themeShade="BF"/>
          <w:sz w:val="24"/>
          <w:szCs w:val="24"/>
        </w:rPr>
      </w:pPr>
      <w:r w:rsidRPr="001D0511">
        <w:rPr>
          <w:b/>
          <w:color w:val="5F497A" w:themeColor="accent4" w:themeShade="BF"/>
          <w:sz w:val="24"/>
          <w:szCs w:val="24"/>
        </w:rPr>
        <w:t>Overview</w:t>
      </w:r>
    </w:p>
    <w:tbl>
      <w:tblPr>
        <w:tblStyle w:val="TableGrid"/>
        <w:tblW w:w="901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96"/>
        <w:gridCol w:w="6820"/>
      </w:tblGrid>
      <w:tr w:rsidR="00055484" w:rsidTr="00055484">
        <w:trPr>
          <w:trHeight w:val="340"/>
        </w:trPr>
        <w:tc>
          <w:tcPr>
            <w:tcW w:w="2196" w:type="dxa"/>
          </w:tcPr>
          <w:p w:rsidR="00055484" w:rsidRDefault="00055484" w:rsidP="00055484">
            <w:pPr>
              <w:spacing w:before="60" w:after="60"/>
            </w:pPr>
            <w:r>
              <w:t>Learning focus:</w:t>
            </w:r>
          </w:p>
        </w:tc>
        <w:tc>
          <w:tcPr>
            <w:tcW w:w="6820" w:type="dxa"/>
          </w:tcPr>
          <w:p w:rsidR="00DB18A8" w:rsidRDefault="00DB18A8" w:rsidP="00DB18A8">
            <w:pPr>
              <w:spacing w:before="60" w:after="60"/>
            </w:pPr>
            <w:r>
              <w:t>When a force makes things change it mechanically transfers energy between different energy stores.</w:t>
            </w:r>
            <w:r w:rsidR="00186794">
              <w:t xml:space="preserve"> </w:t>
            </w:r>
          </w:p>
          <w:p w:rsidR="00055484" w:rsidRDefault="00DB18A8" w:rsidP="00DB18A8">
            <w:pPr>
              <w:spacing w:before="60" w:after="60"/>
            </w:pPr>
            <w:r>
              <w:t>Friction transfers energy mechanically into a heat store of energy.</w:t>
            </w:r>
          </w:p>
        </w:tc>
      </w:tr>
      <w:tr w:rsidR="00055484" w:rsidTr="00055484">
        <w:trPr>
          <w:trHeight w:val="340"/>
        </w:trPr>
        <w:tc>
          <w:tcPr>
            <w:tcW w:w="2196" w:type="dxa"/>
          </w:tcPr>
          <w:p w:rsidR="00055484" w:rsidRDefault="00055484" w:rsidP="00055484">
            <w:pPr>
              <w:spacing w:before="60" w:after="60"/>
            </w:pPr>
            <w:r>
              <w:t>Observable learning outcome:</w:t>
            </w:r>
          </w:p>
        </w:tc>
        <w:tc>
          <w:tcPr>
            <w:tcW w:w="6820" w:type="dxa"/>
          </w:tcPr>
          <w:p w:rsidR="002F69A1" w:rsidRPr="002F69A1" w:rsidRDefault="002F69A1" w:rsidP="00DB18A8">
            <w:pPr>
              <w:pStyle w:val="ListParagraph"/>
              <w:numPr>
                <w:ilvl w:val="0"/>
                <w:numId w:val="1"/>
              </w:numPr>
              <w:spacing w:before="60" w:after="60"/>
              <w:ind w:left="526"/>
              <w:rPr>
                <w:b/>
              </w:rPr>
            </w:pPr>
            <w:r w:rsidRPr="002F69A1">
              <w:rPr>
                <w:rFonts w:cstheme="minorHAnsi"/>
              </w:rPr>
              <w:t>Identify different ways that energy can be transferred</w:t>
            </w:r>
            <w:r w:rsidRPr="002F69A1">
              <w:rPr>
                <w:rFonts w:cstheme="minorHAnsi"/>
              </w:rPr>
              <w:t xml:space="preserve"> </w:t>
            </w:r>
          </w:p>
          <w:p w:rsidR="00055484" w:rsidRPr="002F69A1" w:rsidRDefault="00055484" w:rsidP="00DB18A8">
            <w:pPr>
              <w:pStyle w:val="ListParagraph"/>
              <w:numPr>
                <w:ilvl w:val="0"/>
                <w:numId w:val="1"/>
              </w:numPr>
              <w:spacing w:before="60" w:after="60"/>
              <w:ind w:left="526"/>
              <w:rPr>
                <w:b/>
              </w:rPr>
            </w:pPr>
            <w:r w:rsidRPr="002F69A1">
              <w:rPr>
                <w:rFonts w:cstheme="minorHAnsi"/>
              </w:rPr>
              <w:t xml:space="preserve">Identify </w:t>
            </w:r>
            <w:r w:rsidR="00DB18A8" w:rsidRPr="002F69A1">
              <w:rPr>
                <w:rFonts w:cstheme="minorHAnsi"/>
              </w:rPr>
              <w:t>where energy is transferred by rubbing</w:t>
            </w:r>
          </w:p>
          <w:p w:rsidR="00DB18A8" w:rsidRPr="002F69A1" w:rsidRDefault="00DB18A8" w:rsidP="00DB18A8">
            <w:pPr>
              <w:pStyle w:val="ListParagraph"/>
              <w:numPr>
                <w:ilvl w:val="0"/>
                <w:numId w:val="1"/>
              </w:numPr>
              <w:spacing w:before="60" w:after="60"/>
              <w:ind w:left="526"/>
              <w:rPr>
                <w:b/>
              </w:rPr>
            </w:pPr>
            <w:r w:rsidRPr="002F69A1">
              <w:rPr>
                <w:rFonts w:cstheme="minorHAnsi"/>
              </w:rPr>
              <w:t xml:space="preserve">Describe how energy can be transferred in different ways </w:t>
            </w:r>
          </w:p>
          <w:p w:rsidR="00055484" w:rsidRPr="00055484" w:rsidRDefault="002F69A1" w:rsidP="00DB18A8">
            <w:pPr>
              <w:pStyle w:val="ListParagraph"/>
              <w:numPr>
                <w:ilvl w:val="0"/>
                <w:numId w:val="1"/>
              </w:numPr>
              <w:spacing w:before="60" w:after="60"/>
              <w:ind w:left="526"/>
              <w:rPr>
                <w:b/>
              </w:rPr>
            </w:pPr>
            <w:r w:rsidRPr="002F69A1">
              <w:rPr>
                <w:rFonts w:cstheme="minorHAnsi"/>
              </w:rPr>
              <w:t>Explain how energy is almost always transferred to the heat store of the surroundings</w:t>
            </w:r>
          </w:p>
        </w:tc>
      </w:tr>
      <w:tr w:rsidR="00055484" w:rsidTr="00055484">
        <w:trPr>
          <w:trHeight w:val="340"/>
        </w:trPr>
        <w:tc>
          <w:tcPr>
            <w:tcW w:w="2196" w:type="dxa"/>
          </w:tcPr>
          <w:p w:rsidR="00055484" w:rsidRDefault="00055484" w:rsidP="00055484">
            <w:pPr>
              <w:spacing w:before="60" w:after="60"/>
            </w:pPr>
            <w:r>
              <w:t>Activity type:</w:t>
            </w:r>
          </w:p>
        </w:tc>
        <w:tc>
          <w:tcPr>
            <w:tcW w:w="6820" w:type="dxa"/>
          </w:tcPr>
          <w:p w:rsidR="00055484" w:rsidRDefault="00055484" w:rsidP="00055484">
            <w:pPr>
              <w:spacing w:before="60" w:after="60"/>
            </w:pPr>
            <w:r>
              <w:t>Response, a</w:t>
            </w:r>
            <w:r w:rsidRPr="00055484">
              <w:t>pplication and practice - practical</w:t>
            </w:r>
          </w:p>
        </w:tc>
      </w:tr>
      <w:tr w:rsidR="00055484" w:rsidTr="00055484">
        <w:trPr>
          <w:trHeight w:val="340"/>
        </w:trPr>
        <w:tc>
          <w:tcPr>
            <w:tcW w:w="2196" w:type="dxa"/>
          </w:tcPr>
          <w:p w:rsidR="00055484" w:rsidRDefault="00055484" w:rsidP="00055484">
            <w:pPr>
              <w:spacing w:before="60" w:after="60"/>
            </w:pPr>
            <w:r>
              <w:t>Key words:</w:t>
            </w:r>
          </w:p>
        </w:tc>
        <w:tc>
          <w:tcPr>
            <w:tcW w:w="6820" w:type="dxa"/>
          </w:tcPr>
          <w:p w:rsidR="00055484" w:rsidRDefault="00DB18A8" w:rsidP="00055484">
            <w:pPr>
              <w:spacing w:before="60" w:after="60"/>
            </w:pPr>
            <w:r w:rsidRPr="00DB18A8">
              <w:t>Energy store, energy transfer, mechanically, friction, electrically, heating, energy store chemical, elastic, gravitational, heat, kinetic</w:t>
            </w:r>
          </w:p>
        </w:tc>
      </w:tr>
    </w:tbl>
    <w:p w:rsidR="00E172C6" w:rsidRDefault="00E172C6" w:rsidP="00E172C6">
      <w:pPr>
        <w:spacing w:after="180"/>
      </w:pPr>
    </w:p>
    <w:p w:rsidR="00755E81" w:rsidRPr="004056D6" w:rsidRDefault="00755E81" w:rsidP="00755E81">
      <w:pPr>
        <w:spacing w:after="180"/>
        <w:rPr>
          <w:rFonts w:cstheme="minorHAnsi"/>
        </w:rPr>
      </w:pPr>
      <w:r w:rsidRPr="004056D6">
        <w:rPr>
          <w:rFonts w:cstheme="minorHAnsi"/>
          <w:color w:val="222222"/>
          <w:shd w:val="clear" w:color="auto" w:fill="FFFFFF"/>
        </w:rPr>
        <w:t>This activity can help develop students’ understanding by addressing the sticking-points revealed by t</w:t>
      </w:r>
      <w:r w:rsidR="00055484">
        <w:rPr>
          <w:rFonts w:cstheme="minorHAnsi"/>
          <w:color w:val="222222"/>
          <w:shd w:val="clear" w:color="auto" w:fill="FFFFFF"/>
        </w:rPr>
        <w:t>he following diagnostic questions</w:t>
      </w:r>
      <w:r w:rsidRPr="004056D6">
        <w:rPr>
          <w:rFonts w:cstheme="minorHAnsi"/>
          <w:color w:val="222222"/>
          <w:shd w:val="clear" w:color="auto" w:fill="FFFFFF"/>
        </w:rPr>
        <w:t>:</w:t>
      </w:r>
    </w:p>
    <w:p w:rsidR="00B00348" w:rsidRDefault="00B00348" w:rsidP="00332052">
      <w:pPr>
        <w:pStyle w:val="ListParagraph"/>
        <w:numPr>
          <w:ilvl w:val="0"/>
          <w:numId w:val="1"/>
        </w:numPr>
        <w:spacing w:after="180"/>
      </w:pPr>
      <w:r w:rsidRPr="00055484">
        <w:t xml:space="preserve">Diagnostic </w:t>
      </w:r>
      <w:r w:rsidR="00E3348F" w:rsidRPr="00055484">
        <w:t>question</w:t>
      </w:r>
      <w:r w:rsidRPr="00055484">
        <w:t xml:space="preserve">: </w:t>
      </w:r>
      <w:r w:rsidR="00332052" w:rsidRPr="00332052">
        <w:t>How is energy transferred?</w:t>
      </w:r>
    </w:p>
    <w:p w:rsidR="00055484" w:rsidRDefault="00055484" w:rsidP="00332052">
      <w:pPr>
        <w:pStyle w:val="ListParagraph"/>
        <w:numPr>
          <w:ilvl w:val="0"/>
          <w:numId w:val="1"/>
        </w:numPr>
        <w:spacing w:after="180"/>
      </w:pPr>
      <w:r w:rsidRPr="00055484">
        <w:t>Diagnostic question:</w:t>
      </w:r>
      <w:r>
        <w:t xml:space="preserve"> </w:t>
      </w:r>
      <w:r w:rsidR="00332052" w:rsidRPr="00332052">
        <w:t>Heating by friction</w:t>
      </w:r>
    </w:p>
    <w:p w:rsidR="00055484" w:rsidRDefault="00055484" w:rsidP="00332052">
      <w:pPr>
        <w:pStyle w:val="ListParagraph"/>
        <w:numPr>
          <w:ilvl w:val="0"/>
          <w:numId w:val="1"/>
        </w:numPr>
        <w:spacing w:after="180"/>
      </w:pPr>
      <w:r w:rsidRPr="00055484">
        <w:t>Diagnostic question:</w:t>
      </w:r>
      <w:r>
        <w:t xml:space="preserve"> </w:t>
      </w:r>
      <w:r w:rsidR="00332052" w:rsidRPr="00332052">
        <w:t>Slower football</w:t>
      </w:r>
    </w:p>
    <w:p w:rsidR="00055484" w:rsidRDefault="00055484" w:rsidP="00332052">
      <w:pPr>
        <w:pStyle w:val="ListParagraph"/>
        <w:numPr>
          <w:ilvl w:val="0"/>
          <w:numId w:val="1"/>
        </w:numPr>
        <w:spacing w:after="180"/>
      </w:pPr>
      <w:r w:rsidRPr="00055484">
        <w:t xml:space="preserve">Diagnostic question: </w:t>
      </w:r>
      <w:r w:rsidR="00332052" w:rsidRPr="00332052">
        <w:t>Falling apple</w:t>
      </w:r>
    </w:p>
    <w:p w:rsidR="00332052" w:rsidRDefault="00332052" w:rsidP="00332052">
      <w:pPr>
        <w:pStyle w:val="ListParagraph"/>
        <w:numPr>
          <w:ilvl w:val="0"/>
          <w:numId w:val="1"/>
        </w:numPr>
        <w:spacing w:after="180"/>
      </w:pPr>
      <w:r w:rsidRPr="00055484">
        <w:t xml:space="preserve">Diagnostic question: </w:t>
      </w:r>
      <w:r>
        <w:t>Push up</w:t>
      </w:r>
    </w:p>
    <w:p w:rsidR="00C05571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What does the research say</w:t>
      </w:r>
      <w:r w:rsidR="00C05571" w:rsidRPr="002454AC">
        <w:rPr>
          <w:b/>
          <w:color w:val="5F497A" w:themeColor="accent4" w:themeShade="BF"/>
          <w:sz w:val="24"/>
        </w:rPr>
        <w:t>?</w:t>
      </w:r>
    </w:p>
    <w:p w:rsidR="00051260" w:rsidRDefault="00051260" w:rsidP="00051260">
      <w:pPr>
        <w:spacing w:after="180"/>
        <w:rPr>
          <w:rFonts w:ascii="Calibri" w:hAnsi="Calibri"/>
        </w:rPr>
      </w:pPr>
      <w:r>
        <w:rPr>
          <w:rFonts w:ascii="Calibri" w:hAnsi="Calibri"/>
        </w:rPr>
        <w:t xml:space="preserve">In teaching energy the BEST resources have adopted a framework based on ‘energy stores’ and ‘energy pathways’ which is advocated by, amongst others,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ADDIN EN.CITE &lt;EndNote&gt;&lt;Cite&gt;&lt;Author&gt;Boohan&lt;/Author&gt;&lt;Year&gt;2014&lt;/Year&gt;&lt;IDText&gt;Making sense of energy&lt;/IDText&gt;&lt;DisplayText&gt;(Boohan, 2014)&lt;/DisplayText&gt;&lt;record&gt;&lt;titles&gt;&lt;title&gt;Making sense of energy&lt;/title&gt;&lt;secondary-title&gt;School Science Review&lt;/secondary-title&gt;&lt;/titles&gt;&lt;pages&gt;11&lt;/pages&gt;&lt;number&gt;354&lt;/number&gt;&lt;contributors&gt;&lt;authors&gt;&lt;author&gt;Boohan, Richard.&lt;/author&gt;&lt;/authors&gt;&lt;/contributors&gt;&lt;section&gt;33&lt;/section&gt;&lt;added-date format="utc"&gt;1530627404&lt;/added-date&gt;&lt;ref-type name="Journal Article"&gt;17&lt;/ref-type&gt;&lt;dates&gt;&lt;year&gt;2014&lt;/year&gt;&lt;/dates&gt;&lt;rec-number&gt;7&lt;/rec-number&gt;&lt;last-updated-date format="utc"&gt;1530631075&lt;/last-updated-date&gt;&lt;volume&gt;96&lt;/volume&gt;&lt;/record&gt;&lt;/Cite&gt;&lt;Cite&gt;&lt;Author&gt;Boohan&lt;/Author&gt;&lt;Year&gt;2014&lt;/Year&gt;&lt;IDText&gt;Making sense of energy&lt;/IDText&gt;&lt;record&gt;&lt;titles&gt;&lt;title&gt;Making sense of energy&lt;/title&gt;&lt;secondary-title&gt;School Science Review&lt;/secondary-title&gt;&lt;/titles&gt;&lt;pages&gt;11&lt;/pages&gt;&lt;number&gt;354&lt;/number&gt;&lt;contributors&gt;&lt;authors&gt;&lt;author&gt;Boohan, Richard.&lt;/author&gt;&lt;/authors&gt;&lt;/contributors&gt;&lt;section&gt;33&lt;/section&gt;&lt;added-date format="utc"&gt;1530627404&lt;/added-date&gt;&lt;ref-type name="Journal Article"&gt;17&lt;/ref-type&gt;&lt;dates&gt;&lt;year&gt;2014&lt;/year&gt;&lt;/dates&gt;&lt;rec-number&gt;7&lt;/rec-number&gt;&lt;last-updated-date format="utc"&gt;1530631075&lt;/last-updated-date&gt;&lt;volume&gt;96&lt;/volume&gt;&lt;/record&gt;&lt;/Cite&gt;&lt;Cite&gt;&lt;Author&gt;Boohan&lt;/Author&gt;&lt;Year&gt;2014&lt;/Year&gt;&lt;IDText&gt;Making sense of energy&lt;/IDText&gt;&lt;record&gt;&lt;titles&gt;&lt;title&gt;Making sense of energy&lt;/title&gt;&lt;secondary-title&gt;School Science Review&lt;/secondary-title&gt;&lt;/titles&gt;&lt;pages&gt;11&lt;/pages&gt;&lt;number&gt;354&lt;/number&gt;&lt;contributors&gt;&lt;authors&gt;&lt;author&gt;Boohan, Richard.&lt;/author&gt;&lt;/authors&gt;&lt;/contributors&gt;&lt;section&gt;33&lt;/section&gt;&lt;added-date format="utc"&gt;1530627404&lt;/added-date&gt;&lt;ref-type name="Journal Article"&gt;17&lt;/ref-type&gt;&lt;dates&gt;&lt;year&gt;2014&lt;/year&gt;&lt;/dates&gt;&lt;rec-number&gt;7&lt;/rec-number&gt;&lt;last-updated-date format="utc"&gt;1530631075&lt;/last-updated-date&gt;&lt;volume&gt;96&lt;/volume&gt;&lt;/record&gt;&lt;/Cite&gt;&lt;/EndNote&gt;</w:instrText>
      </w:r>
      <w:r>
        <w:rPr>
          <w:rFonts w:ascii="Calibri" w:hAnsi="Calibri"/>
        </w:rPr>
        <w:fldChar w:fldCharType="separate"/>
      </w:r>
      <w:r>
        <w:rPr>
          <w:rFonts w:ascii="Calibri" w:hAnsi="Calibri"/>
          <w:noProof/>
        </w:rPr>
        <w:t>(Boohan, 2014)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 xml:space="preserve">, </w:t>
      </w:r>
      <w:r>
        <w:rPr>
          <w:rFonts w:ascii="Calibri" w:hAnsi="Calibri"/>
        </w:rPr>
        <w:fldChar w:fldCharType="begin">
          <w:fldData xml:space="preserve">PEVuZE5vdGU+PENpdGU+PEF1dGhvcj5NaWxsYXI8L0F1dGhvcj48WWVhcj4yMDE0PC9ZZWFyPjxJ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</w:fldData>
        </w:fldChar>
      </w:r>
      <w:r w:rsidR="001871AE">
        <w:rPr>
          <w:rFonts w:ascii="Calibri" w:hAnsi="Calibri"/>
        </w:rPr>
        <w:instrText xml:space="preserve"> ADDIN EN.CITE </w:instrText>
      </w:r>
      <w:r w:rsidR="001871AE">
        <w:rPr>
          <w:rFonts w:ascii="Calibri" w:hAnsi="Calibri"/>
        </w:rPr>
        <w:fldChar w:fldCharType="begin">
          <w:fldData xml:space="preserve">PEVuZE5vdGU+PENpdGU+PEF1dGhvcj5NaWxsYXI8L0F1dGhvcj48WWVhcj4yMDE0PC9ZZWFyPjxJ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</w:fldData>
        </w:fldChar>
      </w:r>
      <w:r w:rsidR="001871AE">
        <w:rPr>
          <w:rFonts w:ascii="Calibri" w:hAnsi="Calibri"/>
        </w:rPr>
        <w:instrText xml:space="preserve"> ADDIN EN.CITE.DATA </w:instrText>
      </w:r>
      <w:r w:rsidR="001871AE">
        <w:rPr>
          <w:rFonts w:ascii="Calibri" w:hAnsi="Calibri"/>
        </w:rPr>
      </w:r>
      <w:r w:rsidR="001871AE">
        <w:rPr>
          <w:rFonts w:ascii="Calibri" w:hAnsi="Calibri"/>
        </w:rPr>
        <w:fldChar w:fldCharType="end"/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 w:rsidR="001871AE">
        <w:rPr>
          <w:rFonts w:ascii="Calibri" w:hAnsi="Calibri"/>
          <w:noProof/>
        </w:rPr>
        <w:t>(Millar, 2014)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 xml:space="preserve"> and </w:t>
      </w:r>
      <w:r>
        <w:rPr>
          <w:rFonts w:ascii="Calibri" w:hAnsi="Calibri"/>
        </w:rPr>
        <w:fldChar w:fldCharType="begin"/>
      </w:r>
      <w:r w:rsidR="001871AE">
        <w:rPr>
          <w:rFonts w:ascii="Calibri" w:hAnsi="Calibri"/>
        </w:rPr>
        <w:instrText xml:space="preserve"> ADDIN EN.CITE &lt;EndNote&gt;&lt;Cite&gt;&lt;Author&gt;Tracy&lt;/Author&gt;&lt;Year&gt;2014&lt;/Year&gt;&lt;IDText&gt;Science in the new curriculum: an opportunity for change&lt;/IDText&gt;&lt;DisplayText&gt;(Tracy, 2014b; Tracy, 2014a)&lt;/DisplayText&gt;&lt;record&gt;&lt;titles&gt;&lt;title&gt;Science in the new curriculum: an opportunity for change&lt;/title&gt;&lt;secondary-title&gt;School Science Review&lt;/secondary-title&gt;&lt;/titles&gt;&lt;pages&gt;11&lt;/pages&gt;&lt;number&gt;354&lt;/number&gt;&lt;contributors&gt;&lt;authors&gt;&lt;author&gt;Tracy, Charles.&lt;/author&gt;&lt;/authors&gt;&lt;/contributors&gt;&lt;section&gt;51&lt;/section&gt;&lt;added-date format="utc"&gt;1530626960&lt;/added-date&gt;&lt;ref-type name="Journal Article"&gt;17&lt;/ref-type&gt;&lt;dates&gt;&lt;year&gt;2014&lt;/year&gt;&lt;/dates&gt;&lt;rec-number&gt;4&lt;/rec-number&gt;&lt;last-updated-date format="utc"&gt;1530631225&lt;/last-updated-date&gt;&lt;volume&gt;96&lt;/volume&gt;&lt;/record&gt;&lt;/Cite&gt;&lt;Cite&gt;&lt;Author&gt;Tracy&lt;/Author&gt;&lt;Year&gt;2014&lt;/Year&gt;&lt;IDText&gt;Energy in the new curriculum: an opportunity for change&lt;/IDText&gt;&lt;record&gt;&lt;titles&gt;&lt;title&gt;Energy in the new curriculum: an opportunity for change&lt;/title&gt;&lt;secondary-title&gt;School Science Review&lt;/secondary-title&gt;&lt;/titles&gt;&lt;pages&gt;11&lt;/pages&gt;&lt;number&gt;354&lt;/number&gt;&lt;contributors&gt;&lt;authors&gt;&lt;author&gt;Tracy, Charles.&lt;/author&gt;&lt;/authors&gt;&lt;/contributors&gt;&lt;section&gt;51&lt;/section&gt;&lt;added-date format="utc"&gt;1530626960&lt;/added-date&gt;&lt;ref-type name="Journal Article"&gt;17&lt;/ref-type&gt;&lt;dates&gt;&lt;year&gt;2014&lt;/year&gt;&lt;/dates&gt;&lt;rec-number&gt;4&lt;/rec-number&gt;&lt;last-updated-date format="utc"&gt;1530692064&lt;/last-updated-date&gt;&lt;volume&gt;96&lt;/volume&gt;&lt;/record&gt;&lt;/Cite&gt;&lt;/EndNote&gt;</w:instrText>
      </w:r>
      <w:r>
        <w:rPr>
          <w:rFonts w:ascii="Calibri" w:hAnsi="Calibri"/>
        </w:rPr>
        <w:fldChar w:fldCharType="separate"/>
      </w:r>
      <w:r w:rsidR="001871AE">
        <w:rPr>
          <w:rFonts w:ascii="Calibri" w:hAnsi="Calibri"/>
          <w:noProof/>
        </w:rPr>
        <w:t>(Tracy, 2014)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 xml:space="preserve">. As Millar (2014) says, this approach “is not perfect - but it is adequate and significantly better than [approaches] based on lists of ‘forms of energy’.” A clear guide to this approach can be found on the Institute of Physics’ website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ADDIN EN.CITE &lt;EndNote&gt;&lt;Cite&gt;&lt;Author&gt;Institute of Physics&lt;/Author&gt;&lt;IDText&gt;Supporting Physics Teaching (SPT): Energy&lt;/IDText&gt;&lt;DisplayText&gt;(Institute of Physics)&lt;/DisplayText&gt;&lt;record&gt;&lt;urls&gt;&lt;related-urls&gt;&lt;url&gt;http://supportingphysicsteaching.net/EnHome.html&lt;/url&gt;&lt;/related-urls&gt;&lt;/urls&gt;&lt;titles&gt;&lt;title&gt;Supporting Physics Teaching (SPT): Energy&lt;/title&gt;&lt;/titles&gt;&lt;number&gt;July&lt;/number&gt;&lt;contributors&gt;&lt;authors&gt;&lt;author&gt;Institute of Physics,&lt;/author&gt;&lt;/authors&gt;&lt;/contributors&gt;&lt;added-date format="utc"&gt;1530627497&lt;/added-date&gt;&lt;ref-type name="Web Page"&gt;12&lt;/ref-type&gt;&lt;rec-number&gt;8&lt;/rec-number&gt;&lt;last-updated-date format="utc"&gt;1530627976&lt;/last-updated-date&gt;&lt;volume&gt;2018&lt;/volume&gt;&lt;/record&gt;&lt;/Cite&gt;&lt;/EndNote&gt;</w:instrText>
      </w:r>
      <w:r>
        <w:rPr>
          <w:rFonts w:ascii="Calibri" w:hAnsi="Calibri"/>
        </w:rPr>
        <w:fldChar w:fldCharType="separate"/>
      </w:r>
      <w:r>
        <w:rPr>
          <w:rFonts w:ascii="Calibri" w:hAnsi="Calibri"/>
          <w:noProof/>
        </w:rPr>
        <w:t>(Institute of Physics)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</w:t>
      </w:r>
      <w:r w:rsidR="00186794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</w:t>
      </w:r>
    </w:p>
    <w:p w:rsidR="00792BCE" w:rsidRDefault="00792BCE" w:rsidP="00792BCE">
      <w:pPr>
        <w:spacing w:after="180"/>
        <w:rPr>
          <w:rFonts w:ascii="Calibri" w:hAnsi="Calibri"/>
        </w:rPr>
      </w:pP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ADDIN EN.CITE &lt;EndNote&gt;&lt;Cite&gt;&lt;Author&gt;Rogers&lt;/Author&gt;&lt;Year&gt;2018&lt;/Year&gt;&lt;IDText&gt;The big ideas in physics and how to teach them&lt;/IDText&gt;&lt;DisplayText&gt;(Rogers, 2018)&lt;/DisplayText&gt;&lt;record&gt;&lt;isbn&gt;9781138235076&lt;/isbn&gt;&lt;titles&gt;&lt;title&gt;The big ideas in physics and how to teach them&lt;/title&gt;&lt;/titles&gt;&lt;contributors&gt;&lt;authors&gt;&lt;author&gt;Rogers, Ben.&lt;/author&gt;&lt;/authors&gt;&lt;/contributors&gt;&lt;edition&gt;1&lt;/edition&gt;&lt;added-date format="utc"&gt;1530625541&lt;/added-date&gt;&lt;pub-location&gt;Abingdon and New York&lt;/pub-location&gt;&lt;ref-type name="Book"&gt;6&lt;/ref-type&gt;&lt;dates&gt;&lt;year&gt;2018&lt;/year&gt;&lt;/dates&gt;&lt;rec-number&gt;2&lt;/rec-number&gt;&lt;publisher&gt;Routledge&lt;/publisher&gt;&lt;last-updated-date format="utc"&gt;1530630992&lt;/last-updated-date&gt;&lt;/record&gt;&lt;/Cite&gt;&lt;/EndNote&gt;</w:instrText>
      </w:r>
      <w:r>
        <w:rPr>
          <w:rFonts w:ascii="Calibri" w:hAnsi="Calibri"/>
        </w:rPr>
        <w:fldChar w:fldCharType="separate"/>
      </w:r>
      <w:r>
        <w:rPr>
          <w:rFonts w:ascii="Calibri" w:hAnsi="Calibri"/>
          <w:noProof/>
        </w:rPr>
        <w:t>(Rogers, 2018)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 xml:space="preserve"> highlights that the precision in the language we use about energy is important.</w:t>
      </w:r>
      <w:r w:rsidR="00186794">
        <w:rPr>
          <w:rFonts w:ascii="Calibri" w:hAnsi="Calibri"/>
        </w:rPr>
        <w:t xml:space="preserve"> </w:t>
      </w:r>
      <w:r>
        <w:rPr>
          <w:rFonts w:ascii="Calibri" w:hAnsi="Calibri"/>
        </w:rPr>
        <w:t>Because energy is an abstract concept we have to use words to describe it. He advises giving students opportunities to practise using language precisely</w:t>
      </w:r>
      <w:r w:rsidR="008B1E8C">
        <w:rPr>
          <w:rFonts w:ascii="Calibri" w:hAnsi="Calibri"/>
        </w:rPr>
        <w:t>,</w:t>
      </w:r>
      <w:r>
        <w:rPr>
          <w:rFonts w:ascii="Calibri" w:hAnsi="Calibri"/>
        </w:rPr>
        <w:t xml:space="preserve"> to help them develop an accurate model of what is happening. </w:t>
      </w:r>
      <w:r w:rsidRPr="004C1E4D">
        <w:rPr>
          <w:rFonts w:ascii="Calibri" w:hAnsi="Calibri"/>
        </w:rPr>
        <w:t xml:space="preserve">This </w:t>
      </w:r>
      <w:r w:rsidR="008B1E8C">
        <w:rPr>
          <w:rFonts w:ascii="Calibri" w:hAnsi="Calibri"/>
        </w:rPr>
        <w:t xml:space="preserve">practical </w:t>
      </w:r>
      <w:r>
        <w:rPr>
          <w:rFonts w:ascii="Calibri" w:hAnsi="Calibri"/>
        </w:rPr>
        <w:t xml:space="preserve">activity gives students the opportunity to observe and describe how energy is transferred in a range of examples. </w:t>
      </w:r>
    </w:p>
    <w:p w:rsidR="00051260" w:rsidRDefault="00792BCE" w:rsidP="00051260">
      <w:pPr>
        <w:spacing w:after="180"/>
        <w:rPr>
          <w:rFonts w:ascii="Calibri" w:hAnsi="Calibri"/>
        </w:rPr>
      </w:pPr>
      <w:r>
        <w:rPr>
          <w:rFonts w:ascii="Calibri" w:hAnsi="Calibri"/>
        </w:rPr>
        <w:t>The Institute of Physics identify four ways that energy can be transferred: mechanically, electrically, heating by [moving] particles and heating by radiation.</w:t>
      </w:r>
      <w:r w:rsidR="00186794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It is, however, more important to describe the mechanisms or processes that transfer energy, than it is to give each transfer a label. </w:t>
      </w:r>
      <w:r w:rsidR="002F69A1">
        <w:rPr>
          <w:rFonts w:ascii="Calibri" w:hAnsi="Calibri"/>
        </w:rPr>
        <w:t xml:space="preserve">When explaining how energy is transferred, </w:t>
      </w:r>
      <w:r w:rsidR="002F69A1">
        <w:rPr>
          <w:rFonts w:ascii="Calibri" w:hAnsi="Calibri"/>
        </w:rPr>
        <w:fldChar w:fldCharType="begin"/>
      </w:r>
      <w:r w:rsidR="002F69A1">
        <w:rPr>
          <w:rFonts w:ascii="Calibri" w:hAnsi="Calibri"/>
        </w:rPr>
        <w:instrText xml:space="preserve"> ADDIN EN.CITE &lt;EndNote&gt;&lt;Cite&gt;&lt;Author&gt;Tracy&lt;/Author&gt;&lt;Year&gt;2014&lt;/Year&gt;&lt;IDText&gt;Energy in the new curriculum: an opportunity for change&lt;/IDText&gt;&lt;DisplayText&gt;(Tracy, 2014)&lt;/DisplayText&gt;&lt;record&gt;&lt;titles&gt;&lt;title&gt;Energy in the new curriculum: an opportunity for change&lt;/title&gt;&lt;secondary-title&gt;School Science Review&lt;/secondary-title&gt;&lt;/titles&gt;&lt;pages&gt;11&lt;/pages&gt;&lt;number&gt;354&lt;/number&gt;&lt;contributors&gt;&lt;authors&gt;&lt;author&gt;Tracy, Charles.&lt;/author&gt;&lt;/authors&gt;&lt;/contributors&gt;&lt;section&gt;51&lt;/section&gt;&lt;added-date format="utc"&gt;1530626960&lt;/added-date&gt;&lt;ref-type name="Journal Article"&gt;17&lt;/ref-type&gt;&lt;dates&gt;&lt;year&gt;2014&lt;/year&gt;&lt;/dates&gt;&lt;rec-number&gt;4&lt;/rec-number&gt;&lt;last-updated-date format="utc"&gt;1530692064&lt;/last-updated-date&gt;&lt;volume&gt;96&lt;/volume&gt;&lt;/record&gt;&lt;/Cite&gt;&lt;/EndNote&gt;</w:instrText>
      </w:r>
      <w:r w:rsidR="002F69A1">
        <w:rPr>
          <w:rFonts w:ascii="Calibri" w:hAnsi="Calibri"/>
        </w:rPr>
        <w:fldChar w:fldCharType="separate"/>
      </w:r>
      <w:r w:rsidR="002F69A1">
        <w:rPr>
          <w:rFonts w:ascii="Calibri" w:hAnsi="Calibri"/>
          <w:noProof/>
        </w:rPr>
        <w:t>Tracy (2014)</w:t>
      </w:r>
      <w:r w:rsidR="002F69A1">
        <w:rPr>
          <w:rFonts w:ascii="Calibri" w:hAnsi="Calibri"/>
        </w:rPr>
        <w:fldChar w:fldCharType="end"/>
      </w:r>
      <w:r w:rsidR="002F69A1">
        <w:rPr>
          <w:rFonts w:ascii="Calibri" w:hAnsi="Calibri"/>
        </w:rPr>
        <w:t xml:space="preserve"> recommends that we focus on describing the processes and mechanisms involved. He suggests that trying to identify the ‘energy’ in each step is just a labelling exercise that can get in the way of a clear understanding of what is happening. </w:t>
      </w:r>
      <w:r w:rsidR="00051260">
        <w:rPr>
          <w:rFonts w:ascii="Calibri" w:hAnsi="Calibri"/>
        </w:rPr>
        <w:lastRenderedPageBreak/>
        <w:t>Describing how friction and drag cause heating introduces students to the dissipation of energy.</w:t>
      </w:r>
      <w:r w:rsidR="00186794">
        <w:rPr>
          <w:rFonts w:ascii="Calibri" w:hAnsi="Calibri"/>
        </w:rPr>
        <w:t xml:space="preserve"> </w:t>
      </w:r>
      <w:r w:rsidR="00051260">
        <w:rPr>
          <w:rFonts w:ascii="Calibri" w:hAnsi="Calibri"/>
        </w:rPr>
        <w:fldChar w:fldCharType="begin"/>
      </w:r>
      <w:r w:rsidR="001871AE">
        <w:rPr>
          <w:rFonts w:ascii="Calibri" w:hAnsi="Calibri"/>
        </w:rPr>
        <w:instrText xml:space="preserve"> ADDIN EN.CITE &lt;EndNote&gt;&lt;Cite&gt;&lt;Author&gt;Millar&lt;/Author&gt;&lt;Year&gt;2005&lt;/Year&gt;&lt;IDText&gt;Teaching about energy&lt;/IDText&gt;&lt;DisplayText&gt;(Millar, 2005)&lt;/DisplayText&gt;&lt;record&gt;&lt;titles&gt;&lt;title&gt;Teaching about energy&lt;/title&gt;&lt;secondary-title&gt;Department of Educational Studies&lt;/secondary-title&gt;&lt;/titles&gt;&lt;number&gt;2005/11&lt;/number&gt;&lt;contributors&gt;&lt;authors&gt;&lt;author&gt;Millar, Robin.&lt;/author&gt;&lt;/authors&gt;&lt;/contributors&gt;&lt;added-date format="utc"&gt;1530626671&lt;/added-date&gt;&lt;pub-location&gt;York&lt;/pub-location&gt;&lt;ref-type name="Report"&gt;27&lt;/ref-type&gt;&lt;dates&gt;&lt;year&gt;2005&lt;/year&gt;&lt;/dates&gt;&lt;rec-number&gt;3&lt;/rec-number&gt;&lt;publisher&gt;University of York &lt;/publisher&gt;&lt;last-updated-date format="utc"&gt;1530697682&lt;/last-updated-date&gt;&lt;/record&gt;&lt;/Cite&gt;&lt;/EndNote&gt;</w:instrText>
      </w:r>
      <w:r w:rsidR="00051260">
        <w:rPr>
          <w:rFonts w:ascii="Calibri" w:hAnsi="Calibri"/>
        </w:rPr>
        <w:fldChar w:fldCharType="separate"/>
      </w:r>
      <w:r w:rsidR="001871AE">
        <w:rPr>
          <w:rFonts w:ascii="Calibri" w:hAnsi="Calibri"/>
          <w:noProof/>
        </w:rPr>
        <w:t>(Millar, 2005)</w:t>
      </w:r>
      <w:r w:rsidR="00051260">
        <w:rPr>
          <w:rFonts w:ascii="Calibri" w:hAnsi="Calibri"/>
        </w:rPr>
        <w:fldChar w:fldCharType="end"/>
      </w:r>
      <w:r w:rsidR="00051260">
        <w:rPr>
          <w:rFonts w:ascii="Calibri" w:hAnsi="Calibri"/>
        </w:rPr>
        <w:t xml:space="preserve"> suggests that to make sense of the </w:t>
      </w:r>
      <w:r w:rsidR="00051260" w:rsidRPr="0061681B">
        <w:rPr>
          <w:rFonts w:ascii="Calibri" w:hAnsi="Calibri"/>
          <w:i/>
        </w:rPr>
        <w:t>law of conservation of energy</w:t>
      </w:r>
      <w:r w:rsidR="00051260">
        <w:rPr>
          <w:rFonts w:ascii="Calibri" w:hAnsi="Calibri"/>
        </w:rPr>
        <w:t>, students need to know that in almost every event there is some heating, whether desired or not, and a consequential increase in the heat store of the surroundings.</w:t>
      </w:r>
    </w:p>
    <w:p w:rsidR="00051260" w:rsidRPr="00BF114C" w:rsidRDefault="00051260" w:rsidP="00051260">
      <w:pPr>
        <w:spacing w:after="180"/>
        <w:rPr>
          <w:rFonts w:ascii="Calibri" w:hAnsi="Calibri"/>
        </w:rPr>
      </w:pPr>
      <w:r>
        <w:rPr>
          <w:rFonts w:ascii="Calibri" w:hAnsi="Calibri"/>
        </w:rPr>
        <w:t xml:space="preserve">A summary of the BEST approach to teaching energy can be found on the Best Evidence Science Teaching </w:t>
      </w:r>
      <w:r w:rsidR="002F69A1">
        <w:rPr>
          <w:rFonts w:ascii="Calibri" w:hAnsi="Calibri"/>
        </w:rPr>
        <w:t>home</w:t>
      </w:r>
      <w:r>
        <w:rPr>
          <w:rFonts w:ascii="Calibri" w:hAnsi="Calibri"/>
        </w:rPr>
        <w:t xml:space="preserve"> page which is on the STEM Learning website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ADDIN EN.CITE &lt;EndNote&gt;&lt;Cite&gt;&lt;Author&gt;Fairhurst&lt;/Author&gt;&lt;Year&gt;2018&lt;/Year&gt;&lt;IDText&gt;Teaching Energy&lt;/IDText&gt;&lt;DisplayText&gt;(Fairhurst, 2018)&lt;/DisplayText&gt;&lt;record&gt;&lt;urls&gt;&lt;related-urls&gt;&lt;url&gt;https://www.stem.org.uk/best-evidence-science-teaching&lt;/url&gt;&lt;/related-urls&gt;&lt;/urls&gt;&lt;titles&gt;&lt;title&gt;Teaching Energy&lt;/title&gt;&lt;tertiary-title&gt;STEM Learning&lt;/tertiary-title&gt;&lt;/titles&gt;&lt;contributors&gt;&lt;authors&gt;&lt;author&gt;Fairhurst, Peter&lt;/author&gt;&lt;/authors&gt;&lt;/contributors&gt;&lt;added-date format="utc"&gt;1530697944&lt;/added-date&gt;&lt;pub-location&gt;York&lt;/pub-location&gt;&lt;ref-type name="Electronic Article"&gt;43&lt;/ref-type&gt;&lt;dates&gt;&lt;year&gt;2018&lt;/year&gt;&lt;/dates&gt;&lt;rec-number&gt;11&lt;/rec-number&gt;&lt;last-updated-date format="utc"&gt;1530698150&lt;/last-updated-date&gt;&lt;/record&gt;&lt;/Cite&gt;&lt;/EndNote&gt;</w:instrText>
      </w:r>
      <w:r>
        <w:rPr>
          <w:rFonts w:ascii="Calibri" w:hAnsi="Calibri"/>
        </w:rPr>
        <w:fldChar w:fldCharType="separate"/>
      </w:r>
      <w:r>
        <w:rPr>
          <w:rFonts w:ascii="Calibri" w:hAnsi="Calibri"/>
          <w:noProof/>
        </w:rPr>
        <w:t>(Fairhurst, 2018)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</w:t>
      </w:r>
    </w:p>
    <w:p w:rsidR="007A748B" w:rsidRPr="002454AC" w:rsidRDefault="007A748B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 xml:space="preserve">Ways to use this </w:t>
      </w:r>
      <w:r w:rsidR="00E3348F">
        <w:rPr>
          <w:b/>
          <w:color w:val="5F497A" w:themeColor="accent4" w:themeShade="BF"/>
          <w:sz w:val="24"/>
        </w:rPr>
        <w:t>activity</w:t>
      </w:r>
    </w:p>
    <w:p w:rsidR="001716A6" w:rsidRDefault="001716A6" w:rsidP="001716A6">
      <w:pPr>
        <w:spacing w:after="180"/>
      </w:pPr>
      <w:r>
        <w:t>This practical activity gives students the opportunity to practise applying their understanding and to clarify their thinking through discussion.</w:t>
      </w:r>
      <w:r w:rsidR="00186794">
        <w:t xml:space="preserve"> </w:t>
      </w:r>
      <w:r>
        <w:t>To support this, s</w:t>
      </w:r>
      <w:r w:rsidRPr="00DA3B6C">
        <w:t xml:space="preserve">tudents </w:t>
      </w:r>
      <w:r>
        <w:t xml:space="preserve">should complete the practical circus in pairs or small groups. </w:t>
      </w:r>
    </w:p>
    <w:p w:rsidR="001716A6" w:rsidRDefault="001716A6" w:rsidP="001716A6">
      <w:pPr>
        <w:spacing w:after="180"/>
      </w:pPr>
      <w:r>
        <w:t>Listening to individual groups as they work often highlights any difficulties they might have.</w:t>
      </w:r>
      <w:r w:rsidR="00186794">
        <w:t xml:space="preserve"> </w:t>
      </w:r>
      <w:r>
        <w:t>These can often be overcome, through a whole class clarification or redirection part way through the activity.</w:t>
      </w:r>
    </w:p>
    <w:p w:rsidR="001716A6" w:rsidRDefault="001716A6" w:rsidP="001716A6">
      <w:pPr>
        <w:spacing w:after="180"/>
      </w:pPr>
      <w:r>
        <w:t>Asking students to report their findings at end of the practical work is a useful check.</w:t>
      </w:r>
      <w:r w:rsidR="00186794">
        <w:t xml:space="preserve"> </w:t>
      </w:r>
      <w:r>
        <w:t>After a group has fed back, it might be helpful to model an even better answer.</w:t>
      </w:r>
      <w:r w:rsidR="00186794">
        <w:t xml:space="preserve"> </w:t>
      </w:r>
      <w:r>
        <w:t>You could do this, for example, by asking another group to add to, or clarify, the first observation.</w:t>
      </w:r>
      <w:r w:rsidR="00186794">
        <w:t xml:space="preserve"> </w:t>
      </w:r>
      <w:r>
        <w:t>Then ask another group to sum up the important part of the observation, and so on.</w:t>
      </w:r>
    </w:p>
    <w:p w:rsidR="001716A6" w:rsidRPr="00095A98" w:rsidRDefault="001716A6" w:rsidP="001716A6">
      <w:pPr>
        <w:spacing w:after="180"/>
        <w:rPr>
          <w:i/>
        </w:rPr>
      </w:pPr>
      <w:r w:rsidRPr="00095A98">
        <w:rPr>
          <w:i/>
        </w:rPr>
        <w:t>Differentiation</w:t>
      </w:r>
    </w:p>
    <w:p w:rsidR="001716A6" w:rsidRDefault="001716A6" w:rsidP="001716A6">
      <w:pPr>
        <w:spacing w:after="180"/>
      </w:pPr>
      <w:r>
        <w:t>Using the recording sheets can help some students organise their observations so they can more easily focus on the science.</w:t>
      </w:r>
      <w:r w:rsidR="00186794">
        <w:t xml:space="preserve"> </w:t>
      </w:r>
      <w:r>
        <w:t>If some students are working with a teaching assistant, then a list of prompt questions for the TA could help to make this activity more purposeful.</w:t>
      </w:r>
      <w:r w:rsidR="00186794">
        <w:t xml:space="preserve"> </w:t>
      </w:r>
    </w:p>
    <w:p w:rsidR="001716A6" w:rsidRDefault="001716A6" w:rsidP="001D0511">
      <w:pPr>
        <w:spacing w:after="180"/>
      </w:pPr>
      <w:r>
        <w:t xml:space="preserve">Some students may benefit from being challenged to draw a Sankey diagram for each energy transfer. </w:t>
      </w:r>
    </w:p>
    <w:p w:rsidR="001D0511" w:rsidRPr="00755E81" w:rsidRDefault="001D0511" w:rsidP="001D0511">
      <w:pPr>
        <w:spacing w:after="180"/>
        <w:rPr>
          <w:b/>
          <w:color w:val="76923C" w:themeColor="accent3" w:themeShade="BF"/>
        </w:rPr>
      </w:pPr>
      <w:r>
        <w:rPr>
          <w:b/>
          <w:color w:val="5F497A" w:themeColor="accent4" w:themeShade="BF"/>
          <w:sz w:val="24"/>
        </w:rPr>
        <w:t>Equipment</w:t>
      </w:r>
      <w:r w:rsidR="00755E81">
        <w:rPr>
          <w:b/>
          <w:color w:val="76923C" w:themeColor="accent3" w:themeShade="BF"/>
          <w:sz w:val="24"/>
        </w:rPr>
        <w:t xml:space="preserve"> </w:t>
      </w:r>
    </w:p>
    <w:p w:rsidR="001D0511" w:rsidRDefault="001D0511" w:rsidP="001D0511">
      <w:pPr>
        <w:spacing w:after="180"/>
      </w:pPr>
      <w:r w:rsidRPr="005B1739">
        <w:t xml:space="preserve">For </w:t>
      </w:r>
      <w:r>
        <w:t>the class</w:t>
      </w:r>
      <w:r w:rsidR="0010572E">
        <w:t>, one or two sets of</w:t>
      </w:r>
      <w:r w:rsidRPr="005B1739">
        <w:t>:</w:t>
      </w:r>
    </w:p>
    <w:p w:rsidR="0010572E" w:rsidRDefault="0010572E" w:rsidP="0010572E">
      <w:pPr>
        <w:pStyle w:val="ListParagraph"/>
        <w:numPr>
          <w:ilvl w:val="0"/>
          <w:numId w:val="16"/>
        </w:numPr>
        <w:spacing w:after="180"/>
        <w:sectPr w:rsidR="0010572E" w:rsidSect="00642ECD">
          <w:headerReference w:type="default" r:id="rId16"/>
          <w:pgSz w:w="11906" w:h="16838" w:code="9"/>
          <w:pgMar w:top="1440" w:right="1440" w:bottom="1440" w:left="1440" w:header="709" w:footer="567" w:gutter="0"/>
          <w:cols w:space="708"/>
          <w:docGrid w:linePitch="360"/>
        </w:sectPr>
      </w:pPr>
    </w:p>
    <w:p w:rsidR="0010572E" w:rsidRDefault="0010572E" w:rsidP="0010572E">
      <w:pPr>
        <w:pStyle w:val="ListParagraph"/>
        <w:numPr>
          <w:ilvl w:val="0"/>
          <w:numId w:val="16"/>
        </w:numPr>
        <w:spacing w:after="180"/>
      </w:pPr>
      <w:r>
        <w:t xml:space="preserve">Wind-up toy </w:t>
      </w:r>
    </w:p>
    <w:p w:rsidR="0010572E" w:rsidRDefault="0010572E" w:rsidP="0010572E">
      <w:pPr>
        <w:pStyle w:val="ListParagraph"/>
        <w:numPr>
          <w:ilvl w:val="0"/>
          <w:numId w:val="16"/>
        </w:numPr>
        <w:spacing w:after="180"/>
      </w:pPr>
      <w:r>
        <w:t>Ball</w:t>
      </w:r>
    </w:p>
    <w:p w:rsidR="0010572E" w:rsidRDefault="0010572E" w:rsidP="0010572E">
      <w:pPr>
        <w:pStyle w:val="ListParagraph"/>
        <w:numPr>
          <w:ilvl w:val="0"/>
          <w:numId w:val="16"/>
        </w:numPr>
        <w:spacing w:after="180"/>
      </w:pPr>
      <w:r>
        <w:t>Toy car</w:t>
      </w:r>
    </w:p>
    <w:p w:rsidR="0010572E" w:rsidRDefault="0010572E" w:rsidP="0010572E">
      <w:pPr>
        <w:pStyle w:val="ListParagraph"/>
        <w:numPr>
          <w:ilvl w:val="0"/>
          <w:numId w:val="16"/>
        </w:numPr>
        <w:spacing w:after="180"/>
      </w:pPr>
      <w:r>
        <w:t>Ramp (x2)</w:t>
      </w:r>
    </w:p>
    <w:p w:rsidR="0010572E" w:rsidRDefault="0010572E" w:rsidP="0010572E">
      <w:pPr>
        <w:pStyle w:val="ListParagraph"/>
        <w:numPr>
          <w:ilvl w:val="0"/>
          <w:numId w:val="16"/>
        </w:numPr>
        <w:spacing w:after="180"/>
      </w:pPr>
      <w:r>
        <w:t>Bar magnet (x2)</w:t>
      </w:r>
    </w:p>
    <w:p w:rsidR="0010572E" w:rsidRDefault="0010572E" w:rsidP="0010572E">
      <w:pPr>
        <w:pStyle w:val="ListParagraph"/>
        <w:numPr>
          <w:ilvl w:val="0"/>
          <w:numId w:val="16"/>
        </w:numPr>
        <w:spacing w:after="180"/>
      </w:pPr>
      <w:r>
        <w:t>Battery powered fan (or similar)</w:t>
      </w:r>
    </w:p>
    <w:p w:rsidR="0010572E" w:rsidRDefault="0010572E" w:rsidP="0010572E">
      <w:pPr>
        <w:pStyle w:val="ListParagraph"/>
        <w:numPr>
          <w:ilvl w:val="0"/>
          <w:numId w:val="16"/>
        </w:numPr>
        <w:spacing w:after="180"/>
      </w:pPr>
      <w:r>
        <w:t>Kettle</w:t>
      </w:r>
    </w:p>
    <w:p w:rsidR="0010572E" w:rsidRDefault="0010572E" w:rsidP="0010572E">
      <w:pPr>
        <w:pStyle w:val="ListParagraph"/>
        <w:numPr>
          <w:ilvl w:val="0"/>
          <w:numId w:val="16"/>
        </w:numPr>
        <w:spacing w:after="180"/>
      </w:pPr>
      <w:r>
        <w:t>250 cm</w:t>
      </w:r>
      <w:r w:rsidRPr="0010572E">
        <w:rPr>
          <w:vertAlign w:val="superscript"/>
        </w:rPr>
        <w:t>3</w:t>
      </w:r>
      <w:r>
        <w:t xml:space="preserve"> plastic beaker</w:t>
      </w:r>
    </w:p>
    <w:p w:rsidR="0010572E" w:rsidRDefault="0010572E" w:rsidP="0010572E">
      <w:pPr>
        <w:pStyle w:val="ListParagraph"/>
        <w:numPr>
          <w:ilvl w:val="0"/>
          <w:numId w:val="16"/>
        </w:numPr>
        <w:spacing w:after="180"/>
      </w:pPr>
      <w:r>
        <w:t xml:space="preserve">0-100 </w:t>
      </w:r>
      <w:proofErr w:type="spellStart"/>
      <w:r w:rsidRPr="0010572E">
        <w:rPr>
          <w:vertAlign w:val="superscript"/>
        </w:rPr>
        <w:t>o</w:t>
      </w:r>
      <w:r>
        <w:t>C</w:t>
      </w:r>
      <w:proofErr w:type="spellEnd"/>
      <w:r>
        <w:t xml:space="preserve"> thermometer</w:t>
      </w:r>
    </w:p>
    <w:p w:rsidR="0010572E" w:rsidRDefault="0010572E" w:rsidP="000E4013">
      <w:pPr>
        <w:pStyle w:val="ListParagraph"/>
        <w:numPr>
          <w:ilvl w:val="0"/>
          <w:numId w:val="16"/>
        </w:numPr>
        <w:spacing w:after="180"/>
      </w:pPr>
      <w:r>
        <w:t>Set of work-station instruction cards</w:t>
      </w:r>
    </w:p>
    <w:p w:rsidR="0010572E" w:rsidRDefault="0010572E" w:rsidP="0010572E">
      <w:pPr>
        <w:pStyle w:val="ListParagraph"/>
        <w:numPr>
          <w:ilvl w:val="0"/>
          <w:numId w:val="16"/>
        </w:numPr>
        <w:spacing w:after="180"/>
        <w:sectPr w:rsidR="0010572E" w:rsidSect="0010572E">
          <w:type w:val="continuous"/>
          <w:pgSz w:w="11906" w:h="16838" w:code="9"/>
          <w:pgMar w:top="1440" w:right="1440" w:bottom="1440" w:left="1440" w:header="709" w:footer="567" w:gutter="0"/>
          <w:cols w:num="2" w:space="708"/>
          <w:docGrid w:linePitch="360"/>
        </w:sectPr>
      </w:pPr>
    </w:p>
    <w:p w:rsidR="004A7520" w:rsidRDefault="004A7520" w:rsidP="00B26756">
      <w:pPr>
        <w:spacing w:after="180"/>
        <w:rPr>
          <w:b/>
          <w:color w:val="5F497A" w:themeColor="accent4" w:themeShade="BF"/>
          <w:sz w:val="24"/>
        </w:rPr>
      </w:pPr>
    </w:p>
    <w:p w:rsidR="00B26756" w:rsidRPr="002454AC" w:rsidRDefault="00B26756" w:rsidP="00B26756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Technician notes</w:t>
      </w:r>
    </w:p>
    <w:p w:rsidR="004A7520" w:rsidRDefault="004A7520" w:rsidP="00B26756">
      <w:pPr>
        <w:spacing w:after="180"/>
      </w:pPr>
      <w:r>
        <w:t xml:space="preserve">This is the same practical circus as the one used in the response activity: </w:t>
      </w:r>
      <w:r w:rsidRPr="00B65397">
        <w:rPr>
          <w:i/>
        </w:rPr>
        <w:t>Energy stores circus</w:t>
      </w:r>
      <w:r w:rsidR="00B65397">
        <w:rPr>
          <w:i/>
        </w:rPr>
        <w:t xml:space="preserve"> </w:t>
      </w:r>
      <w:r w:rsidR="00B65397">
        <w:t>in the first progression toolkit for this key concept</w:t>
      </w:r>
      <w:r w:rsidRPr="00B65397">
        <w:rPr>
          <w:i/>
        </w:rPr>
        <w:t>.</w:t>
      </w:r>
      <w:r w:rsidR="00186794">
        <w:t xml:space="preserve"> </w:t>
      </w:r>
      <w:r>
        <w:t xml:space="preserve">The difference is in how the students engage with each practical station. </w:t>
      </w:r>
    </w:p>
    <w:p w:rsidR="00677958" w:rsidRDefault="00677958" w:rsidP="00B26756">
      <w:pPr>
        <w:spacing w:after="180"/>
      </w:pPr>
      <w:r>
        <w:t>There are six practical stations that students move between.</w:t>
      </w:r>
      <w:r w:rsidR="00186794">
        <w:t xml:space="preserve"> </w:t>
      </w:r>
      <w:r>
        <w:t>For large classes it may be helpful to have two of each one.</w:t>
      </w:r>
      <w:r w:rsidR="00186794">
        <w:t xml:space="preserve"> </w:t>
      </w:r>
      <w:r>
        <w:t>Similar equipment may be substituted to achieve the same learning outcomes.</w:t>
      </w:r>
    </w:p>
    <w:p w:rsidR="0055269D" w:rsidRDefault="00677958" w:rsidP="00677958">
      <w:pPr>
        <w:pStyle w:val="ListParagraph"/>
        <w:numPr>
          <w:ilvl w:val="0"/>
          <w:numId w:val="14"/>
        </w:numPr>
        <w:spacing w:after="180"/>
      </w:pPr>
      <w:r>
        <w:t>Wind-up toy: a wind-up toy that moves</w:t>
      </w:r>
    </w:p>
    <w:p w:rsidR="00677958" w:rsidRDefault="00677958" w:rsidP="00677958">
      <w:pPr>
        <w:pStyle w:val="ListParagraph"/>
        <w:numPr>
          <w:ilvl w:val="0"/>
          <w:numId w:val="14"/>
        </w:numPr>
        <w:spacing w:after="180"/>
      </w:pPr>
      <w:r>
        <w:t>Ball rolling down a slope: a wooden ramp and a ball to roll down it (helpful if the ramp has sides), possibly with something at the end to catch the ball</w:t>
      </w:r>
    </w:p>
    <w:p w:rsidR="00677958" w:rsidRDefault="00677958" w:rsidP="00677958">
      <w:pPr>
        <w:pStyle w:val="ListParagraph"/>
        <w:numPr>
          <w:ilvl w:val="0"/>
          <w:numId w:val="14"/>
        </w:numPr>
        <w:spacing w:after="180"/>
      </w:pPr>
      <w:r>
        <w:lastRenderedPageBreak/>
        <w:t>Pushing magnets together: pair of bar magnets that are fairly strong and with clearly marked north seeking poles</w:t>
      </w:r>
    </w:p>
    <w:p w:rsidR="00677958" w:rsidRDefault="00677958" w:rsidP="00677958">
      <w:pPr>
        <w:pStyle w:val="ListParagraph"/>
        <w:numPr>
          <w:ilvl w:val="0"/>
          <w:numId w:val="14"/>
        </w:numPr>
        <w:spacing w:after="180"/>
      </w:pPr>
      <w:r>
        <w:t>Battery powered fan: a battery powered fan – or other battery operated device that produced movement</w:t>
      </w:r>
    </w:p>
    <w:p w:rsidR="00677958" w:rsidRDefault="00677958" w:rsidP="00677958">
      <w:pPr>
        <w:pStyle w:val="ListParagraph"/>
        <w:numPr>
          <w:ilvl w:val="0"/>
          <w:numId w:val="14"/>
        </w:numPr>
        <w:spacing w:after="180"/>
      </w:pPr>
      <w:r>
        <w:t>Pushing a toy car up a slope: a toy car and a wooden ramp – with something at the top to stop the car shooting off</w:t>
      </w:r>
    </w:p>
    <w:p w:rsidR="00677958" w:rsidRDefault="00677958" w:rsidP="00677958">
      <w:pPr>
        <w:pStyle w:val="ListParagraph"/>
        <w:numPr>
          <w:ilvl w:val="0"/>
          <w:numId w:val="14"/>
        </w:numPr>
        <w:spacing w:after="180"/>
      </w:pPr>
      <w:r>
        <w:t xml:space="preserve">Hot water cooling: </w:t>
      </w:r>
      <w:r w:rsidR="00B4582D">
        <w:t xml:space="preserve">250 </w:t>
      </w:r>
      <w:r w:rsidR="0010572E">
        <w:t>cm</w:t>
      </w:r>
      <w:r w:rsidR="0010572E" w:rsidRPr="0010572E">
        <w:rPr>
          <w:vertAlign w:val="superscript"/>
        </w:rPr>
        <w:t>3</w:t>
      </w:r>
      <w:r w:rsidR="0010572E">
        <w:rPr>
          <w:vertAlign w:val="superscript"/>
        </w:rPr>
        <w:t xml:space="preserve"> </w:t>
      </w:r>
      <w:r w:rsidR="00B4582D">
        <w:t>plastic beaker, thermometer and a kettle.</w:t>
      </w:r>
      <w:r w:rsidR="00186794">
        <w:t xml:space="preserve"> </w:t>
      </w:r>
      <w:r w:rsidR="00B4582D">
        <w:t>These are best sit</w:t>
      </w:r>
      <w:r w:rsidR="00190937">
        <w:t>uat</w:t>
      </w:r>
      <w:r w:rsidR="00B4582D">
        <w:t>ed near a sink.</w:t>
      </w:r>
      <w:r w:rsidR="00186794">
        <w:t xml:space="preserve"> </w:t>
      </w:r>
      <w:r w:rsidR="00B4582D">
        <w:t>(Helpful to provide a few spare beakers, so they can be left to cool before pouring away)</w:t>
      </w:r>
    </w:p>
    <w:p w:rsidR="00B26756" w:rsidRPr="002454AC" w:rsidRDefault="00B26756" w:rsidP="00B26756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Health and safety</w:t>
      </w:r>
    </w:p>
    <w:p w:rsidR="006D3295" w:rsidRDefault="0081615C" w:rsidP="006D3295">
      <w:pPr>
        <w:spacing w:after="180"/>
      </w:pPr>
      <w:r>
        <w:t>Because students will be moving between each practical station extra care needs to be taken about relatively low risk activities:</w:t>
      </w:r>
    </w:p>
    <w:p w:rsidR="0081615C" w:rsidRDefault="0081615C" w:rsidP="0081615C">
      <w:pPr>
        <w:spacing w:after="180"/>
      </w:pPr>
      <w:r>
        <w:t>Pushing and pulling objects can make people move in unexpected ways and some students may have a tendency to become boisterous when interacting with equipment in this way.</w:t>
      </w:r>
    </w:p>
    <w:p w:rsidR="006D3295" w:rsidRDefault="0081615C" w:rsidP="006D3295">
      <w:pPr>
        <w:spacing w:after="180"/>
      </w:pPr>
      <w:r>
        <w:t>The practical station with hot water should have a kettle for heating water and a sink. Using a plastic beaker filled half-full means that it is safer to lift and pour out, in comparison to a glass beaker.</w:t>
      </w:r>
    </w:p>
    <w:p w:rsidR="002454AC" w:rsidRPr="002454AC" w:rsidRDefault="002454AC" w:rsidP="00B26756">
      <w:pPr>
        <w:spacing w:after="180"/>
      </w:pPr>
      <w:r w:rsidRPr="002454AC">
        <w:t xml:space="preserve">Practical work should be carried out in accordance with local health and safety </w:t>
      </w:r>
      <w:r>
        <w:t>requirements</w:t>
      </w:r>
      <w:r w:rsidRPr="002454AC">
        <w:t>, guidance from manufacturers and sup</w:t>
      </w:r>
      <w:r>
        <w:t>p</w:t>
      </w:r>
      <w:r w:rsidRPr="002454AC">
        <w:t>liers, and guidance available from CLEAPSS</w:t>
      </w:r>
      <w:r>
        <w:t>.</w:t>
      </w:r>
    </w:p>
    <w:p w:rsidR="00E172C6" w:rsidRPr="002454AC" w:rsidRDefault="00BB44B4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Expected answers</w:t>
      </w:r>
    </w:p>
    <w:p w:rsidR="00B00348" w:rsidRDefault="00190937" w:rsidP="006E304F">
      <w:pPr>
        <w:pStyle w:val="ListParagraph"/>
        <w:numPr>
          <w:ilvl w:val="0"/>
          <w:numId w:val="17"/>
        </w:numPr>
        <w:spacing w:after="180"/>
      </w:pPr>
      <w:r>
        <w:t xml:space="preserve">Wind-up toy: </w:t>
      </w:r>
      <w:r w:rsidR="001871AE">
        <w:t>the spring unwinds and pushes the wheels round (through a series of gears); friction between the car and the ground increases the temperature of both; moving through the air the car bashes into air particles making them move more quickly which increases the temperature of the air and the car.</w:t>
      </w:r>
    </w:p>
    <w:p w:rsidR="001871AE" w:rsidRDefault="00190937" w:rsidP="001115C1">
      <w:pPr>
        <w:pStyle w:val="ListParagraph"/>
        <w:numPr>
          <w:ilvl w:val="0"/>
          <w:numId w:val="17"/>
        </w:numPr>
        <w:spacing w:after="180"/>
      </w:pPr>
      <w:r>
        <w:t xml:space="preserve">Ball rolling down a slope: </w:t>
      </w:r>
      <w:r w:rsidR="001871AE">
        <w:t>as the car</w:t>
      </w:r>
      <w:r w:rsidR="00234082">
        <w:t xml:space="preserve"> in question 1,</w:t>
      </w:r>
      <w:r w:rsidR="001871AE">
        <w:t xml:space="preserve"> except that gravity pushes the ball down the slope</w:t>
      </w:r>
    </w:p>
    <w:p w:rsidR="00190937" w:rsidRDefault="00190937" w:rsidP="001115C1">
      <w:pPr>
        <w:pStyle w:val="ListParagraph"/>
        <w:numPr>
          <w:ilvl w:val="0"/>
          <w:numId w:val="17"/>
        </w:numPr>
        <w:spacing w:after="180"/>
      </w:pPr>
      <w:r>
        <w:t xml:space="preserve">Pushing magnets together: </w:t>
      </w:r>
      <w:r w:rsidR="001871AE">
        <w:t xml:space="preserve">a person pushes the magnets together, </w:t>
      </w:r>
      <w:r w:rsidR="00234082">
        <w:t>which</w:t>
      </w:r>
      <w:r w:rsidR="001871AE">
        <w:t xml:space="preserve"> gets harder the closer they are together; pushing the magnets warms up the person’s muscles, the warm muscles increase the temperature of the air in contact with the person’s skin</w:t>
      </w:r>
    </w:p>
    <w:p w:rsidR="00190937" w:rsidRDefault="00190937" w:rsidP="00190937">
      <w:pPr>
        <w:pStyle w:val="ListParagraph"/>
        <w:numPr>
          <w:ilvl w:val="0"/>
          <w:numId w:val="17"/>
        </w:numPr>
        <w:spacing w:after="180"/>
      </w:pPr>
      <w:r>
        <w:t xml:space="preserve">Battery powered fan: </w:t>
      </w:r>
      <w:r w:rsidR="001871AE">
        <w:t>the battery pushes electricity through the wires and through the motor which makes it spin, the fan blades are fixed to the motor so they are pushed round as well</w:t>
      </w:r>
      <w:r w:rsidR="004B126D">
        <w:t xml:space="preserve">; friction in the motor causes heating, and the fan is making the air particles move faster which increases the temperature of the air. </w:t>
      </w:r>
    </w:p>
    <w:p w:rsidR="00190937" w:rsidRDefault="00190937" w:rsidP="004B126D">
      <w:pPr>
        <w:pStyle w:val="ListParagraph"/>
        <w:numPr>
          <w:ilvl w:val="0"/>
          <w:numId w:val="17"/>
        </w:numPr>
        <w:spacing w:after="180"/>
      </w:pPr>
      <w:r>
        <w:t xml:space="preserve">Pushing a toy car </w:t>
      </w:r>
      <w:r w:rsidR="00234082">
        <w:t>to the top of</w:t>
      </w:r>
      <w:r>
        <w:t xml:space="preserve"> a slope: </w:t>
      </w:r>
      <w:r w:rsidR="004B126D">
        <w:t xml:space="preserve">the person pushes the car upwards against the force of gravity; the friction on the car from the </w:t>
      </w:r>
      <w:r w:rsidR="00234082">
        <w:t>turning wheels</w:t>
      </w:r>
      <w:r w:rsidR="004B126D">
        <w:t xml:space="preserve"> and the air heats it up a little; the </w:t>
      </w:r>
      <w:r w:rsidR="00234082">
        <w:t>car squashing the</w:t>
      </w:r>
      <w:bookmarkStart w:id="0" w:name="_GoBack"/>
      <w:bookmarkEnd w:id="0"/>
      <w:r w:rsidR="004B126D">
        <w:t xml:space="preserve"> slope warms the slope a little, and bashing the air out of the way the car is</w:t>
      </w:r>
      <w:r w:rsidR="004B126D" w:rsidRPr="004B126D">
        <w:t xml:space="preserve"> </w:t>
      </w:r>
      <w:r w:rsidR="004B126D">
        <w:t xml:space="preserve">making the air particles move faster which increases the temperature of the air. </w:t>
      </w:r>
    </w:p>
    <w:p w:rsidR="00190937" w:rsidRDefault="00190937" w:rsidP="00911EAF">
      <w:pPr>
        <w:pStyle w:val="ListParagraph"/>
        <w:numPr>
          <w:ilvl w:val="0"/>
          <w:numId w:val="17"/>
        </w:numPr>
        <w:spacing w:after="180"/>
      </w:pPr>
      <w:r>
        <w:t xml:space="preserve">Hot water cooling: </w:t>
      </w:r>
      <w:r w:rsidR="004B126D">
        <w:t>the hot water is heating the air particles and making them move more quickly which increases the temperature of the air; because it is moving more quickly the warmer air spreads out and rises up</w:t>
      </w:r>
    </w:p>
    <w:p w:rsidR="003117F6" w:rsidRPr="002454AC" w:rsidRDefault="00CC78A5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t>Acknowledgments</w:t>
      </w:r>
    </w:p>
    <w:p w:rsidR="00D278E8" w:rsidRDefault="00D278E8" w:rsidP="00E172C6">
      <w:pPr>
        <w:spacing w:after="180"/>
      </w:pPr>
      <w:r>
        <w:t xml:space="preserve">Developed </w:t>
      </w:r>
      <w:r w:rsidR="0015356E">
        <w:t xml:space="preserve">by </w:t>
      </w:r>
      <w:r w:rsidR="000066F5">
        <w:t>Pete Fairhurst</w:t>
      </w:r>
      <w:r w:rsidR="0015356E">
        <w:t xml:space="preserve"> (UYSEG</w:t>
      </w:r>
      <w:r w:rsidR="000066F5">
        <w:t>).</w:t>
      </w:r>
    </w:p>
    <w:p w:rsidR="00CC78A5" w:rsidRDefault="00D278E8" w:rsidP="00E172C6">
      <w:pPr>
        <w:spacing w:after="180"/>
      </w:pPr>
      <w:r w:rsidRPr="0045323E">
        <w:t xml:space="preserve">Images: </w:t>
      </w:r>
      <w:r w:rsidR="000066F5">
        <w:t>UYSEG</w:t>
      </w:r>
    </w:p>
    <w:p w:rsidR="004B126D" w:rsidRDefault="004B126D">
      <w:pPr>
        <w:spacing w:after="200" w:line="276" w:lineRule="auto"/>
        <w:rPr>
          <w:b/>
          <w:color w:val="5F497A" w:themeColor="accent4" w:themeShade="BF"/>
          <w:sz w:val="24"/>
        </w:rPr>
      </w:pPr>
      <w:r>
        <w:rPr>
          <w:b/>
          <w:color w:val="5F497A" w:themeColor="accent4" w:themeShade="BF"/>
          <w:sz w:val="24"/>
        </w:rPr>
        <w:br w:type="page"/>
      </w:r>
    </w:p>
    <w:p w:rsidR="003117F6" w:rsidRPr="002454AC" w:rsidRDefault="003117F6" w:rsidP="00026DEC">
      <w:pPr>
        <w:spacing w:after="180"/>
        <w:rPr>
          <w:b/>
          <w:color w:val="5F497A" w:themeColor="accent4" w:themeShade="BF"/>
          <w:sz w:val="24"/>
        </w:rPr>
      </w:pPr>
      <w:r w:rsidRPr="002454AC">
        <w:rPr>
          <w:b/>
          <w:color w:val="5F497A" w:themeColor="accent4" w:themeShade="BF"/>
          <w:sz w:val="24"/>
        </w:rPr>
        <w:lastRenderedPageBreak/>
        <w:t>References</w:t>
      </w:r>
    </w:p>
    <w:p w:rsidR="001871AE" w:rsidRPr="001871AE" w:rsidRDefault="00F24B1C" w:rsidP="001871AE">
      <w:pPr>
        <w:pStyle w:val="EndNoteBibliography"/>
        <w:spacing w:after="120"/>
      </w:pPr>
      <w:r>
        <w:fldChar w:fldCharType="begin"/>
      </w:r>
      <w:r>
        <w:instrText xml:space="preserve"> ADDIN EN.REFLIST </w:instrText>
      </w:r>
      <w:r>
        <w:fldChar w:fldCharType="separate"/>
      </w:r>
      <w:r w:rsidR="001871AE" w:rsidRPr="001871AE">
        <w:t xml:space="preserve">Boohan, R. (2014). Making sense of energy. </w:t>
      </w:r>
      <w:r w:rsidR="001871AE" w:rsidRPr="001871AE">
        <w:rPr>
          <w:i/>
        </w:rPr>
        <w:t>School Science Review,</w:t>
      </w:r>
      <w:r w:rsidR="001871AE" w:rsidRPr="001871AE">
        <w:t xml:space="preserve"> 96(354)</w:t>
      </w:r>
      <w:r w:rsidR="001871AE" w:rsidRPr="001871AE">
        <w:rPr>
          <w:b/>
        </w:rPr>
        <w:t>,</w:t>
      </w:r>
      <w:r w:rsidR="001871AE" w:rsidRPr="001871AE">
        <w:t xml:space="preserve"> 11.</w:t>
      </w:r>
    </w:p>
    <w:p w:rsidR="001871AE" w:rsidRPr="001871AE" w:rsidRDefault="001871AE" w:rsidP="001871AE">
      <w:pPr>
        <w:pStyle w:val="EndNoteBibliography"/>
        <w:spacing w:after="120"/>
      </w:pPr>
      <w:r w:rsidRPr="001871AE">
        <w:t xml:space="preserve">Fairhurst, P. (2018). Teaching Energy. [Online]. Available at: </w:t>
      </w:r>
      <w:hyperlink r:id="rId17" w:history="1">
        <w:r w:rsidRPr="001871AE">
          <w:rPr>
            <w:rStyle w:val="Hyperlink"/>
          </w:rPr>
          <w:t>https://www.stem.org.uk/best-evidence-science-teaching</w:t>
        </w:r>
      </w:hyperlink>
      <w:r w:rsidRPr="001871AE">
        <w:t>.</w:t>
      </w:r>
    </w:p>
    <w:p w:rsidR="001871AE" w:rsidRPr="001871AE" w:rsidRDefault="001871AE" w:rsidP="001871AE">
      <w:pPr>
        <w:pStyle w:val="EndNoteBibliography"/>
        <w:spacing w:after="120"/>
      </w:pPr>
      <w:r w:rsidRPr="001871AE">
        <w:t xml:space="preserve">Institute of Physics. </w:t>
      </w:r>
      <w:r w:rsidRPr="001871AE">
        <w:rPr>
          <w:i/>
        </w:rPr>
        <w:t xml:space="preserve">Supporting Physics Teaching (SPT): Energy </w:t>
      </w:r>
      <w:r w:rsidRPr="001871AE">
        <w:t xml:space="preserve">[Online]. Available at: </w:t>
      </w:r>
      <w:hyperlink r:id="rId18" w:history="1">
        <w:r w:rsidRPr="001871AE">
          <w:rPr>
            <w:rStyle w:val="Hyperlink"/>
          </w:rPr>
          <w:t>http://supportingphysicsteaching.net/EnHome.html</w:t>
        </w:r>
      </w:hyperlink>
      <w:r w:rsidRPr="001871AE">
        <w:t xml:space="preserve"> [Accessed July 2018].</w:t>
      </w:r>
    </w:p>
    <w:p w:rsidR="001871AE" w:rsidRPr="001871AE" w:rsidRDefault="001871AE" w:rsidP="001871AE">
      <w:pPr>
        <w:pStyle w:val="EndNoteBibliography"/>
        <w:spacing w:after="120"/>
      </w:pPr>
      <w:r w:rsidRPr="001871AE">
        <w:t xml:space="preserve">Millar, R. (2005). Teaching about energy. </w:t>
      </w:r>
      <w:r w:rsidRPr="001871AE">
        <w:rPr>
          <w:i/>
        </w:rPr>
        <w:t>Department of Educational Studies.</w:t>
      </w:r>
      <w:r w:rsidRPr="001871AE">
        <w:t xml:space="preserve"> York: University of York </w:t>
      </w:r>
    </w:p>
    <w:p w:rsidR="001871AE" w:rsidRPr="001871AE" w:rsidRDefault="001871AE" w:rsidP="001871AE">
      <w:pPr>
        <w:pStyle w:val="EndNoteBibliography"/>
        <w:spacing w:after="120"/>
      </w:pPr>
      <w:r w:rsidRPr="001871AE">
        <w:t xml:space="preserve">Millar, R. (2014). Teaching about energy: from everyday to scientific understandings. </w:t>
      </w:r>
      <w:r w:rsidRPr="001871AE">
        <w:rPr>
          <w:i/>
        </w:rPr>
        <w:t>School Science Review,</w:t>
      </w:r>
      <w:r w:rsidRPr="001871AE">
        <w:t xml:space="preserve"> 96(354)</w:t>
      </w:r>
      <w:r w:rsidRPr="001871AE">
        <w:rPr>
          <w:b/>
        </w:rPr>
        <w:t>,</w:t>
      </w:r>
      <w:r w:rsidRPr="001871AE">
        <w:t xml:space="preserve"> 6.</w:t>
      </w:r>
    </w:p>
    <w:p w:rsidR="001871AE" w:rsidRPr="001871AE" w:rsidRDefault="001871AE" w:rsidP="001871AE">
      <w:pPr>
        <w:pStyle w:val="EndNoteBibliography"/>
        <w:spacing w:after="120"/>
      </w:pPr>
      <w:r w:rsidRPr="001871AE">
        <w:t xml:space="preserve">Rogers, B. (2018). </w:t>
      </w:r>
      <w:r w:rsidRPr="001871AE">
        <w:rPr>
          <w:i/>
        </w:rPr>
        <w:t xml:space="preserve">The big ideas in physics and how to teach them, 1 </w:t>
      </w:r>
      <w:r w:rsidRPr="001871AE">
        <w:t>edn</w:t>
      </w:r>
      <w:r w:rsidRPr="001871AE">
        <w:rPr>
          <w:i/>
        </w:rPr>
        <w:t xml:space="preserve"> </w:t>
      </w:r>
      <w:r w:rsidRPr="001871AE">
        <w:t>Abingdon and New York: Routledge.</w:t>
      </w:r>
    </w:p>
    <w:p w:rsidR="001871AE" w:rsidRPr="001871AE" w:rsidRDefault="001871AE" w:rsidP="001871AE">
      <w:pPr>
        <w:pStyle w:val="EndNoteBibliography"/>
        <w:spacing w:after="120"/>
      </w:pPr>
      <w:r>
        <w:t>Tracy, C. (2014</w:t>
      </w:r>
      <w:r w:rsidRPr="001871AE">
        <w:t xml:space="preserve">). Energy in the new curriculum: an opportunity for change. </w:t>
      </w:r>
      <w:r w:rsidRPr="001871AE">
        <w:rPr>
          <w:i/>
        </w:rPr>
        <w:t>School Science Review,</w:t>
      </w:r>
      <w:r w:rsidRPr="001871AE">
        <w:t xml:space="preserve"> 96(354)</w:t>
      </w:r>
      <w:r w:rsidRPr="001871AE">
        <w:rPr>
          <w:b/>
        </w:rPr>
        <w:t>,</w:t>
      </w:r>
      <w:r w:rsidRPr="001871AE">
        <w:t xml:space="preserve"> 11.</w:t>
      </w:r>
    </w:p>
    <w:p w:rsidR="00B46FF9" w:rsidRDefault="00F24B1C" w:rsidP="001871AE">
      <w:pPr>
        <w:spacing w:after="120"/>
      </w:pPr>
      <w:r>
        <w:fldChar w:fldCharType="end"/>
      </w:r>
    </w:p>
    <w:sectPr w:rsidR="00B46FF9" w:rsidSect="0010572E">
      <w:type w:val="continuous"/>
      <w:pgSz w:w="11906" w:h="16838" w:code="9"/>
      <w:pgMar w:top="1440" w:right="1440" w:bottom="1440" w:left="1440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D6C" w:rsidRDefault="00163D6C" w:rsidP="000B473B">
      <w:r>
        <w:separator/>
      </w:r>
    </w:p>
  </w:endnote>
  <w:endnote w:type="continuationSeparator" w:id="0">
    <w:p w:rsidR="00163D6C" w:rsidRDefault="00163D6C" w:rsidP="000B4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noProof/>
      </w:rPr>
    </w:pPr>
    <w:r>
      <w:rPr>
        <w:noProof/>
        <w:lang w:eastAsia="en-GB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6DCE372F" wp14:editId="1B27F0ED">
              <wp:simplePos x="0" y="0"/>
              <wp:positionH relativeFrom="column">
                <wp:posOffset>-914400</wp:posOffset>
              </wp:positionH>
              <wp:positionV relativeFrom="paragraph">
                <wp:posOffset>-56515</wp:posOffset>
              </wp:positionV>
              <wp:extent cx="7570800" cy="0"/>
              <wp:effectExtent l="0" t="0" r="30480" b="1905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080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1666AB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in;margin-top:-4.45pt;width:596.15pt;height:0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" strokeweight="1pt"/>
          </w:pict>
        </mc:Fallback>
      </mc:AlternateContent>
    </w:r>
    <w:r>
      <w:rPr>
        <w:sz w:val="16"/>
        <w:szCs w:val="16"/>
      </w:rPr>
      <w:t>Developed by the University of York Science Education Group and the Salters’ Institute.</w:t>
    </w:r>
    <w:r>
      <w:rPr>
        <w:sz w:val="16"/>
        <w:szCs w:val="16"/>
      </w:rPr>
      <w:tab/>
    </w:r>
    <w:r>
      <w:fldChar w:fldCharType="begin"/>
    </w:r>
    <w:r>
      <w:instrText xml:space="preserve"> PAGE  \* Arabic  \* MERGEFORMAT </w:instrText>
    </w:r>
    <w:r>
      <w:fldChar w:fldCharType="separate"/>
    </w:r>
    <w:r w:rsidR="00234082">
      <w:rPr>
        <w:noProof/>
      </w:rPr>
      <w:t>11</w:t>
    </w:r>
    <w:r>
      <w:rPr>
        <w:noProof/>
      </w:rPr>
      <w:fldChar w:fldCharType="end"/>
    </w:r>
  </w:p>
  <w:p w:rsidR="00201AC2" w:rsidRDefault="00201AC2" w:rsidP="00201AC2">
    <w:pPr>
      <w:pStyle w:val="Footer"/>
      <w:tabs>
        <w:tab w:val="clear" w:pos="4513"/>
        <w:tab w:val="clear" w:pos="9026"/>
        <w:tab w:val="right" w:pos="9072"/>
      </w:tabs>
      <w:rPr>
        <w:sz w:val="16"/>
        <w:szCs w:val="16"/>
      </w:rPr>
    </w:pPr>
    <w:r>
      <w:rPr>
        <w:sz w:val="16"/>
        <w:szCs w:val="16"/>
      </w:rPr>
      <w:t xml:space="preserve">This </w:t>
    </w:r>
    <w:r w:rsidR="00E3348F">
      <w:rPr>
        <w:sz w:val="16"/>
        <w:szCs w:val="16"/>
      </w:rPr>
      <w:t>activity</w:t>
    </w:r>
    <w:r>
      <w:rPr>
        <w:sz w:val="16"/>
        <w:szCs w:val="16"/>
      </w:rPr>
      <w:t xml:space="preserve"> may have been edited. Download the original from </w:t>
    </w:r>
    <w:r w:rsidRPr="00ED4562">
      <w:rPr>
        <w:b/>
        <w:sz w:val="16"/>
        <w:szCs w:val="16"/>
      </w:rPr>
      <w:t>www.BestEvidenceScienceTeaching.org</w:t>
    </w:r>
  </w:p>
  <w:p w:rsidR="00F12C3B" w:rsidRPr="00201AC2" w:rsidRDefault="00201AC2" w:rsidP="00201AC2">
    <w:pPr>
      <w:pStyle w:val="Footer"/>
      <w:rPr>
        <w:sz w:val="16"/>
        <w:szCs w:val="16"/>
      </w:rPr>
    </w:pPr>
    <w:r>
      <w:rPr>
        <w:sz w:val="16"/>
        <w:szCs w:val="16"/>
      </w:rPr>
      <w:t>© University of York Science Education Group</w:t>
    </w:r>
    <w:r w:rsidR="00202AEC">
      <w:rPr>
        <w:sz w:val="16"/>
        <w:szCs w:val="16"/>
      </w:rPr>
      <w:t>. Distributed under a Creative Commons Attribution-NonCommercial (CC BY-NC) license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D6C" w:rsidRDefault="00163D6C" w:rsidP="000B473B">
      <w:r>
        <w:separator/>
      </w:r>
    </w:p>
  </w:footnote>
  <w:footnote w:type="continuationSeparator" w:id="0">
    <w:p w:rsidR="00163D6C" w:rsidRDefault="00163D6C" w:rsidP="000B4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2C3B" w:rsidRPr="004E5592" w:rsidRDefault="00BA7952" w:rsidP="00201AC2">
    <w:pPr>
      <w:pStyle w:val="Header"/>
      <w:ind w:left="3407" w:firstLine="3256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9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178AC"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3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9733E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" strokeweight="1pt"/>
          </w:pict>
        </mc:Fallback>
      </mc:AlternateContent>
    </w:r>
    <w:r w:rsidR="00201AC2">
      <w:rPr>
        <w:b/>
        <w:sz w:val="24"/>
        <w:szCs w:val="24"/>
      </w:rPr>
      <w:t>STUDENT WORKSHEET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1AC2" w:rsidRPr="004E5592" w:rsidRDefault="00201AC2" w:rsidP="001A40E2">
    <w:pPr>
      <w:pStyle w:val="Header"/>
      <w:ind w:left="3407" w:firstLine="3793"/>
      <w:rPr>
        <w:b/>
        <w:sz w:val="24"/>
        <w:szCs w:val="24"/>
      </w:rPr>
    </w:pPr>
    <w:r w:rsidRPr="004E5592">
      <w:rPr>
        <w:b/>
        <w:noProof/>
        <w:sz w:val="24"/>
        <w:szCs w:val="24"/>
        <w:lang w:eastAsia="en-GB"/>
      </w:rPr>
      <w:drawing>
        <wp:anchor distT="0" distB="0" distL="114300" distR="114300" simplePos="0" relativeHeight="251663360" behindDoc="0" locked="0" layoutInCell="1" allowOverlap="1" wp14:anchorId="2070DBE9" wp14:editId="24B13224">
          <wp:simplePos x="0" y="0"/>
          <wp:positionH relativeFrom="column">
            <wp:posOffset>-9525</wp:posOffset>
          </wp:positionH>
          <wp:positionV relativeFrom="paragraph">
            <wp:posOffset>-177165</wp:posOffset>
          </wp:positionV>
          <wp:extent cx="867600" cy="363600"/>
          <wp:effectExtent l="0" t="0" r="0" b="0"/>
          <wp:wrapNone/>
          <wp:docPr id="5" name="Picture 0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ST_mini logo for items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" cy="363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noProof/>
        <w:sz w:val="24"/>
        <w:szCs w:val="24"/>
        <w:lang w:eastAsia="en-GB"/>
      </w:rPr>
      <mc:AlternateContent>
        <mc:Choice Requires="wps">
          <w:drawing>
            <wp:anchor distT="4294967295" distB="4294967295" distL="114300" distR="114300" simplePos="0" relativeHeight="251664384" behindDoc="0" locked="0" layoutInCell="1" allowOverlap="1" wp14:anchorId="3CDD6745" wp14:editId="14CF93E4">
              <wp:simplePos x="0" y="0"/>
              <wp:positionH relativeFrom="column">
                <wp:posOffset>-914400</wp:posOffset>
              </wp:positionH>
              <wp:positionV relativeFrom="paragraph">
                <wp:posOffset>269239</wp:posOffset>
              </wp:positionV>
              <wp:extent cx="7572375" cy="0"/>
              <wp:effectExtent l="0" t="0" r="9525" b="0"/>
              <wp:wrapNone/>
              <wp:docPr id="4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7237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2D304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1in;margin-top:21.2pt;width:596.25pt;height:0;z-index:2516643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" strokeweight="1pt"/>
          </w:pict>
        </mc:Fallback>
      </mc:AlternateContent>
    </w:r>
    <w:r>
      <w:rPr>
        <w:b/>
        <w:sz w:val="24"/>
        <w:szCs w:val="24"/>
      </w:rPr>
      <w:t>TEACHER NOTES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60710"/>
    <w:multiLevelType w:val="hybridMultilevel"/>
    <w:tmpl w:val="7BFCDAA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0059E"/>
    <w:multiLevelType w:val="hybridMultilevel"/>
    <w:tmpl w:val="56264426"/>
    <w:lvl w:ilvl="0" w:tplc="A73C5736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1674A"/>
    <w:multiLevelType w:val="hybridMultilevel"/>
    <w:tmpl w:val="A73E9A6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0022CC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E17A00"/>
    <w:multiLevelType w:val="hybridMultilevel"/>
    <w:tmpl w:val="3E92E2C6"/>
    <w:lvl w:ilvl="0" w:tplc="654C937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40532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640B48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9A277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46C14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ECC291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049C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692F6D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1901E3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753492C"/>
    <w:multiLevelType w:val="hybridMultilevel"/>
    <w:tmpl w:val="73062C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485806"/>
    <w:multiLevelType w:val="hybridMultilevel"/>
    <w:tmpl w:val="46B631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214AE4"/>
    <w:multiLevelType w:val="hybridMultilevel"/>
    <w:tmpl w:val="46B631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0409B5"/>
    <w:multiLevelType w:val="hybridMultilevel"/>
    <w:tmpl w:val="4CE092C4"/>
    <w:lvl w:ilvl="0" w:tplc="055C13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48C92E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DF82C7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E24B1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2E49C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FE4856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3F258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5C51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12A525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EB6024A"/>
    <w:multiLevelType w:val="hybridMultilevel"/>
    <w:tmpl w:val="728E11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ED50D6"/>
    <w:multiLevelType w:val="hybridMultilevel"/>
    <w:tmpl w:val="F4E23B6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C95FDB"/>
    <w:multiLevelType w:val="hybridMultilevel"/>
    <w:tmpl w:val="5CB4E65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0A4B91"/>
    <w:multiLevelType w:val="hybridMultilevel"/>
    <w:tmpl w:val="CC5C7A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EF353CC"/>
    <w:multiLevelType w:val="hybridMultilevel"/>
    <w:tmpl w:val="46B631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3F1B6F"/>
    <w:multiLevelType w:val="hybridMultilevel"/>
    <w:tmpl w:val="845C4B72"/>
    <w:lvl w:ilvl="0" w:tplc="E4D8C69A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4F22638A">
      <w:start w:val="1"/>
      <w:numFmt w:val="lowerLetter"/>
      <w:lvlText w:val="%2"/>
      <w:lvlJc w:val="left"/>
      <w:pPr>
        <w:ind w:left="1440" w:hanging="360"/>
      </w:pPr>
      <w:rPr>
        <w:rFonts w:hint="default"/>
        <w:b/>
      </w:rPr>
    </w:lvl>
    <w:lvl w:ilvl="2" w:tplc="619272B0">
      <w:start w:val="1"/>
      <w:numFmt w:val="lowerRoman"/>
      <w:lvlText w:val="%3"/>
      <w:lvlJc w:val="left"/>
      <w:pPr>
        <w:ind w:left="2160" w:hanging="180"/>
      </w:pPr>
      <w:rPr>
        <w:rFonts w:hint="default"/>
        <w:b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554DDC"/>
    <w:multiLevelType w:val="hybridMultilevel"/>
    <w:tmpl w:val="B74A03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FD02E9"/>
    <w:multiLevelType w:val="hybridMultilevel"/>
    <w:tmpl w:val="91A4C15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B25FA5"/>
    <w:multiLevelType w:val="hybridMultilevel"/>
    <w:tmpl w:val="46B631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951DAC"/>
    <w:multiLevelType w:val="hybridMultilevel"/>
    <w:tmpl w:val="46B631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4"/>
  </w:num>
  <w:num w:numId="3">
    <w:abstractNumId w:val="3"/>
  </w:num>
  <w:num w:numId="4">
    <w:abstractNumId w:val="5"/>
  </w:num>
  <w:num w:numId="5">
    <w:abstractNumId w:val="1"/>
  </w:num>
  <w:num w:numId="6">
    <w:abstractNumId w:val="10"/>
  </w:num>
  <w:num w:numId="7">
    <w:abstractNumId w:val="0"/>
  </w:num>
  <w:num w:numId="8">
    <w:abstractNumId w:val="15"/>
  </w:num>
  <w:num w:numId="9">
    <w:abstractNumId w:val="13"/>
  </w:num>
  <w:num w:numId="10">
    <w:abstractNumId w:val="7"/>
  </w:num>
  <w:num w:numId="11">
    <w:abstractNumId w:val="17"/>
  </w:num>
  <w:num w:numId="12">
    <w:abstractNumId w:val="6"/>
  </w:num>
  <w:num w:numId="13">
    <w:abstractNumId w:val="18"/>
  </w:num>
  <w:num w:numId="14">
    <w:abstractNumId w:val="16"/>
  </w:num>
  <w:num w:numId="15">
    <w:abstractNumId w:val="11"/>
  </w:num>
  <w:num w:numId="16">
    <w:abstractNumId w:val="12"/>
  </w:num>
  <w:num w:numId="17">
    <w:abstractNumId w:val="2"/>
  </w:num>
  <w:num w:numId="18">
    <w:abstractNumId w:val="4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UoY - Harvard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/ENLayout&gt;"/>
    <w:docVar w:name="EN.Libraries" w:val="&lt;Libraries&gt;&lt;/Libraries&gt;"/>
  </w:docVars>
  <w:rsids>
    <w:rsidRoot w:val="00163D6C"/>
    <w:rsid w:val="000066F5"/>
    <w:rsid w:val="00015578"/>
    <w:rsid w:val="00024731"/>
    <w:rsid w:val="00026DEC"/>
    <w:rsid w:val="000505CA"/>
    <w:rsid w:val="00051260"/>
    <w:rsid w:val="00055484"/>
    <w:rsid w:val="00072C2E"/>
    <w:rsid w:val="0007651D"/>
    <w:rsid w:val="0009089A"/>
    <w:rsid w:val="000947E2"/>
    <w:rsid w:val="00095E04"/>
    <w:rsid w:val="000B473B"/>
    <w:rsid w:val="000D0E89"/>
    <w:rsid w:val="000E2604"/>
    <w:rsid w:val="000E2689"/>
    <w:rsid w:val="000F2762"/>
    <w:rsid w:val="0010572E"/>
    <w:rsid w:val="00112072"/>
    <w:rsid w:val="00116913"/>
    <w:rsid w:val="00142613"/>
    <w:rsid w:val="00144DA7"/>
    <w:rsid w:val="0015356E"/>
    <w:rsid w:val="00161A19"/>
    <w:rsid w:val="00161D3F"/>
    <w:rsid w:val="00163D6C"/>
    <w:rsid w:val="001716A6"/>
    <w:rsid w:val="00186794"/>
    <w:rsid w:val="001871AE"/>
    <w:rsid w:val="00187D3F"/>
    <w:rsid w:val="00190937"/>
    <w:rsid w:val="001915D4"/>
    <w:rsid w:val="00194675"/>
    <w:rsid w:val="001A1FED"/>
    <w:rsid w:val="001A40E2"/>
    <w:rsid w:val="001C4805"/>
    <w:rsid w:val="001D0511"/>
    <w:rsid w:val="00201AC2"/>
    <w:rsid w:val="00202AEC"/>
    <w:rsid w:val="00214608"/>
    <w:rsid w:val="002178AC"/>
    <w:rsid w:val="0022547C"/>
    <w:rsid w:val="00234082"/>
    <w:rsid w:val="002454AC"/>
    <w:rsid w:val="0025410A"/>
    <w:rsid w:val="00260AD2"/>
    <w:rsid w:val="002629A0"/>
    <w:rsid w:val="0027553E"/>
    <w:rsid w:val="0028012F"/>
    <w:rsid w:val="002828DF"/>
    <w:rsid w:val="00287876"/>
    <w:rsid w:val="00292C53"/>
    <w:rsid w:val="00294E22"/>
    <w:rsid w:val="002A08F2"/>
    <w:rsid w:val="002C22EA"/>
    <w:rsid w:val="002C59BA"/>
    <w:rsid w:val="002F41B2"/>
    <w:rsid w:val="002F69A1"/>
    <w:rsid w:val="00301AA9"/>
    <w:rsid w:val="00304EDB"/>
    <w:rsid w:val="003117F6"/>
    <w:rsid w:val="00332052"/>
    <w:rsid w:val="00342102"/>
    <w:rsid w:val="003533B8"/>
    <w:rsid w:val="003752BE"/>
    <w:rsid w:val="003A346A"/>
    <w:rsid w:val="003B2917"/>
    <w:rsid w:val="003B541B"/>
    <w:rsid w:val="003E2B2F"/>
    <w:rsid w:val="003E6046"/>
    <w:rsid w:val="003F16F9"/>
    <w:rsid w:val="00430C1F"/>
    <w:rsid w:val="00434C78"/>
    <w:rsid w:val="00442595"/>
    <w:rsid w:val="004504FB"/>
    <w:rsid w:val="004507DA"/>
    <w:rsid w:val="0045323E"/>
    <w:rsid w:val="0048726C"/>
    <w:rsid w:val="004A7520"/>
    <w:rsid w:val="004B0EE1"/>
    <w:rsid w:val="004B126D"/>
    <w:rsid w:val="004D0D83"/>
    <w:rsid w:val="004E1DF1"/>
    <w:rsid w:val="004E5592"/>
    <w:rsid w:val="0050055B"/>
    <w:rsid w:val="00501692"/>
    <w:rsid w:val="00511B95"/>
    <w:rsid w:val="0051261D"/>
    <w:rsid w:val="00524710"/>
    <w:rsid w:val="0055269D"/>
    <w:rsid w:val="00555342"/>
    <w:rsid w:val="005560E2"/>
    <w:rsid w:val="005A452E"/>
    <w:rsid w:val="005A6EE7"/>
    <w:rsid w:val="005D08AF"/>
    <w:rsid w:val="005D5EB7"/>
    <w:rsid w:val="005E07F2"/>
    <w:rsid w:val="005F1A7B"/>
    <w:rsid w:val="006355D8"/>
    <w:rsid w:val="00642ECD"/>
    <w:rsid w:val="006502A0"/>
    <w:rsid w:val="006772F5"/>
    <w:rsid w:val="00677958"/>
    <w:rsid w:val="00681D4B"/>
    <w:rsid w:val="006A4440"/>
    <w:rsid w:val="006B0615"/>
    <w:rsid w:val="006D166B"/>
    <w:rsid w:val="006D3295"/>
    <w:rsid w:val="006E1C70"/>
    <w:rsid w:val="006E304F"/>
    <w:rsid w:val="006F3279"/>
    <w:rsid w:val="00704AEE"/>
    <w:rsid w:val="00722F9A"/>
    <w:rsid w:val="00754539"/>
    <w:rsid w:val="00755E81"/>
    <w:rsid w:val="007627B3"/>
    <w:rsid w:val="00781BC6"/>
    <w:rsid w:val="00792BCE"/>
    <w:rsid w:val="007A3C86"/>
    <w:rsid w:val="007A683E"/>
    <w:rsid w:val="007A748B"/>
    <w:rsid w:val="007D1D65"/>
    <w:rsid w:val="007D28A2"/>
    <w:rsid w:val="007E0A9E"/>
    <w:rsid w:val="007E3B9B"/>
    <w:rsid w:val="007E5309"/>
    <w:rsid w:val="00800DE1"/>
    <w:rsid w:val="00813F47"/>
    <w:rsid w:val="0081615C"/>
    <w:rsid w:val="008450D6"/>
    <w:rsid w:val="00856FCA"/>
    <w:rsid w:val="00873AEB"/>
    <w:rsid w:val="00873B8C"/>
    <w:rsid w:val="00880E3B"/>
    <w:rsid w:val="008A405F"/>
    <w:rsid w:val="008A5C8D"/>
    <w:rsid w:val="008B1E8C"/>
    <w:rsid w:val="008B2B90"/>
    <w:rsid w:val="008C7F34"/>
    <w:rsid w:val="008D229F"/>
    <w:rsid w:val="008E580C"/>
    <w:rsid w:val="0090047A"/>
    <w:rsid w:val="00911EAF"/>
    <w:rsid w:val="009158ED"/>
    <w:rsid w:val="00925026"/>
    <w:rsid w:val="00931264"/>
    <w:rsid w:val="00942A4B"/>
    <w:rsid w:val="00961D59"/>
    <w:rsid w:val="0096467F"/>
    <w:rsid w:val="009B2D55"/>
    <w:rsid w:val="009C0343"/>
    <w:rsid w:val="009D4647"/>
    <w:rsid w:val="009E0D11"/>
    <w:rsid w:val="009E6D07"/>
    <w:rsid w:val="009F35C4"/>
    <w:rsid w:val="00A15505"/>
    <w:rsid w:val="00A24A16"/>
    <w:rsid w:val="00A37D14"/>
    <w:rsid w:val="00A6111E"/>
    <w:rsid w:val="00A6168B"/>
    <w:rsid w:val="00A62028"/>
    <w:rsid w:val="00AA6236"/>
    <w:rsid w:val="00AB6AE7"/>
    <w:rsid w:val="00AD21F5"/>
    <w:rsid w:val="00AE5195"/>
    <w:rsid w:val="00B00348"/>
    <w:rsid w:val="00B044A0"/>
    <w:rsid w:val="00B06225"/>
    <w:rsid w:val="00B23B31"/>
    <w:rsid w:val="00B23C7A"/>
    <w:rsid w:val="00B26756"/>
    <w:rsid w:val="00B305F5"/>
    <w:rsid w:val="00B4582D"/>
    <w:rsid w:val="00B46FF9"/>
    <w:rsid w:val="00B65397"/>
    <w:rsid w:val="00B75483"/>
    <w:rsid w:val="00BA7952"/>
    <w:rsid w:val="00BB44B4"/>
    <w:rsid w:val="00BF0BBF"/>
    <w:rsid w:val="00BF6C8A"/>
    <w:rsid w:val="00C05571"/>
    <w:rsid w:val="00C1190E"/>
    <w:rsid w:val="00C200DB"/>
    <w:rsid w:val="00C246CE"/>
    <w:rsid w:val="00C24D67"/>
    <w:rsid w:val="00C5014D"/>
    <w:rsid w:val="00C57FA2"/>
    <w:rsid w:val="00C92EF0"/>
    <w:rsid w:val="00CC2E4D"/>
    <w:rsid w:val="00CC78A5"/>
    <w:rsid w:val="00CC7B16"/>
    <w:rsid w:val="00CE15FE"/>
    <w:rsid w:val="00CE65CD"/>
    <w:rsid w:val="00CE6CF6"/>
    <w:rsid w:val="00CF4AFF"/>
    <w:rsid w:val="00D02E15"/>
    <w:rsid w:val="00D12BEA"/>
    <w:rsid w:val="00D14F44"/>
    <w:rsid w:val="00D278E8"/>
    <w:rsid w:val="00D421E8"/>
    <w:rsid w:val="00D44604"/>
    <w:rsid w:val="00D479B3"/>
    <w:rsid w:val="00D52283"/>
    <w:rsid w:val="00D524E5"/>
    <w:rsid w:val="00D72FEF"/>
    <w:rsid w:val="00D755FA"/>
    <w:rsid w:val="00DA571D"/>
    <w:rsid w:val="00DA737B"/>
    <w:rsid w:val="00DB18A8"/>
    <w:rsid w:val="00DC4A4E"/>
    <w:rsid w:val="00DD1874"/>
    <w:rsid w:val="00DD63BD"/>
    <w:rsid w:val="00DF14E9"/>
    <w:rsid w:val="00E0092B"/>
    <w:rsid w:val="00E02ED5"/>
    <w:rsid w:val="00E172C6"/>
    <w:rsid w:val="00E24309"/>
    <w:rsid w:val="00E3348F"/>
    <w:rsid w:val="00E53D82"/>
    <w:rsid w:val="00E637D3"/>
    <w:rsid w:val="00E9330A"/>
    <w:rsid w:val="00EE6B97"/>
    <w:rsid w:val="00F12C3B"/>
    <w:rsid w:val="00F24B1C"/>
    <w:rsid w:val="00F26884"/>
    <w:rsid w:val="00F53B25"/>
    <w:rsid w:val="00F72ECC"/>
    <w:rsid w:val="00F8355F"/>
    <w:rsid w:val="00FA3196"/>
    <w:rsid w:val="00FA3EE7"/>
    <w:rsid w:val="00FC693A"/>
    <w:rsid w:val="00FD3BFD"/>
    <w:rsid w:val="00FE296F"/>
    <w:rsid w:val="00FE6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4:docId w14:val="612484A4"/>
  <w15:docId w15:val="{F76B1D0F-8E73-4CA9-855F-9DF0B9C9C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2E4D"/>
    <w:pPr>
      <w:spacing w:after="0" w:line="240" w:lineRule="auto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B473B"/>
    <w:rPr>
      <w:rFonts w:cs="Arial"/>
    </w:rPr>
  </w:style>
  <w:style w:type="paragraph" w:styleId="Footer">
    <w:name w:val="footer"/>
    <w:basedOn w:val="Normal"/>
    <w:link w:val="FooterChar"/>
    <w:uiPriority w:val="99"/>
    <w:unhideWhenUsed/>
    <w:rsid w:val="000B473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473B"/>
    <w:rPr>
      <w:rFonts w:cs="Arial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73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73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172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172C6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F24B1C"/>
    <w:pPr>
      <w:jc w:val="center"/>
    </w:pPr>
    <w:rPr>
      <w:rFonts w:ascii="Calibri" w:hAnsi="Calibri" w:cs="Calibri"/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F24B1C"/>
    <w:rPr>
      <w:rFonts w:ascii="Calibri" w:hAnsi="Calibri" w:cs="Calibri"/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F24B1C"/>
    <w:rPr>
      <w:rFonts w:ascii="Calibri" w:hAnsi="Calibri" w:cs="Calibri"/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F24B1C"/>
    <w:rPr>
      <w:rFonts w:ascii="Calibri" w:hAnsi="Calibri" w:cs="Calibri"/>
      <w:noProof/>
      <w:lang w:val="en-US"/>
    </w:rPr>
  </w:style>
  <w:style w:type="character" w:styleId="Hyperlink">
    <w:name w:val="Hyperlink"/>
    <w:basedOn w:val="DefaultParagraphFont"/>
    <w:uiPriority w:val="99"/>
    <w:unhideWhenUsed/>
    <w:rsid w:val="00F24B1C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C200DB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58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763213">
          <w:marLeft w:val="85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1934">
          <w:marLeft w:val="85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034953">
          <w:marLeft w:val="850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53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9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984943">
          <w:marLeft w:val="85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6.png"/><Relationship Id="rId18" Type="http://schemas.openxmlformats.org/officeDocument/2006/relationships/hyperlink" Target="http://supportingphysicsteaching.net/EnHome.html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image" Target="media/image5.png"/><Relationship Id="rId17" Type="http://schemas.openxmlformats.org/officeDocument/2006/relationships/hyperlink" Target="https://www.stem.org.uk/best-evidence-science-teaching" TargetMode="Externa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image" Target="media/image7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Templates\Physics%20templates\template_physics_item_response_practicaI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template_physics_item_response_practicaI.dotx</Template>
  <TotalTime>59</TotalTime>
  <Pages>11</Pages>
  <Words>2524</Words>
  <Characters>14387</Characters>
  <Application>Microsoft Office Word</Application>
  <DocSecurity>0</DocSecurity>
  <Lines>119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York</Company>
  <LinksUpToDate>false</LinksUpToDate>
  <CharactersWithSpaces>16878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 Fairhurst</dc:creator>
  <cp:lastModifiedBy>Peter Fairhurst</cp:lastModifiedBy>
  <cp:revision>17</cp:revision>
  <cp:lastPrinted>2017-02-24T16:20:00Z</cp:lastPrinted>
  <dcterms:created xsi:type="dcterms:W3CDTF">2018-07-12T08:44:00Z</dcterms:created>
  <dcterms:modified xsi:type="dcterms:W3CDTF">2018-07-23T11:00:00Z</dcterms:modified>
</cp:coreProperties>
</file>